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560E3" w14:textId="37F9CCDE" w:rsidR="00487DCA" w:rsidRDefault="00EC4BCD" w:rsidP="007305B7">
      <w:pPr>
        <w:pStyle w:val="berschrift1"/>
        <w:numPr>
          <w:ilvl w:val="0"/>
          <w:numId w:val="24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Eigene </w:t>
      </w:r>
      <w:r w:rsidR="00F52DE7">
        <w:rPr>
          <w:rFonts w:eastAsiaTheme="minorHAnsi"/>
          <w:lang w:eastAsia="en-US"/>
        </w:rPr>
        <w:t>Geometrie erstellen</w:t>
      </w:r>
    </w:p>
    <w:p w14:paraId="0C0693F8" w14:textId="7AFD52D6" w:rsidR="00914E12" w:rsidRDefault="00914E12" w:rsidP="00914E1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Bislang haben wir nur vorhandene Basis-Geometrien verwendet. Neben dem Kubus sind </w:t>
      </w:r>
      <w:r w:rsidR="002F1222">
        <w:rPr>
          <w:rFonts w:eastAsiaTheme="minorHAnsi"/>
          <w:lang w:eastAsia="en-US"/>
        </w:rPr>
        <w:t xml:space="preserve">u.a. </w:t>
      </w:r>
      <w:r>
        <w:rPr>
          <w:rFonts w:eastAsiaTheme="minorHAnsi"/>
          <w:lang w:eastAsia="en-US"/>
        </w:rPr>
        <w:t>Sphären (Kugeln), Flächen und Linien vorhanden. Die Basis aller Modellierungen sind jedoch Punkte, die frei definiert werden können und die über Linien verbunden werden</w:t>
      </w:r>
      <w:r w:rsidR="00814C5C">
        <w:rPr>
          <w:rFonts w:eastAsiaTheme="minorHAnsi"/>
          <w:lang w:eastAsia="en-US"/>
        </w:rPr>
        <w:t xml:space="preserve"> (siehe auch Initialisierung der </w:t>
      </w:r>
      <w:proofErr w:type="spellStart"/>
      <w:r w:rsidR="00814C5C">
        <w:rPr>
          <w:rFonts w:eastAsiaTheme="minorHAnsi"/>
          <w:lang w:eastAsia="en-US"/>
        </w:rPr>
        <w:t>Sphere</w:t>
      </w:r>
      <w:proofErr w:type="spellEnd"/>
      <w:r w:rsidR="00814C5C">
        <w:rPr>
          <w:rFonts w:eastAsiaTheme="minorHAnsi"/>
          <w:lang w:eastAsia="en-US"/>
        </w:rPr>
        <w:t xml:space="preserve"> im letzten Arbeitsblatt)</w:t>
      </w:r>
      <w:r>
        <w:rPr>
          <w:rFonts w:eastAsiaTheme="minorHAnsi"/>
          <w:lang w:eastAsia="en-US"/>
        </w:rPr>
        <w:t>. So können zusammenhängende Flächen entstehen, die wiederum mit Material bedeckt werden können.</w:t>
      </w:r>
    </w:p>
    <w:p w14:paraId="46206667" w14:textId="2D5281B9" w:rsidR="003E7D69" w:rsidRDefault="00B826D4" w:rsidP="00914E12">
      <w:pPr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drawing>
          <wp:anchor distT="0" distB="0" distL="114300" distR="114300" simplePos="0" relativeHeight="251665408" behindDoc="0" locked="0" layoutInCell="1" allowOverlap="1" wp14:anchorId="308DA939" wp14:editId="16340C3C">
            <wp:simplePos x="0" y="0"/>
            <wp:positionH relativeFrom="column">
              <wp:posOffset>-10795</wp:posOffset>
            </wp:positionH>
            <wp:positionV relativeFrom="paragraph">
              <wp:posOffset>175260</wp:posOffset>
            </wp:positionV>
            <wp:extent cx="2636520" cy="2172335"/>
            <wp:effectExtent l="152400" t="152400" r="354330" b="36131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21723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5CE4">
        <w:rPr>
          <w:rFonts w:eastAsiaTheme="minorHAnsi"/>
          <w:lang w:eastAsia="en-US"/>
        </w:rPr>
        <w:t>Zunächst müssen wir uns über die Art und Weise, wie die Geometrie erstellt wird, im Klaren sein.</w:t>
      </w:r>
      <w:r w:rsidR="000253DD" w:rsidRPr="000253DD">
        <w:rPr>
          <w:rFonts w:eastAsiaTheme="minorHAnsi"/>
          <w:noProof/>
          <w:lang w:eastAsia="en-US"/>
        </w:rPr>
        <w:t xml:space="preserve"> </w:t>
      </w:r>
      <w:r w:rsidR="000253DD">
        <w:rPr>
          <w:rFonts w:eastAsiaTheme="minorHAnsi"/>
          <w:noProof/>
          <w:lang w:eastAsia="en-US"/>
        </w:rPr>
        <w:t>Ausgangspunkt ist der Punkt (Vertex), der im Raum über eine dreidimensionale Koordinate beschrieben wird (</w:t>
      </w:r>
      <w:r w:rsidR="001C1363">
        <w:rPr>
          <w:rFonts w:eastAsiaTheme="minorHAnsi"/>
          <w:noProof/>
          <w:lang w:eastAsia="en-US"/>
        </w:rPr>
        <w:t xml:space="preserve">hier </w:t>
      </w:r>
      <w:r w:rsidR="000253DD">
        <w:rPr>
          <w:rFonts w:eastAsiaTheme="minorHAnsi"/>
          <w:noProof/>
          <w:lang w:eastAsia="en-US"/>
        </w:rPr>
        <w:t>nebenstehend</w:t>
      </w:r>
      <w:r w:rsidR="001C1363">
        <w:rPr>
          <w:rFonts w:eastAsiaTheme="minorHAnsi"/>
          <w:noProof/>
          <w:lang w:eastAsia="en-US"/>
        </w:rPr>
        <w:t xml:space="preserve">  am Beispiel des einfachen Kubus</w:t>
      </w:r>
      <w:r w:rsidR="000253DD">
        <w:rPr>
          <w:rFonts w:eastAsiaTheme="minorHAnsi"/>
          <w:noProof/>
          <w:lang w:eastAsia="en-US"/>
        </w:rPr>
        <w:t xml:space="preserve">). </w:t>
      </w:r>
      <w:r w:rsidR="001626B2">
        <w:rPr>
          <w:rFonts w:eastAsiaTheme="minorHAnsi"/>
          <w:noProof/>
          <w:lang w:eastAsia="en-US"/>
        </w:rPr>
        <w:t>Immer ausgehend vom Ursprung (0,0,0) definieren wir Punkte im Raum mit ihren x-, y- und z-Koordinaten.</w:t>
      </w:r>
    </w:p>
    <w:p w14:paraId="69B0FBAA" w14:textId="1E84F3BB" w:rsidR="00952DD4" w:rsidRDefault="00952DD4" w:rsidP="00914E12">
      <w:pPr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 xml:space="preserve">Verknüpft man zwei Vertices miteinander, </w:t>
      </w:r>
      <w:r w:rsidR="00CB6457">
        <w:rPr>
          <w:rFonts w:eastAsiaTheme="minorHAnsi"/>
          <w:noProof/>
          <w:lang w:eastAsia="en-US"/>
        </w:rPr>
        <w:t>bezeichnet man die Verknüpfungsl</w:t>
      </w:r>
      <w:r>
        <w:rPr>
          <w:rFonts w:eastAsiaTheme="minorHAnsi"/>
          <w:noProof/>
          <w:lang w:eastAsia="en-US"/>
        </w:rPr>
        <w:t xml:space="preserve">inie </w:t>
      </w:r>
      <w:r w:rsidR="00CB6457">
        <w:rPr>
          <w:rFonts w:eastAsiaTheme="minorHAnsi"/>
          <w:noProof/>
          <w:lang w:eastAsia="en-US"/>
        </w:rPr>
        <w:t xml:space="preserve">als </w:t>
      </w:r>
      <w:r>
        <w:rPr>
          <w:rFonts w:eastAsiaTheme="minorHAnsi"/>
          <w:noProof/>
          <w:lang w:eastAsia="en-US"/>
        </w:rPr>
        <w:t xml:space="preserve">Edge.  </w:t>
      </w:r>
    </w:p>
    <w:p w14:paraId="77B16D8D" w14:textId="27F8B251" w:rsidR="001626B2" w:rsidRDefault="006C5318" w:rsidP="00914E12">
      <w:pPr>
        <w:rPr>
          <w:rFonts w:eastAsiaTheme="minorHAnsi"/>
          <w:lang w:eastAsia="en-US"/>
        </w:rPr>
      </w:pPr>
      <w:r>
        <w:rPr>
          <w:rFonts w:eastAsiaTheme="minorHAnsi"/>
          <w:noProof/>
          <w:lang w:eastAsia="en-US"/>
        </w:rPr>
        <w:drawing>
          <wp:anchor distT="0" distB="0" distL="114300" distR="114300" simplePos="0" relativeHeight="251667456" behindDoc="0" locked="0" layoutInCell="1" allowOverlap="1" wp14:anchorId="519E7252" wp14:editId="3E4E56E8">
            <wp:simplePos x="0" y="0"/>
            <wp:positionH relativeFrom="column">
              <wp:posOffset>3295650</wp:posOffset>
            </wp:positionH>
            <wp:positionV relativeFrom="paragraph">
              <wp:posOffset>3421380</wp:posOffset>
            </wp:positionV>
            <wp:extent cx="2599055" cy="2004695"/>
            <wp:effectExtent l="0" t="0" r="0" b="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200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826D4">
        <w:rPr>
          <w:rFonts w:eastAsiaTheme="minorHAnsi"/>
          <w:noProof/>
          <w:lang w:eastAsia="en-US"/>
        </w:rPr>
        <w:drawing>
          <wp:anchor distT="0" distB="0" distL="114300" distR="114300" simplePos="0" relativeHeight="251666432" behindDoc="0" locked="0" layoutInCell="1" allowOverlap="1" wp14:anchorId="5CB5F92E" wp14:editId="7922BE83">
            <wp:simplePos x="0" y="0"/>
            <wp:positionH relativeFrom="margin">
              <wp:align>right</wp:align>
            </wp:positionH>
            <wp:positionV relativeFrom="paragraph">
              <wp:posOffset>685800</wp:posOffset>
            </wp:positionV>
            <wp:extent cx="4373880" cy="2232936"/>
            <wp:effectExtent l="0" t="0" r="762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880" cy="2232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87BE3">
        <w:rPr>
          <w:rFonts w:eastAsiaTheme="minorHAnsi"/>
          <w:lang w:eastAsia="en-US"/>
        </w:rPr>
        <w:t>Im Laufe der Entwicklung hat sich herausgestellt, dass die Definition der Geometrie aus Dreiecken am besten von modernen Grafikkarten verarbeitet werden kann bzw. Grafikkarten auf deren Verarbeitung optimiert wurde</w:t>
      </w:r>
      <w:r w:rsidR="009F12E7">
        <w:rPr>
          <w:rFonts w:eastAsiaTheme="minorHAnsi"/>
          <w:lang w:eastAsia="en-US"/>
        </w:rPr>
        <w:t>n</w:t>
      </w:r>
      <w:r w:rsidR="00C87BE3">
        <w:rPr>
          <w:rFonts w:eastAsiaTheme="minorHAnsi"/>
          <w:lang w:eastAsia="en-US"/>
        </w:rPr>
        <w:t>.</w:t>
      </w:r>
      <w:r w:rsidR="00FE7740">
        <w:rPr>
          <w:rFonts w:eastAsiaTheme="minorHAnsi"/>
          <w:lang w:eastAsia="en-US"/>
        </w:rPr>
        <w:t xml:space="preserve"> Demnach bilden immer 3 </w:t>
      </w:r>
      <w:proofErr w:type="spellStart"/>
      <w:r w:rsidR="00FE7740">
        <w:rPr>
          <w:rFonts w:eastAsiaTheme="minorHAnsi"/>
          <w:lang w:eastAsia="en-US"/>
        </w:rPr>
        <w:t>Edges</w:t>
      </w:r>
      <w:proofErr w:type="spellEnd"/>
      <w:r w:rsidR="00FE7740">
        <w:rPr>
          <w:rFonts w:eastAsiaTheme="minorHAnsi"/>
          <w:lang w:eastAsia="en-US"/>
        </w:rPr>
        <w:t xml:space="preserve"> zusammen </w:t>
      </w:r>
      <w:proofErr w:type="gramStart"/>
      <w:r w:rsidR="00FE7740">
        <w:rPr>
          <w:rFonts w:eastAsiaTheme="minorHAnsi"/>
          <w:lang w:eastAsia="en-US"/>
        </w:rPr>
        <w:t xml:space="preserve">ein </w:t>
      </w:r>
      <w:r w:rsidR="00F615CC">
        <w:rPr>
          <w:rFonts w:eastAsiaTheme="minorHAnsi"/>
          <w:lang w:eastAsia="en-US"/>
        </w:rPr>
        <w:t>F</w:t>
      </w:r>
      <w:r w:rsidR="00FE7740">
        <w:rPr>
          <w:rFonts w:eastAsiaTheme="minorHAnsi"/>
          <w:lang w:eastAsia="en-US"/>
        </w:rPr>
        <w:t>ace</w:t>
      </w:r>
      <w:proofErr w:type="gramEnd"/>
      <w:r w:rsidR="00FE7740">
        <w:rPr>
          <w:rFonts w:eastAsiaTheme="minorHAnsi"/>
          <w:lang w:eastAsia="en-US"/>
        </w:rPr>
        <w:t xml:space="preserve">. </w:t>
      </w:r>
      <w:proofErr w:type="gramStart"/>
      <w:r w:rsidR="00FE7740">
        <w:rPr>
          <w:rFonts w:eastAsiaTheme="minorHAnsi"/>
          <w:lang w:eastAsia="en-US"/>
        </w:rPr>
        <w:t xml:space="preserve">Ein </w:t>
      </w:r>
      <w:r w:rsidR="00F615CC">
        <w:rPr>
          <w:rFonts w:eastAsiaTheme="minorHAnsi"/>
          <w:lang w:eastAsia="en-US"/>
        </w:rPr>
        <w:t>F</w:t>
      </w:r>
      <w:r w:rsidR="00FE7740">
        <w:rPr>
          <w:rFonts w:eastAsiaTheme="minorHAnsi"/>
          <w:lang w:eastAsia="en-US"/>
        </w:rPr>
        <w:t>ace</w:t>
      </w:r>
      <w:proofErr w:type="gramEnd"/>
      <w:r w:rsidR="00FE7740">
        <w:rPr>
          <w:rFonts w:eastAsiaTheme="minorHAnsi"/>
          <w:lang w:eastAsia="en-US"/>
        </w:rPr>
        <w:t xml:space="preserve"> ist nichts anderes als ein im 3-dimensionalen Raum definierte</w:t>
      </w:r>
      <w:r w:rsidR="00C241E8">
        <w:rPr>
          <w:rFonts w:eastAsiaTheme="minorHAnsi"/>
          <w:lang w:eastAsia="en-US"/>
        </w:rPr>
        <w:t xml:space="preserve"> Fläche, also </w:t>
      </w:r>
      <w:r w:rsidR="00AE308E">
        <w:rPr>
          <w:rFonts w:eastAsiaTheme="minorHAnsi"/>
          <w:lang w:eastAsia="en-US"/>
        </w:rPr>
        <w:t xml:space="preserve">ein ebenes </w:t>
      </w:r>
      <w:r w:rsidR="00FE7740">
        <w:rPr>
          <w:rFonts w:eastAsiaTheme="minorHAnsi"/>
          <w:lang w:eastAsia="en-US"/>
        </w:rPr>
        <w:t xml:space="preserve">2-dimensionales </w:t>
      </w:r>
      <w:r w:rsidR="00AE308E">
        <w:rPr>
          <w:rFonts w:eastAsiaTheme="minorHAnsi"/>
          <w:lang w:eastAsia="en-US"/>
        </w:rPr>
        <w:t>Gebilde</w:t>
      </w:r>
      <w:r w:rsidR="00FE7740">
        <w:rPr>
          <w:rFonts w:eastAsiaTheme="minorHAnsi"/>
          <w:lang w:eastAsia="en-US"/>
        </w:rPr>
        <w:t xml:space="preserve">. </w:t>
      </w:r>
      <w:r w:rsidR="002B69E8">
        <w:rPr>
          <w:rFonts w:eastAsiaTheme="minorHAnsi"/>
          <w:lang w:eastAsia="en-US"/>
        </w:rPr>
        <w:t xml:space="preserve">Die Körper entstehen nun dadurch, dass die einzelnen Faces in unterschiedlichen Winkeln </w:t>
      </w:r>
      <w:proofErr w:type="gramStart"/>
      <w:r w:rsidR="002B69E8">
        <w:rPr>
          <w:rFonts w:eastAsiaTheme="minorHAnsi"/>
          <w:lang w:eastAsia="en-US"/>
        </w:rPr>
        <w:t>aneinander gefügt</w:t>
      </w:r>
      <w:proofErr w:type="gramEnd"/>
      <w:r w:rsidR="002B69E8">
        <w:rPr>
          <w:rFonts w:eastAsiaTheme="minorHAnsi"/>
          <w:lang w:eastAsia="en-US"/>
        </w:rPr>
        <w:t xml:space="preserve"> werden. </w:t>
      </w:r>
      <w:r w:rsidR="00962055">
        <w:rPr>
          <w:rFonts w:eastAsiaTheme="minorHAnsi"/>
          <w:lang w:eastAsia="en-US"/>
        </w:rPr>
        <w:t xml:space="preserve">Oben ist </w:t>
      </w:r>
      <w:proofErr w:type="gramStart"/>
      <w:r w:rsidR="00962055">
        <w:rPr>
          <w:rFonts w:eastAsiaTheme="minorHAnsi"/>
          <w:lang w:eastAsia="en-US"/>
        </w:rPr>
        <w:t>ein einzelnes Face</w:t>
      </w:r>
      <w:proofErr w:type="gramEnd"/>
      <w:r w:rsidR="00962055">
        <w:rPr>
          <w:rFonts w:eastAsiaTheme="minorHAnsi"/>
          <w:lang w:eastAsia="en-US"/>
        </w:rPr>
        <w:t xml:space="preserve"> zu sehen, mit 3 weiteren Faces können </w:t>
      </w:r>
      <w:r w:rsidR="0051256F">
        <w:rPr>
          <w:rFonts w:eastAsiaTheme="minorHAnsi"/>
          <w:lang w:eastAsia="en-US"/>
        </w:rPr>
        <w:t>einen Tetraeder erzeugen, bei dem man gut erkennen kann, dass der gesamte Körper aus einzelnen Dreiecken zusammengesetzt ist</w:t>
      </w:r>
      <w:r w:rsidR="00F50582">
        <w:rPr>
          <w:rFonts w:eastAsiaTheme="minorHAnsi"/>
          <w:lang w:eastAsia="en-US"/>
        </w:rPr>
        <w:t>.</w:t>
      </w:r>
    </w:p>
    <w:p w14:paraId="49EF62B7" w14:textId="6D727C76" w:rsidR="00F50582" w:rsidRDefault="003E301A" w:rsidP="00914E1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Damit man sich den </w:t>
      </w:r>
      <w:r w:rsidR="00274AF1">
        <w:rPr>
          <w:rFonts w:eastAsiaTheme="minorHAnsi"/>
          <w:lang w:eastAsia="en-US"/>
        </w:rPr>
        <w:t xml:space="preserve">Körper </w:t>
      </w:r>
      <w:r w:rsidR="000F11B1">
        <w:rPr>
          <w:rFonts w:eastAsiaTheme="minorHAnsi"/>
          <w:lang w:eastAsia="en-US"/>
        </w:rPr>
        <w:t xml:space="preserve">besser </w:t>
      </w:r>
      <w:r>
        <w:rPr>
          <w:rFonts w:eastAsiaTheme="minorHAnsi"/>
          <w:lang w:eastAsia="en-US"/>
        </w:rPr>
        <w:t xml:space="preserve">vorstellen kann, würde ein Kubus eingebaut, dessen </w:t>
      </w:r>
      <w:r w:rsidR="00C043F6">
        <w:rPr>
          <w:rFonts w:eastAsiaTheme="minorHAnsi"/>
          <w:lang w:eastAsia="en-US"/>
        </w:rPr>
        <w:t>Ecken genutzt werden, um den Tetraeder zu definieren.</w:t>
      </w:r>
      <w:r w:rsidR="001B72C6">
        <w:rPr>
          <w:rFonts w:eastAsiaTheme="minorHAnsi"/>
          <w:lang w:eastAsia="en-US"/>
        </w:rPr>
        <w:t xml:space="preserve"> Der </w:t>
      </w:r>
      <w:r w:rsidR="000C11D7">
        <w:rPr>
          <w:rFonts w:eastAsiaTheme="minorHAnsi"/>
          <w:lang w:eastAsia="en-US"/>
        </w:rPr>
        <w:t xml:space="preserve">umschließende Kubus </w:t>
      </w:r>
      <w:r w:rsidR="00C764E4">
        <w:rPr>
          <w:rFonts w:eastAsiaTheme="minorHAnsi"/>
          <w:lang w:eastAsia="en-US"/>
        </w:rPr>
        <w:t xml:space="preserve">hat seinen Mittelpunkt im Ursprung. </w:t>
      </w:r>
      <w:r w:rsidR="001B72C6">
        <w:rPr>
          <w:rFonts w:eastAsiaTheme="minorHAnsi"/>
          <w:lang w:eastAsia="en-US"/>
        </w:rPr>
        <w:t xml:space="preserve"> </w:t>
      </w:r>
      <w:r w:rsidR="00B929A9">
        <w:rPr>
          <w:rFonts w:eastAsiaTheme="minorHAnsi"/>
          <w:lang w:eastAsia="en-US"/>
        </w:rPr>
        <w:t>Der Kubus ist nur als Rahmen (</w:t>
      </w:r>
      <w:proofErr w:type="spellStart"/>
      <w:r w:rsidR="00560BCA">
        <w:rPr>
          <w:rFonts w:eastAsiaTheme="minorHAnsi"/>
          <w:lang w:eastAsia="en-US"/>
        </w:rPr>
        <w:t>wireframe</w:t>
      </w:r>
      <w:proofErr w:type="spellEnd"/>
      <w:r w:rsidR="00560BCA">
        <w:rPr>
          <w:rFonts w:eastAsiaTheme="minorHAnsi"/>
          <w:lang w:eastAsia="en-US"/>
        </w:rPr>
        <w:t xml:space="preserve">: </w:t>
      </w:r>
      <w:proofErr w:type="spellStart"/>
      <w:r w:rsidR="00560BCA">
        <w:rPr>
          <w:rFonts w:eastAsiaTheme="minorHAnsi"/>
          <w:lang w:eastAsia="en-US"/>
        </w:rPr>
        <w:t>true</w:t>
      </w:r>
      <w:proofErr w:type="spellEnd"/>
      <w:r w:rsidR="00B929A9">
        <w:rPr>
          <w:rFonts w:eastAsiaTheme="minorHAnsi"/>
          <w:lang w:eastAsia="en-US"/>
        </w:rPr>
        <w:t xml:space="preserve">) dargestellt, damit sind nur seine </w:t>
      </w:r>
      <w:proofErr w:type="spellStart"/>
      <w:r w:rsidR="00B929A9">
        <w:rPr>
          <w:rFonts w:eastAsiaTheme="minorHAnsi"/>
          <w:lang w:eastAsia="en-US"/>
        </w:rPr>
        <w:t>Edges</w:t>
      </w:r>
      <w:proofErr w:type="spellEnd"/>
      <w:r w:rsidR="00B929A9">
        <w:rPr>
          <w:rFonts w:eastAsiaTheme="minorHAnsi"/>
          <w:lang w:eastAsia="en-US"/>
        </w:rPr>
        <w:t xml:space="preserve"> zu sehen</w:t>
      </w:r>
      <w:r w:rsidR="00C25B56">
        <w:rPr>
          <w:rFonts w:eastAsiaTheme="minorHAnsi"/>
          <w:lang w:eastAsia="en-US"/>
        </w:rPr>
        <w:t>.</w:t>
      </w:r>
    </w:p>
    <w:p w14:paraId="3848BC6F" w14:textId="3A24724C" w:rsidR="00AC34A7" w:rsidRPr="00947EB0" w:rsidRDefault="00AC34A7" w:rsidP="00AC34A7">
      <w:pPr>
        <w:rPr>
          <w:rFonts w:eastAsiaTheme="minorHAnsi"/>
          <w:i/>
          <w:lang w:eastAsia="en-US"/>
        </w:rPr>
      </w:pPr>
      <w:r w:rsidRPr="00947EB0">
        <w:rPr>
          <w:rFonts w:eastAsiaTheme="minorHAnsi"/>
          <w:i/>
          <w:lang w:eastAsia="en-US"/>
        </w:rPr>
        <w:lastRenderedPageBreak/>
        <w:t>(Hinweis</w:t>
      </w:r>
      <w:r w:rsidR="0011556E">
        <w:rPr>
          <w:rFonts w:eastAsiaTheme="minorHAnsi"/>
          <w:i/>
          <w:lang w:eastAsia="en-US"/>
        </w:rPr>
        <w:t xml:space="preserve"> vorab</w:t>
      </w:r>
      <w:r w:rsidRPr="00947EB0">
        <w:rPr>
          <w:rFonts w:eastAsiaTheme="minorHAnsi"/>
          <w:i/>
          <w:lang w:eastAsia="en-US"/>
        </w:rPr>
        <w:t xml:space="preserve">: um die </w:t>
      </w:r>
      <w:proofErr w:type="spellStart"/>
      <w:r w:rsidRPr="00947EB0">
        <w:rPr>
          <w:rFonts w:eastAsiaTheme="minorHAnsi"/>
          <w:i/>
          <w:lang w:eastAsia="en-US"/>
        </w:rPr>
        <w:t>uv</w:t>
      </w:r>
      <w:proofErr w:type="spellEnd"/>
      <w:r w:rsidRPr="00947EB0">
        <w:rPr>
          <w:rFonts w:eastAsiaTheme="minorHAnsi"/>
          <w:i/>
          <w:lang w:eastAsia="en-US"/>
        </w:rPr>
        <w:t>-Werte richtig zuordnen zu können, sollten die Vertices aus Sicht der später sichtbaren Oberfläche linksdrehend zusammengefasst werden).</w:t>
      </w:r>
    </w:p>
    <w:p w14:paraId="5D5A926E" w14:textId="77777777" w:rsidR="00E2370C" w:rsidRDefault="00E2370C" w:rsidP="00072B2B">
      <w:pPr>
        <w:spacing w:after="240"/>
        <w:rPr>
          <w:rFonts w:eastAsiaTheme="minorHAnsi"/>
          <w:lang w:eastAsia="en-US"/>
        </w:rPr>
      </w:pPr>
    </w:p>
    <w:p w14:paraId="3CA4EE69" w14:textId="7FEAD6D4" w:rsidR="00FE2DA6" w:rsidRDefault="005261C5" w:rsidP="00072B2B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In </w:t>
      </w:r>
      <w:proofErr w:type="spellStart"/>
      <w:r w:rsidR="00394FC3">
        <w:rPr>
          <w:rFonts w:eastAsiaTheme="minorHAnsi"/>
          <w:lang w:eastAsia="en-US"/>
        </w:rPr>
        <w:t>t</w:t>
      </w:r>
      <w:r>
        <w:rPr>
          <w:rFonts w:eastAsiaTheme="minorHAnsi"/>
          <w:lang w:eastAsia="en-US"/>
        </w:rPr>
        <w:t>hree</w:t>
      </w:r>
      <w:proofErr w:type="spellEnd"/>
      <w:r>
        <w:rPr>
          <w:rFonts w:eastAsiaTheme="minorHAnsi"/>
          <w:lang w:eastAsia="en-US"/>
        </w:rPr>
        <w:t xml:space="preserve"> haben wir die </w:t>
      </w:r>
      <w:proofErr w:type="spellStart"/>
      <w:r>
        <w:rPr>
          <w:rFonts w:eastAsiaTheme="minorHAnsi"/>
          <w:lang w:eastAsia="en-US"/>
        </w:rPr>
        <w:t>BufferGeometry</w:t>
      </w:r>
      <w:proofErr w:type="spellEnd"/>
      <w:r>
        <w:rPr>
          <w:rFonts w:eastAsiaTheme="minorHAnsi"/>
          <w:lang w:eastAsia="en-US"/>
        </w:rPr>
        <w:t xml:space="preserve">, die uns universell zur Verfügung steht (die vordefinierten Geometrien werden in eine </w:t>
      </w:r>
      <w:proofErr w:type="spellStart"/>
      <w:r>
        <w:rPr>
          <w:rFonts w:eastAsiaTheme="minorHAnsi"/>
          <w:lang w:eastAsia="en-US"/>
        </w:rPr>
        <w:t>Buffergeometry</w:t>
      </w:r>
      <w:proofErr w:type="spellEnd"/>
      <w:r>
        <w:rPr>
          <w:rFonts w:eastAsiaTheme="minorHAnsi"/>
          <w:lang w:eastAsia="en-US"/>
        </w:rPr>
        <w:t xml:space="preserve"> konvertiert, die Struktur der </w:t>
      </w:r>
      <w:proofErr w:type="spellStart"/>
      <w:r>
        <w:rPr>
          <w:rFonts w:eastAsiaTheme="minorHAnsi"/>
          <w:lang w:eastAsia="en-US"/>
        </w:rPr>
        <w:t>BufferGeometry</w:t>
      </w:r>
      <w:proofErr w:type="spellEnd"/>
      <w:r>
        <w:rPr>
          <w:rFonts w:eastAsiaTheme="minorHAnsi"/>
          <w:lang w:eastAsia="en-US"/>
        </w:rPr>
        <w:t xml:space="preserve"> ist so ausgelegt, dass sie sich optimal mit Graphikkarten verarbeiten lä</w:t>
      </w:r>
      <w:r w:rsidR="00062D6A">
        <w:rPr>
          <w:rFonts w:eastAsiaTheme="minorHAnsi"/>
          <w:lang w:eastAsia="en-US"/>
        </w:rPr>
        <w:t>ss</w:t>
      </w:r>
      <w:r>
        <w:rPr>
          <w:rFonts w:eastAsiaTheme="minorHAnsi"/>
          <w:lang w:eastAsia="en-US"/>
        </w:rPr>
        <w:t>t</w:t>
      </w:r>
      <w:r w:rsidR="00E5565B">
        <w:rPr>
          <w:rFonts w:eastAsiaTheme="minorHAnsi"/>
          <w:lang w:eastAsia="en-US"/>
        </w:rPr>
        <w:t>.</w:t>
      </w:r>
    </w:p>
    <w:p w14:paraId="453EF096" w14:textId="202BB0B5" w:rsidR="00FC51FD" w:rsidRDefault="00541A5C" w:rsidP="00072B2B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Die </w:t>
      </w:r>
      <w:proofErr w:type="spellStart"/>
      <w:r w:rsidRPr="00541A5C">
        <w:rPr>
          <w:rFonts w:eastAsiaTheme="minorHAnsi"/>
          <w:lang w:eastAsia="en-US"/>
        </w:rPr>
        <w:t>BufferGeometry</w:t>
      </w:r>
      <w:proofErr w:type="spellEnd"/>
      <w:r w:rsidRPr="00541A5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ist eine Sammlung von </w:t>
      </w:r>
      <w:proofErr w:type="spellStart"/>
      <w:r w:rsidRPr="00541A5C">
        <w:rPr>
          <w:rFonts w:eastAsiaTheme="minorHAnsi"/>
          <w:lang w:eastAsia="en-US"/>
        </w:rPr>
        <w:t>Buffer</w:t>
      </w:r>
      <w:r>
        <w:rPr>
          <w:rFonts w:eastAsiaTheme="minorHAnsi"/>
          <w:lang w:eastAsia="en-US"/>
        </w:rPr>
        <w:t>a</w:t>
      </w:r>
      <w:r w:rsidRPr="00541A5C">
        <w:rPr>
          <w:rFonts w:eastAsiaTheme="minorHAnsi"/>
          <w:lang w:eastAsia="en-US"/>
        </w:rPr>
        <w:t>ttribute</w:t>
      </w:r>
      <w:r>
        <w:rPr>
          <w:rFonts w:eastAsiaTheme="minorHAnsi"/>
          <w:lang w:eastAsia="en-US"/>
        </w:rPr>
        <w:t>n</w:t>
      </w:r>
      <w:proofErr w:type="spellEnd"/>
      <w:r w:rsidRPr="00541A5C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 xml:space="preserve">Jedes </w:t>
      </w:r>
      <w:proofErr w:type="spellStart"/>
      <w:r>
        <w:rPr>
          <w:rFonts w:eastAsiaTheme="minorHAnsi"/>
          <w:lang w:eastAsia="en-US"/>
        </w:rPr>
        <w:t>Bufferattribut</w:t>
      </w:r>
      <w:proofErr w:type="spellEnd"/>
      <w:r>
        <w:rPr>
          <w:rFonts w:eastAsiaTheme="minorHAnsi"/>
          <w:lang w:eastAsia="en-US"/>
        </w:rPr>
        <w:t xml:space="preserve"> (</w:t>
      </w:r>
      <w:proofErr w:type="spellStart"/>
      <w:r w:rsidRPr="00541A5C">
        <w:rPr>
          <w:rFonts w:eastAsiaTheme="minorHAnsi"/>
          <w:lang w:eastAsia="en-US"/>
        </w:rPr>
        <w:t>BufferAttribute</w:t>
      </w:r>
      <w:proofErr w:type="spellEnd"/>
      <w:r>
        <w:rPr>
          <w:rFonts w:eastAsiaTheme="minorHAnsi"/>
          <w:lang w:eastAsia="en-US"/>
        </w:rPr>
        <w:t>)</w:t>
      </w:r>
      <w:r w:rsidRPr="00541A5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entspricht einem Array eines wesentlichen Darstellungstypen</w:t>
      </w:r>
      <w:r w:rsidR="00B80054">
        <w:rPr>
          <w:rFonts w:eastAsiaTheme="minorHAnsi"/>
          <w:lang w:eastAsia="en-US"/>
        </w:rPr>
        <w:t xml:space="preserve"> (horizontal)</w:t>
      </w:r>
      <w:r>
        <w:rPr>
          <w:rFonts w:eastAsiaTheme="minorHAnsi"/>
          <w:lang w:eastAsia="en-US"/>
        </w:rPr>
        <w:t xml:space="preserve">: </w:t>
      </w:r>
    </w:p>
    <w:p w14:paraId="069EB063" w14:textId="77777777" w:rsidR="00FC51FD" w:rsidRDefault="00541A5C" w:rsidP="00FC51FD">
      <w:pPr>
        <w:pStyle w:val="Listenabsatz"/>
        <w:numPr>
          <w:ilvl w:val="0"/>
          <w:numId w:val="20"/>
        </w:numPr>
        <w:spacing w:after="240"/>
        <w:rPr>
          <w:rFonts w:eastAsiaTheme="minorHAnsi"/>
          <w:lang w:eastAsia="en-US"/>
        </w:rPr>
      </w:pPr>
      <w:r w:rsidRPr="00FC51FD">
        <w:rPr>
          <w:rFonts w:eastAsiaTheme="minorHAnsi"/>
          <w:lang w:eastAsia="en-US"/>
        </w:rPr>
        <w:t>Positionen (der Punkte)</w:t>
      </w:r>
    </w:p>
    <w:p w14:paraId="67DC066B" w14:textId="77777777" w:rsidR="00FC51FD" w:rsidRDefault="00541A5C" w:rsidP="00FC51FD">
      <w:pPr>
        <w:pStyle w:val="Listenabsatz"/>
        <w:numPr>
          <w:ilvl w:val="0"/>
          <w:numId w:val="20"/>
        </w:numPr>
        <w:spacing w:after="240"/>
        <w:rPr>
          <w:rFonts w:eastAsiaTheme="minorHAnsi"/>
          <w:lang w:eastAsia="en-US"/>
        </w:rPr>
      </w:pPr>
      <w:r w:rsidRPr="00FC51FD">
        <w:rPr>
          <w:rFonts w:eastAsiaTheme="minorHAnsi"/>
          <w:lang w:eastAsia="en-US"/>
        </w:rPr>
        <w:t>Normalen dazu</w:t>
      </w:r>
    </w:p>
    <w:p w14:paraId="3729C7B8" w14:textId="77777777" w:rsidR="00FC51FD" w:rsidRDefault="00FE5F5E" w:rsidP="00FC51FD">
      <w:pPr>
        <w:pStyle w:val="Listenabsatz"/>
        <w:numPr>
          <w:ilvl w:val="0"/>
          <w:numId w:val="20"/>
        </w:numPr>
        <w:spacing w:after="240"/>
        <w:rPr>
          <w:rFonts w:eastAsiaTheme="minorHAnsi"/>
          <w:lang w:eastAsia="en-US"/>
        </w:rPr>
      </w:pPr>
      <w:r w:rsidRPr="00FC51FD">
        <w:rPr>
          <w:rFonts w:eastAsiaTheme="minorHAnsi"/>
          <w:lang w:eastAsia="en-US"/>
        </w:rPr>
        <w:t>F</w:t>
      </w:r>
      <w:r w:rsidR="00541A5C" w:rsidRPr="00FC51FD">
        <w:rPr>
          <w:rFonts w:eastAsiaTheme="minorHAnsi"/>
          <w:lang w:eastAsia="en-US"/>
        </w:rPr>
        <w:t>arben</w:t>
      </w:r>
    </w:p>
    <w:p w14:paraId="0A15EC9B" w14:textId="0E41CFA1" w:rsidR="00FC51FD" w:rsidRPr="00FC51FD" w:rsidRDefault="00541A5C" w:rsidP="00FC51FD">
      <w:pPr>
        <w:pStyle w:val="Listenabsatz"/>
        <w:numPr>
          <w:ilvl w:val="0"/>
          <w:numId w:val="20"/>
        </w:numPr>
        <w:spacing w:after="240"/>
        <w:rPr>
          <w:rFonts w:eastAsiaTheme="minorHAnsi"/>
          <w:lang w:eastAsia="en-US"/>
        </w:rPr>
      </w:pPr>
      <w:r w:rsidRPr="00FC51FD">
        <w:rPr>
          <w:rFonts w:eastAsiaTheme="minorHAnsi"/>
          <w:lang w:eastAsia="en-US"/>
        </w:rPr>
        <w:t>UV</w:t>
      </w:r>
    </w:p>
    <w:p w14:paraId="2C2DBA31" w14:textId="577DB6A5" w:rsidR="005261C5" w:rsidRPr="00FC51FD" w:rsidRDefault="00541A5C" w:rsidP="00FC51FD">
      <w:pPr>
        <w:spacing w:after="240"/>
        <w:rPr>
          <w:rFonts w:eastAsiaTheme="minorHAnsi"/>
          <w:lang w:eastAsia="en-US"/>
        </w:rPr>
      </w:pPr>
      <w:r w:rsidRPr="00FC51FD">
        <w:rPr>
          <w:rFonts w:eastAsiaTheme="minorHAnsi"/>
          <w:lang w:eastAsia="en-US"/>
        </w:rPr>
        <w:t xml:space="preserve">Jeder Punkt wird durch </w:t>
      </w:r>
      <w:r w:rsidR="005A1E8E">
        <w:rPr>
          <w:rFonts w:eastAsiaTheme="minorHAnsi"/>
          <w:lang w:eastAsia="en-US"/>
        </w:rPr>
        <w:t xml:space="preserve">eine Spalte in diesem Zweidimensionalen </w:t>
      </w:r>
      <w:r w:rsidRPr="00FC51FD">
        <w:rPr>
          <w:rFonts w:eastAsiaTheme="minorHAnsi"/>
          <w:lang w:eastAsia="en-US"/>
        </w:rPr>
        <w:t>Array repräsentiert</w:t>
      </w:r>
      <w:r w:rsidR="008C53E8" w:rsidRPr="00FC51FD">
        <w:rPr>
          <w:rFonts w:eastAsiaTheme="minorHAnsi"/>
          <w:lang w:eastAsia="en-US"/>
        </w:rPr>
        <w:t xml:space="preserve"> (siehe unten)</w:t>
      </w:r>
      <w:r w:rsidRPr="00FC51FD">
        <w:rPr>
          <w:rFonts w:eastAsiaTheme="minorHAnsi"/>
          <w:lang w:eastAsia="en-US"/>
        </w:rPr>
        <w:t>.</w:t>
      </w:r>
      <w:r w:rsidR="000C75E2" w:rsidRPr="00FC51FD">
        <w:rPr>
          <w:rFonts w:eastAsiaTheme="minorHAnsi"/>
          <w:lang w:eastAsia="en-US"/>
        </w:rPr>
        <w:t xml:space="preserve"> </w:t>
      </w:r>
      <w:r w:rsidR="00654C4E" w:rsidRPr="00FC51FD">
        <w:rPr>
          <w:rFonts w:eastAsiaTheme="minorHAnsi"/>
          <w:lang w:eastAsia="en-US"/>
        </w:rPr>
        <w:t xml:space="preserve">Die Normale ist ein Vektor, der orthogonal </w:t>
      </w:r>
      <w:r w:rsidR="00D73023" w:rsidRPr="00FC51FD">
        <w:rPr>
          <w:rFonts w:eastAsiaTheme="minorHAnsi"/>
          <w:lang w:eastAsia="en-US"/>
        </w:rPr>
        <w:t xml:space="preserve">zu dem Positions-Vektor </w:t>
      </w:r>
      <w:r w:rsidR="00654C4E" w:rsidRPr="00FC51FD">
        <w:rPr>
          <w:rFonts w:eastAsiaTheme="minorHAnsi"/>
          <w:lang w:eastAsia="en-US"/>
        </w:rPr>
        <w:t>steht.</w:t>
      </w:r>
      <w:r w:rsidR="00F45158" w:rsidRPr="00FC51FD">
        <w:rPr>
          <w:rFonts w:eastAsiaTheme="minorHAnsi"/>
          <w:lang w:eastAsia="en-US"/>
        </w:rPr>
        <w:t xml:space="preserve"> Im Farbwert ist die Farbinformation gespeichert. </w:t>
      </w:r>
    </w:p>
    <w:p w14:paraId="18F6AE8D" w14:textId="4B2BCC46" w:rsidR="00A53122" w:rsidRDefault="00E44BAC" w:rsidP="00F80F10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Mit </w:t>
      </w:r>
      <w:r w:rsidR="00F80F10" w:rsidRPr="00F80F10">
        <w:rPr>
          <w:rFonts w:eastAsiaTheme="minorHAnsi"/>
          <w:lang w:eastAsia="en-US"/>
        </w:rPr>
        <w:t>UV</w:t>
      </w:r>
      <w:r>
        <w:rPr>
          <w:rFonts w:eastAsiaTheme="minorHAnsi"/>
          <w:lang w:eastAsia="en-US"/>
        </w:rPr>
        <w:t xml:space="preserve"> </w:t>
      </w:r>
      <w:r w:rsidR="00DD161B">
        <w:rPr>
          <w:rFonts w:eastAsiaTheme="minorHAnsi"/>
          <w:lang w:eastAsia="en-US"/>
        </w:rPr>
        <w:t xml:space="preserve">wird die </w:t>
      </w:r>
      <w:r w:rsidR="00F80F10" w:rsidRPr="00F80F10">
        <w:rPr>
          <w:rFonts w:eastAsiaTheme="minorHAnsi"/>
          <w:lang w:eastAsia="en-US"/>
        </w:rPr>
        <w:t>Textur</w:t>
      </w:r>
      <w:r w:rsidR="00DD161B">
        <w:rPr>
          <w:rFonts w:eastAsiaTheme="minorHAnsi"/>
          <w:lang w:eastAsia="en-US"/>
        </w:rPr>
        <w:t xml:space="preserve"> an die Geometrie angebunden, sie beschreiben </w:t>
      </w:r>
      <w:r w:rsidR="00F80F10" w:rsidRPr="00F80F10">
        <w:rPr>
          <w:rFonts w:eastAsiaTheme="minorHAnsi"/>
          <w:lang w:eastAsia="en-US"/>
        </w:rPr>
        <w:t xml:space="preserve">die Texturkoordinaten. </w:t>
      </w:r>
      <w:r w:rsidR="0006299F">
        <w:rPr>
          <w:rFonts w:eastAsiaTheme="minorHAnsi"/>
          <w:lang w:eastAsia="en-US"/>
        </w:rPr>
        <w:t xml:space="preserve">Dabei sind </w:t>
      </w:r>
      <w:r w:rsidR="00F80F10" w:rsidRPr="00F80F10">
        <w:rPr>
          <w:rFonts w:eastAsiaTheme="minorHAnsi"/>
          <w:lang w:eastAsia="en-US"/>
        </w:rPr>
        <w:t xml:space="preserve">u und v </w:t>
      </w:r>
      <w:r w:rsidR="0006299F">
        <w:rPr>
          <w:rFonts w:eastAsiaTheme="minorHAnsi"/>
          <w:lang w:eastAsia="en-US"/>
        </w:rPr>
        <w:t xml:space="preserve">willkürlich </w:t>
      </w:r>
      <w:r w:rsidR="00F80F10" w:rsidRPr="00F80F10">
        <w:rPr>
          <w:rFonts w:eastAsiaTheme="minorHAnsi"/>
          <w:lang w:eastAsia="en-US"/>
        </w:rPr>
        <w:t xml:space="preserve">gewählt und </w:t>
      </w:r>
      <w:r w:rsidR="00292E9B">
        <w:rPr>
          <w:rFonts w:eastAsiaTheme="minorHAnsi"/>
          <w:lang w:eastAsia="en-US"/>
        </w:rPr>
        <w:t>sind keine Abkürzung</w:t>
      </w:r>
      <w:r w:rsidR="00F80F10" w:rsidRPr="00F80F10">
        <w:rPr>
          <w:rFonts w:eastAsiaTheme="minorHAnsi"/>
          <w:lang w:eastAsia="en-US"/>
        </w:rPr>
        <w:t xml:space="preserve">. Jeder Punkt des Polygonobjektes bekommt dabei eine eindeutige Texturposition. </w:t>
      </w:r>
      <w:r w:rsidR="009A2AF7">
        <w:rPr>
          <w:rFonts w:eastAsiaTheme="minorHAnsi"/>
          <w:lang w:eastAsia="en-US"/>
        </w:rPr>
        <w:t xml:space="preserve">Mit dem </w:t>
      </w:r>
      <w:r w:rsidR="00F80F10" w:rsidRPr="00F80F10">
        <w:rPr>
          <w:rFonts w:eastAsiaTheme="minorHAnsi"/>
          <w:lang w:eastAsia="en-US"/>
        </w:rPr>
        <w:t>UV-</w:t>
      </w:r>
      <w:r w:rsidR="009A2AF7">
        <w:rPr>
          <w:rFonts w:eastAsiaTheme="minorHAnsi"/>
          <w:lang w:eastAsia="en-US"/>
        </w:rPr>
        <w:t xml:space="preserve">System kann der </w:t>
      </w:r>
      <w:r w:rsidR="00F80F10" w:rsidRPr="00F80F10">
        <w:rPr>
          <w:rFonts w:eastAsiaTheme="minorHAnsi"/>
          <w:lang w:eastAsia="en-US"/>
        </w:rPr>
        <w:t>Anwender</w:t>
      </w:r>
      <w:r w:rsidR="009A2AF7">
        <w:rPr>
          <w:rFonts w:eastAsiaTheme="minorHAnsi"/>
          <w:lang w:eastAsia="en-US"/>
        </w:rPr>
        <w:t xml:space="preserve"> ein Bild für die Textur einer Geometrie verwenden</w:t>
      </w:r>
      <w:r w:rsidR="00EE4FBF">
        <w:rPr>
          <w:rFonts w:eastAsiaTheme="minorHAnsi"/>
          <w:lang w:eastAsia="en-US"/>
        </w:rPr>
        <w:t xml:space="preserve"> (dazu später mehr)</w:t>
      </w:r>
      <w:r w:rsidR="00D34A03">
        <w:rPr>
          <w:rFonts w:eastAsiaTheme="minorHAnsi"/>
          <w:noProof/>
          <w:lang w:eastAsia="en-US"/>
        </w:rPr>
        <w:drawing>
          <wp:anchor distT="0" distB="0" distL="114300" distR="114300" simplePos="0" relativeHeight="251668480" behindDoc="0" locked="0" layoutInCell="1" allowOverlap="1" wp14:anchorId="0C7AB4E5" wp14:editId="333104E3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4066540" cy="2301240"/>
            <wp:effectExtent l="0" t="0" r="0" b="381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6540" cy="2301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0D7B">
        <w:rPr>
          <w:rFonts w:eastAsiaTheme="minorHAnsi"/>
          <w:lang w:eastAsia="en-US"/>
        </w:rPr>
        <w:t xml:space="preserve">. </w:t>
      </w:r>
    </w:p>
    <w:p w14:paraId="1B0CC53E" w14:textId="3727E5FE" w:rsidR="00F0124E" w:rsidRDefault="00F0124E" w:rsidP="00F80F10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Jeweils drei aufeinanderfolgende </w:t>
      </w:r>
      <w:r w:rsidR="00AC169E">
        <w:rPr>
          <w:rFonts w:eastAsiaTheme="minorHAnsi"/>
          <w:lang w:eastAsia="en-US"/>
        </w:rPr>
        <w:t xml:space="preserve">Vertices </w:t>
      </w:r>
      <w:r>
        <w:rPr>
          <w:rFonts w:eastAsiaTheme="minorHAnsi"/>
          <w:lang w:eastAsia="en-US"/>
        </w:rPr>
        <w:t xml:space="preserve">bilden dann </w:t>
      </w:r>
      <w:proofErr w:type="gramStart"/>
      <w:r>
        <w:rPr>
          <w:rFonts w:eastAsiaTheme="minorHAnsi"/>
          <w:lang w:eastAsia="en-US"/>
        </w:rPr>
        <w:t>ein Face</w:t>
      </w:r>
      <w:proofErr w:type="gramEnd"/>
      <w:r>
        <w:rPr>
          <w:rFonts w:eastAsiaTheme="minorHAnsi"/>
          <w:lang w:eastAsia="en-US"/>
        </w:rPr>
        <w:t xml:space="preserve"> (eine Dreiecksfläche).</w:t>
      </w:r>
    </w:p>
    <w:p w14:paraId="10AF0F21" w14:textId="77777777" w:rsidR="00436E21" w:rsidRDefault="00436E21" w:rsidP="00F80F10">
      <w:pPr>
        <w:spacing w:after="240"/>
        <w:rPr>
          <w:rFonts w:eastAsiaTheme="minorHAnsi"/>
          <w:lang w:eastAsia="en-US"/>
        </w:rPr>
      </w:pPr>
    </w:p>
    <w:p w14:paraId="7D8E7D51" w14:textId="1B5C56C3" w:rsidR="00900F3C" w:rsidRDefault="00900F3C" w:rsidP="00F80F10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Starten wir mit der zur Verfügung gestellten Datei </w:t>
      </w:r>
    </w:p>
    <w:p w14:paraId="5574611C" w14:textId="3663605C" w:rsidR="00AE6481" w:rsidRDefault="00AE6481" w:rsidP="00AE6481">
      <w:pPr>
        <w:jc w:val="center"/>
        <w:rPr>
          <w:rFonts w:eastAsiaTheme="minorHAnsi"/>
          <w:lang w:eastAsia="en-US"/>
        </w:rPr>
      </w:pPr>
      <w:r w:rsidRPr="001076C5">
        <w:rPr>
          <w:rFonts w:eastAsiaTheme="minorHAnsi"/>
          <w:bdr w:val="single" w:sz="4" w:space="0" w:color="auto" w:shadow="1"/>
          <w:shd w:val="clear" w:color="auto" w:fill="FFFFCC"/>
          <w:lang w:eastAsia="en-US"/>
        </w:rPr>
        <w:t>L</w:t>
      </w:r>
      <w:r>
        <w:rPr>
          <w:rFonts w:eastAsiaTheme="minorHAnsi"/>
          <w:bdr w:val="single" w:sz="4" w:space="0" w:color="auto" w:shadow="1"/>
          <w:shd w:val="clear" w:color="auto" w:fill="FFFFCC"/>
          <w:lang w:eastAsia="en-US"/>
        </w:rPr>
        <w:t>3-</w:t>
      </w:r>
      <w:r w:rsidRPr="001076C5">
        <w:rPr>
          <w:rFonts w:eastAsiaTheme="minorHAnsi"/>
          <w:bdr w:val="single" w:sz="4" w:space="0" w:color="auto" w:shadow="1"/>
          <w:shd w:val="clear" w:color="auto" w:fill="FFFFCC"/>
          <w:lang w:eastAsia="en-US"/>
        </w:rPr>
        <w:t>1_</w:t>
      </w:r>
      <w:r>
        <w:rPr>
          <w:rFonts w:eastAsiaTheme="minorHAnsi"/>
          <w:bdr w:val="single" w:sz="4" w:space="0" w:color="auto" w:shadow="1"/>
          <w:shd w:val="clear" w:color="auto" w:fill="FFFFCC"/>
          <w:lang w:eastAsia="en-US"/>
        </w:rPr>
        <w:t>Geometrie-erstellen</w:t>
      </w:r>
      <w:r w:rsidRPr="001076C5">
        <w:rPr>
          <w:rFonts w:eastAsiaTheme="minorHAnsi"/>
          <w:bdr w:val="single" w:sz="4" w:space="0" w:color="auto" w:shadow="1"/>
          <w:shd w:val="clear" w:color="auto" w:fill="FFFFCC"/>
          <w:lang w:eastAsia="en-US"/>
        </w:rPr>
        <w:t>.html</w:t>
      </w:r>
    </w:p>
    <w:p w14:paraId="40793B07" w14:textId="2D20AA4A" w:rsidR="00900F3C" w:rsidRDefault="007339CD" w:rsidP="00F80F10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(Alternativ können Sie aber auch mit einer der bisherigen Dateien starten, z.B. L2-3_Materialien.html, und dort alle Geometrien, Materialien und GUI-Control-Einträge löschen).</w:t>
      </w:r>
    </w:p>
    <w:p w14:paraId="419B247B" w14:textId="0FAB9D66" w:rsidR="003A0BB3" w:rsidRDefault="003A0BB3" w:rsidP="00F80F10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Wir wollen einen Tetraeder erstellen, </w:t>
      </w:r>
      <w:r w:rsidR="006913A8">
        <w:rPr>
          <w:rFonts w:eastAsiaTheme="minorHAnsi"/>
          <w:lang w:eastAsia="en-US"/>
        </w:rPr>
        <w:t xml:space="preserve">also </w:t>
      </w:r>
      <w:r>
        <w:rPr>
          <w:rFonts w:eastAsiaTheme="minorHAnsi"/>
          <w:lang w:eastAsia="en-US"/>
        </w:rPr>
        <w:t xml:space="preserve">brauchen wir </w:t>
      </w:r>
      <w:r w:rsidR="006913A8">
        <w:rPr>
          <w:rFonts w:eastAsiaTheme="minorHAnsi"/>
          <w:lang w:eastAsia="en-US"/>
        </w:rPr>
        <w:t xml:space="preserve">dazu </w:t>
      </w:r>
      <w:r>
        <w:rPr>
          <w:rFonts w:eastAsiaTheme="minorHAnsi"/>
          <w:lang w:eastAsia="en-US"/>
        </w:rPr>
        <w:t>zunächst 4 Punkte (</w:t>
      </w:r>
      <w:proofErr w:type="spellStart"/>
      <w:r>
        <w:rPr>
          <w:rFonts w:eastAsiaTheme="minorHAnsi"/>
          <w:lang w:eastAsia="en-US"/>
        </w:rPr>
        <w:t>vertices</w:t>
      </w:r>
      <w:proofErr w:type="spellEnd"/>
      <w:r>
        <w:rPr>
          <w:rFonts w:eastAsiaTheme="minorHAnsi"/>
          <w:lang w:eastAsia="en-US"/>
        </w:rPr>
        <w:t>).</w:t>
      </w:r>
      <w:r w:rsidR="00D1459C">
        <w:rPr>
          <w:rFonts w:eastAsiaTheme="minorHAnsi"/>
          <w:lang w:eastAsia="en-US"/>
        </w:rPr>
        <w:t xml:space="preserve"> Damit haben wir einen noch überschaubaren Körper, auch wenn </w:t>
      </w:r>
      <w:r w:rsidR="000E07C5">
        <w:rPr>
          <w:rFonts w:eastAsiaTheme="minorHAnsi"/>
          <w:lang w:eastAsia="en-US"/>
        </w:rPr>
        <w:t>später die Oberflächen praktische Szenarien</w:t>
      </w:r>
      <w:r w:rsidR="00D1459C">
        <w:rPr>
          <w:rFonts w:eastAsiaTheme="minorHAnsi"/>
          <w:lang w:eastAsia="en-US"/>
        </w:rPr>
        <w:t xml:space="preserve">– insbesondere, wenn sie gekrümmt sind – aus vielen Hundert, eher Tausenden </w:t>
      </w:r>
      <w:r w:rsidR="00A617AF">
        <w:rPr>
          <w:rFonts w:eastAsiaTheme="minorHAnsi"/>
          <w:lang w:eastAsia="en-US"/>
        </w:rPr>
        <w:t xml:space="preserve">Faces </w:t>
      </w:r>
      <w:r w:rsidR="00D1459C">
        <w:rPr>
          <w:rFonts w:eastAsiaTheme="minorHAnsi"/>
          <w:lang w:eastAsia="en-US"/>
        </w:rPr>
        <w:t>bestehen.</w:t>
      </w:r>
      <w:r w:rsidR="00C50A73">
        <w:rPr>
          <w:rFonts w:eastAsiaTheme="minorHAnsi"/>
          <w:lang w:eastAsia="en-US"/>
        </w:rPr>
        <w:t xml:space="preserve"> Unsere 4 Punkte A, B, C und D:</w:t>
      </w:r>
    </w:p>
    <w:p w14:paraId="5A7547FA" w14:textId="6F97E2CF" w:rsidR="007F0811" w:rsidRPr="007F0811" w:rsidRDefault="007F0811" w:rsidP="007F0811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lastRenderedPageBreak/>
        <w:t xml:space="preserve">   </w:t>
      </w:r>
      <w:proofErr w:type="spellStart"/>
      <w:r w:rsidRPr="007F0811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Pr="007F0811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Pr="007F0811">
        <w:rPr>
          <w:rFonts w:ascii="Consolas" w:hAnsi="Consolas"/>
          <w:b/>
          <w:color w:val="000000" w:themeColor="text1"/>
          <w:sz w:val="20"/>
          <w:szCs w:val="20"/>
        </w:rPr>
        <w:t>pA</w:t>
      </w:r>
      <w:proofErr w:type="spellEnd"/>
      <w:r w:rsidRPr="007F0811">
        <w:rPr>
          <w:rFonts w:ascii="Consolas" w:hAnsi="Consolas"/>
          <w:b/>
          <w:color w:val="000000" w:themeColor="text1"/>
          <w:sz w:val="20"/>
          <w:szCs w:val="20"/>
        </w:rPr>
        <w:t xml:space="preserve"> = [-1, -1, -1];</w:t>
      </w:r>
    </w:p>
    <w:p w14:paraId="605735CF" w14:textId="7E29795B" w:rsidR="007F0811" w:rsidRPr="007F0811" w:rsidRDefault="007F0811" w:rsidP="007F0811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Pr="007F0811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Pr="007F0811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Pr="007F0811">
        <w:rPr>
          <w:rFonts w:ascii="Consolas" w:hAnsi="Consolas"/>
          <w:b/>
          <w:color w:val="000000" w:themeColor="text1"/>
          <w:sz w:val="20"/>
          <w:szCs w:val="20"/>
        </w:rPr>
        <w:t>pB</w:t>
      </w:r>
      <w:proofErr w:type="spellEnd"/>
      <w:r w:rsidRPr="007F0811">
        <w:rPr>
          <w:rFonts w:ascii="Consolas" w:hAnsi="Consolas"/>
          <w:b/>
          <w:color w:val="000000" w:themeColor="text1"/>
          <w:sz w:val="20"/>
          <w:szCs w:val="20"/>
        </w:rPr>
        <w:t xml:space="preserve"> = [1, -1, 1];</w:t>
      </w:r>
    </w:p>
    <w:p w14:paraId="0CB826EF" w14:textId="554EAA35" w:rsidR="007F0811" w:rsidRPr="007F0811" w:rsidRDefault="007F0811" w:rsidP="007F0811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Pr="007F0811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Pr="007F0811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Pr="007F0811">
        <w:rPr>
          <w:rFonts w:ascii="Consolas" w:hAnsi="Consolas"/>
          <w:b/>
          <w:color w:val="000000" w:themeColor="text1"/>
          <w:sz w:val="20"/>
          <w:szCs w:val="20"/>
        </w:rPr>
        <w:t>pC</w:t>
      </w:r>
      <w:proofErr w:type="spellEnd"/>
      <w:r w:rsidRPr="007F0811">
        <w:rPr>
          <w:rFonts w:ascii="Consolas" w:hAnsi="Consolas"/>
          <w:b/>
          <w:color w:val="000000" w:themeColor="text1"/>
          <w:sz w:val="20"/>
          <w:szCs w:val="20"/>
        </w:rPr>
        <w:t xml:space="preserve"> = [-1, 1, 1];</w:t>
      </w:r>
    </w:p>
    <w:p w14:paraId="105881FA" w14:textId="011DDDBE" w:rsidR="001C5D17" w:rsidRPr="00655D6F" w:rsidRDefault="007F0811" w:rsidP="007F0811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Pr="007F0811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Pr="007F0811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Pr="007F0811">
        <w:rPr>
          <w:rFonts w:ascii="Consolas" w:hAnsi="Consolas"/>
          <w:b/>
          <w:color w:val="000000" w:themeColor="text1"/>
          <w:sz w:val="20"/>
          <w:szCs w:val="20"/>
        </w:rPr>
        <w:t>pD</w:t>
      </w:r>
      <w:proofErr w:type="spellEnd"/>
      <w:r w:rsidRPr="007F0811">
        <w:rPr>
          <w:rFonts w:ascii="Consolas" w:hAnsi="Consolas"/>
          <w:b/>
          <w:color w:val="000000" w:themeColor="text1"/>
          <w:sz w:val="20"/>
          <w:szCs w:val="20"/>
        </w:rPr>
        <w:t xml:space="preserve"> = [1, 1, -1];</w:t>
      </w:r>
    </w:p>
    <w:p w14:paraId="2E7F08DF" w14:textId="77777777" w:rsidR="001C5D17" w:rsidRPr="00655D6F" w:rsidRDefault="001C5D17" w:rsidP="001C5D17">
      <w:pPr>
        <w:shd w:val="clear" w:color="auto" w:fill="FFFFFF"/>
        <w:spacing w:after="0" w:line="285" w:lineRule="atLeast"/>
        <w:rPr>
          <w:rFonts w:ascii="Consolas" w:hAnsi="Consolas"/>
          <w:color w:val="000000"/>
          <w:sz w:val="21"/>
          <w:szCs w:val="21"/>
        </w:rPr>
      </w:pPr>
    </w:p>
    <w:p w14:paraId="027AAC1C" w14:textId="113FAEDE" w:rsidR="008C755A" w:rsidRDefault="00B7426C" w:rsidP="00F80F10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Um die Daten zeilenweise in die </w:t>
      </w:r>
      <w:proofErr w:type="spellStart"/>
      <w:r>
        <w:rPr>
          <w:rFonts w:eastAsiaTheme="minorHAnsi"/>
          <w:lang w:eastAsia="en-US"/>
        </w:rPr>
        <w:t>BufferGeometry</w:t>
      </w:r>
      <w:proofErr w:type="spellEnd"/>
      <w:r>
        <w:rPr>
          <w:rFonts w:eastAsiaTheme="minorHAnsi"/>
          <w:lang w:eastAsia="en-US"/>
        </w:rPr>
        <w:t xml:space="preserve"> zu übertragen, definieren wir </w:t>
      </w:r>
      <w:r w:rsidR="00680924">
        <w:rPr>
          <w:rFonts w:eastAsiaTheme="minorHAnsi"/>
          <w:lang w:eastAsia="en-US"/>
        </w:rPr>
        <w:t xml:space="preserve">3 Arrays, die wir mit den Daten füllen und diese wiederum übertragen wir in die </w:t>
      </w:r>
      <w:proofErr w:type="spellStart"/>
      <w:r w:rsidR="00680924">
        <w:rPr>
          <w:rFonts w:eastAsiaTheme="minorHAnsi"/>
          <w:lang w:eastAsia="en-US"/>
        </w:rPr>
        <w:t>BufferGeometry</w:t>
      </w:r>
      <w:proofErr w:type="spellEnd"/>
      <w:r w:rsidR="00680924">
        <w:rPr>
          <w:rFonts w:eastAsiaTheme="minorHAnsi"/>
          <w:lang w:eastAsia="en-US"/>
        </w:rPr>
        <w:t>.</w:t>
      </w:r>
    </w:p>
    <w:p w14:paraId="28FA8F7F" w14:textId="78B2F72E" w:rsidR="00680924" w:rsidRDefault="00E107EF" w:rsidP="00F80F10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Die Struktur ist – sofern man sie per Hand eingibt – etwas unübersichtlich, allerdings lassen sich die Daten auch gut berechnen.</w:t>
      </w:r>
      <w:r w:rsidR="002F2CBD">
        <w:rPr>
          <w:rFonts w:eastAsiaTheme="minorHAnsi"/>
          <w:lang w:eastAsia="en-US"/>
        </w:rPr>
        <w:t xml:space="preserve"> </w:t>
      </w:r>
      <w:r w:rsidR="00480D29">
        <w:rPr>
          <w:rFonts w:eastAsiaTheme="minorHAnsi"/>
          <w:lang w:eastAsia="en-US"/>
        </w:rPr>
        <w:t>Zuerst kommen die Flächen.</w:t>
      </w:r>
      <w:r w:rsidR="002F2CBD">
        <w:rPr>
          <w:rFonts w:eastAsiaTheme="minorHAnsi"/>
          <w:lang w:eastAsia="en-US"/>
        </w:rPr>
        <w:t xml:space="preserve"> Wie oben gezeigt, bauen wir aus den 4 Punkten das Array „Positionen“ – also die erste Zeile der obigen Darstellung – zusammen. </w:t>
      </w:r>
    </w:p>
    <w:p w14:paraId="5D5ED811" w14:textId="6F0AD5FD" w:rsidR="00B47440" w:rsidRPr="00B47440" w:rsidRDefault="00B47440" w:rsidP="00B47440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proofErr w:type="spellStart"/>
      <w:r w:rsidRPr="00B47440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Pr="00B47440">
        <w:rPr>
          <w:rFonts w:ascii="Consolas" w:hAnsi="Consolas"/>
          <w:b/>
          <w:color w:val="000000" w:themeColor="text1"/>
          <w:sz w:val="20"/>
          <w:szCs w:val="20"/>
        </w:rPr>
        <w:t>vertices</w:t>
      </w:r>
      <w:proofErr w:type="spellEnd"/>
      <w:r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 = </w:t>
      </w:r>
      <w:proofErr w:type="spellStart"/>
      <w:r w:rsidRPr="00B47440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 Float32</w:t>
      </w:r>
      <w:proofErr w:type="gramStart"/>
      <w:r w:rsidRPr="00B47440">
        <w:rPr>
          <w:rFonts w:ascii="Consolas" w:hAnsi="Consolas"/>
          <w:b/>
          <w:color w:val="000000" w:themeColor="text1"/>
          <w:sz w:val="20"/>
          <w:szCs w:val="20"/>
        </w:rPr>
        <w:t>Array(</w:t>
      </w:r>
      <w:proofErr w:type="gramEnd"/>
      <w:r w:rsidRPr="00B47440">
        <w:rPr>
          <w:rFonts w:ascii="Consolas" w:hAnsi="Consolas"/>
          <w:b/>
          <w:color w:val="000000" w:themeColor="text1"/>
          <w:sz w:val="20"/>
          <w:szCs w:val="20"/>
        </w:rPr>
        <w:t>[</w:t>
      </w:r>
    </w:p>
    <w:p w14:paraId="1A93F9F7" w14:textId="7A87B54A" w:rsidR="00B47440" w:rsidRPr="00B47440" w:rsidRDefault="0001111E" w:rsidP="00B47440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//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side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 (S1):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pA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pB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pC</w:t>
      </w:r>
      <w:proofErr w:type="spellEnd"/>
    </w:p>
    <w:p w14:paraId="39E940E3" w14:textId="0DB7F49D" w:rsidR="00B47440" w:rsidRPr="00B47440" w:rsidRDefault="0001111E" w:rsidP="00B47440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proofErr w:type="gram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pA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[</w:t>
      </w:r>
      <w:proofErr w:type="gram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0],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pA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[1],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pA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[2],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pB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[0],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pB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[1],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pB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[2],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pC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[0],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pC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[1],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pC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[2],</w:t>
      </w:r>
    </w:p>
    <w:p w14:paraId="446B1B3B" w14:textId="53BC06AB" w:rsidR="00B47440" w:rsidRPr="00B47440" w:rsidRDefault="0001111E" w:rsidP="00B47440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//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side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 (S2):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pB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pD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pC</w:t>
      </w:r>
      <w:proofErr w:type="spellEnd"/>
    </w:p>
    <w:p w14:paraId="5C008D4F" w14:textId="25259D91" w:rsidR="00B47440" w:rsidRPr="00B47440" w:rsidRDefault="0001111E" w:rsidP="00B47440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proofErr w:type="gram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pB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[</w:t>
      </w:r>
      <w:proofErr w:type="gram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0],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pB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[1],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pB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[2],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pD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[0],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pD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[1],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pD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[2],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pC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[0],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pC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[1],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pC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[2],</w:t>
      </w:r>
    </w:p>
    <w:p w14:paraId="1C39F89A" w14:textId="3738151E" w:rsidR="00B47440" w:rsidRPr="00B47440" w:rsidRDefault="0001111E" w:rsidP="00B47440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//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side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 (S4):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pB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pA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pD</w:t>
      </w:r>
      <w:proofErr w:type="spellEnd"/>
    </w:p>
    <w:p w14:paraId="7702EACF" w14:textId="1014A46D" w:rsidR="00B47440" w:rsidRPr="00B47440" w:rsidRDefault="0001111E" w:rsidP="00B47440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proofErr w:type="gram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pB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[</w:t>
      </w:r>
      <w:proofErr w:type="gram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0],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pB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[1],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pB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[2],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pA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[0],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pA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[1],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pA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[2],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pD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[0],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pD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[1],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pD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[2],</w:t>
      </w:r>
    </w:p>
    <w:p w14:paraId="45F6F040" w14:textId="6405B949" w:rsidR="00B47440" w:rsidRPr="00B47440" w:rsidRDefault="0001111E" w:rsidP="00B47440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//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side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 (S3):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pA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pC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pD</w:t>
      </w:r>
      <w:proofErr w:type="spellEnd"/>
    </w:p>
    <w:p w14:paraId="2D6B9434" w14:textId="519C7EFF" w:rsidR="00B47440" w:rsidRPr="00B47440" w:rsidRDefault="0001111E" w:rsidP="00B47440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proofErr w:type="gram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pA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[</w:t>
      </w:r>
      <w:proofErr w:type="gram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0],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pA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[1],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pA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[2],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pC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[0],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pC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[1],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pC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[2],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pD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[0],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pD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 xml:space="preserve">[1], </w:t>
      </w:r>
      <w:proofErr w:type="spellStart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pD</w:t>
      </w:r>
      <w:proofErr w:type="spellEnd"/>
      <w:r w:rsidR="00B47440" w:rsidRPr="00B47440">
        <w:rPr>
          <w:rFonts w:ascii="Consolas" w:hAnsi="Consolas"/>
          <w:b/>
          <w:color w:val="000000" w:themeColor="text1"/>
          <w:sz w:val="20"/>
          <w:szCs w:val="20"/>
        </w:rPr>
        <w:t>[2],</w:t>
      </w:r>
    </w:p>
    <w:p w14:paraId="71458BCF" w14:textId="2F973213" w:rsidR="00DA1803" w:rsidRPr="00655D6F" w:rsidRDefault="00B47440" w:rsidP="00B47440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B47440">
        <w:rPr>
          <w:rFonts w:ascii="Consolas" w:hAnsi="Consolas"/>
          <w:b/>
          <w:color w:val="000000" w:themeColor="text1"/>
          <w:sz w:val="20"/>
          <w:szCs w:val="20"/>
        </w:rPr>
        <w:t>]);</w:t>
      </w:r>
    </w:p>
    <w:p w14:paraId="1411666F" w14:textId="77777777" w:rsidR="00DA1803" w:rsidRPr="00655D6F" w:rsidRDefault="00DA1803" w:rsidP="00DA1803">
      <w:pPr>
        <w:shd w:val="clear" w:color="auto" w:fill="FFFFFF"/>
        <w:spacing w:after="0" w:line="285" w:lineRule="atLeast"/>
        <w:rPr>
          <w:rFonts w:ascii="Consolas" w:hAnsi="Consolas"/>
          <w:color w:val="000000"/>
          <w:sz w:val="21"/>
          <w:szCs w:val="21"/>
        </w:rPr>
      </w:pPr>
    </w:p>
    <w:p w14:paraId="632950B7" w14:textId="3DC605C5" w:rsidR="000B7027" w:rsidRDefault="005667F1" w:rsidP="00072B2B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noProof/>
          <w:lang w:eastAsia="en-US"/>
        </w:rPr>
        <w:drawing>
          <wp:anchor distT="0" distB="0" distL="114300" distR="114300" simplePos="0" relativeHeight="251669504" behindDoc="0" locked="0" layoutInCell="1" allowOverlap="1" wp14:anchorId="0AD1E046" wp14:editId="09545339">
            <wp:simplePos x="0" y="0"/>
            <wp:positionH relativeFrom="margin">
              <wp:align>right</wp:align>
            </wp:positionH>
            <wp:positionV relativeFrom="paragraph">
              <wp:posOffset>511175</wp:posOffset>
            </wp:positionV>
            <wp:extent cx="2735580" cy="1998980"/>
            <wp:effectExtent l="0" t="0" r="7620" b="1270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1998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A313C">
        <w:rPr>
          <w:rFonts w:eastAsiaTheme="minorHAnsi"/>
          <w:lang w:eastAsia="en-US"/>
        </w:rPr>
        <w:t xml:space="preserve">In der </w:t>
      </w:r>
      <w:r w:rsidR="0004385A">
        <w:rPr>
          <w:rFonts w:eastAsiaTheme="minorHAnsi"/>
          <w:lang w:eastAsia="en-US"/>
        </w:rPr>
        <w:t xml:space="preserve">2. Zeile werden die Normalen hinzugefügt. Die Normalen </w:t>
      </w:r>
      <w:r w:rsidR="001D3369">
        <w:rPr>
          <w:rFonts w:eastAsiaTheme="minorHAnsi"/>
          <w:lang w:eastAsia="en-US"/>
        </w:rPr>
        <w:t xml:space="preserve">sollen </w:t>
      </w:r>
      <w:r w:rsidR="0004385A">
        <w:rPr>
          <w:rFonts w:eastAsiaTheme="minorHAnsi"/>
          <w:lang w:eastAsia="en-US"/>
        </w:rPr>
        <w:t xml:space="preserve">senkrecht auf der </w:t>
      </w:r>
      <w:proofErr w:type="spellStart"/>
      <w:r w:rsidR="0004385A">
        <w:rPr>
          <w:rFonts w:eastAsiaTheme="minorHAnsi"/>
          <w:lang w:eastAsia="en-US"/>
        </w:rPr>
        <w:t>Reflektionsfläche</w:t>
      </w:r>
      <w:proofErr w:type="spellEnd"/>
      <w:r w:rsidR="0004385A">
        <w:rPr>
          <w:rFonts w:eastAsiaTheme="minorHAnsi"/>
          <w:lang w:eastAsia="en-US"/>
        </w:rPr>
        <w:t xml:space="preserve"> </w:t>
      </w:r>
      <w:r w:rsidR="001D3369">
        <w:rPr>
          <w:rFonts w:eastAsiaTheme="minorHAnsi"/>
          <w:lang w:eastAsia="en-US"/>
        </w:rPr>
        <w:t xml:space="preserve">stehen </w:t>
      </w:r>
      <w:r w:rsidR="0004385A">
        <w:rPr>
          <w:rFonts w:eastAsiaTheme="minorHAnsi"/>
          <w:lang w:eastAsia="en-US"/>
        </w:rPr>
        <w:t xml:space="preserve">und geben Höheninformationen für die Reflektion weiter (dazu auch später mehr). </w:t>
      </w:r>
      <w:r w:rsidR="00CE41CB">
        <w:rPr>
          <w:rFonts w:eastAsiaTheme="minorHAnsi"/>
          <w:lang w:eastAsia="en-US"/>
        </w:rPr>
        <w:t xml:space="preserve">Da wir ebene Seiten haben wollen, geben wir für jede Seite den Normalenvektor an (pS1n = </w:t>
      </w:r>
      <w:proofErr w:type="spellStart"/>
      <w:r w:rsidR="00CE41CB">
        <w:rPr>
          <w:rFonts w:eastAsiaTheme="minorHAnsi"/>
          <w:lang w:eastAsia="en-US"/>
        </w:rPr>
        <w:t>point</w:t>
      </w:r>
      <w:proofErr w:type="spellEnd"/>
      <w:r w:rsidR="00CE41CB">
        <w:rPr>
          <w:rFonts w:eastAsiaTheme="minorHAnsi"/>
          <w:lang w:eastAsia="en-US"/>
        </w:rPr>
        <w:t xml:space="preserve"> Side 1 normal).</w:t>
      </w:r>
      <w:r>
        <w:rPr>
          <w:rFonts w:eastAsiaTheme="minorHAnsi"/>
          <w:lang w:eastAsia="en-US"/>
        </w:rPr>
        <w:t xml:space="preserve"> Durch die Anzeige mit Hilfe der </w:t>
      </w:r>
      <w:proofErr w:type="spellStart"/>
      <w:r w:rsidR="00D93587" w:rsidRPr="00D93587">
        <w:rPr>
          <w:rFonts w:eastAsiaTheme="minorHAnsi"/>
          <w:lang w:eastAsia="en-US"/>
        </w:rPr>
        <w:t>VertexNormalsHelper</w:t>
      </w:r>
      <w:proofErr w:type="spellEnd"/>
      <w:r w:rsidR="00D93587">
        <w:rPr>
          <w:rFonts w:eastAsiaTheme="minorHAnsi"/>
          <w:lang w:eastAsia="en-US"/>
        </w:rPr>
        <w:t xml:space="preserve"> kann man die Normalen sichtbar machen</w:t>
      </w:r>
      <w:r w:rsidR="00B46760">
        <w:rPr>
          <w:rFonts w:eastAsiaTheme="minorHAnsi"/>
          <w:lang w:eastAsia="en-US"/>
        </w:rPr>
        <w:t xml:space="preserve"> (siehe rechts).</w:t>
      </w:r>
    </w:p>
    <w:p w14:paraId="0D172483" w14:textId="77777777" w:rsidR="003F7997" w:rsidRPr="003F7997" w:rsidRDefault="00251662" w:rsidP="003F799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="003F7997" w:rsidRPr="003F7997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="003F7997" w:rsidRPr="003F7997">
        <w:rPr>
          <w:rFonts w:ascii="Consolas" w:hAnsi="Consolas"/>
          <w:b/>
          <w:color w:val="000000" w:themeColor="text1"/>
          <w:sz w:val="20"/>
          <w:szCs w:val="20"/>
        </w:rPr>
        <w:t xml:space="preserve"> pS1n = [-1.0, -1.0, 1.0];</w:t>
      </w:r>
    </w:p>
    <w:p w14:paraId="4BE05C54" w14:textId="437D0D3E" w:rsidR="003F7997" w:rsidRPr="003F7997" w:rsidRDefault="003F7997" w:rsidP="003F799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Pr="003F7997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Pr="003F7997">
        <w:rPr>
          <w:rFonts w:ascii="Consolas" w:hAnsi="Consolas"/>
          <w:b/>
          <w:color w:val="000000" w:themeColor="text1"/>
          <w:sz w:val="20"/>
          <w:szCs w:val="20"/>
        </w:rPr>
        <w:t xml:space="preserve"> pS2n = [1.0, 1.0, 1.0];</w:t>
      </w:r>
    </w:p>
    <w:p w14:paraId="7942D8D4" w14:textId="59319BAB" w:rsidR="003F7997" w:rsidRPr="003F7997" w:rsidRDefault="003F7997" w:rsidP="003F799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Pr="003F7997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Pr="003F7997">
        <w:rPr>
          <w:rFonts w:ascii="Consolas" w:hAnsi="Consolas"/>
          <w:b/>
          <w:color w:val="000000" w:themeColor="text1"/>
          <w:sz w:val="20"/>
          <w:szCs w:val="20"/>
        </w:rPr>
        <w:t xml:space="preserve"> pS3n = [1.0, -1.0, -1.0];</w:t>
      </w:r>
    </w:p>
    <w:p w14:paraId="3FBE3D1E" w14:textId="6AD83C1C" w:rsidR="00251662" w:rsidRPr="00655D6F" w:rsidRDefault="003F7997" w:rsidP="003F799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Pr="003F7997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Pr="003F7997">
        <w:rPr>
          <w:rFonts w:ascii="Consolas" w:hAnsi="Consolas"/>
          <w:b/>
          <w:color w:val="000000" w:themeColor="text1"/>
          <w:sz w:val="20"/>
          <w:szCs w:val="20"/>
        </w:rPr>
        <w:t xml:space="preserve"> pS4n = [-1.0, 1.0, -1.0];</w:t>
      </w:r>
    </w:p>
    <w:p w14:paraId="003B75AE" w14:textId="77777777" w:rsidR="00251662" w:rsidRPr="00655D6F" w:rsidRDefault="00251662" w:rsidP="00251662">
      <w:pPr>
        <w:shd w:val="clear" w:color="auto" w:fill="FFFFFF"/>
        <w:spacing w:after="0" w:line="285" w:lineRule="atLeast"/>
        <w:rPr>
          <w:rFonts w:ascii="Consolas" w:hAnsi="Consolas"/>
          <w:color w:val="000000"/>
          <w:sz w:val="21"/>
          <w:szCs w:val="21"/>
        </w:rPr>
      </w:pPr>
    </w:p>
    <w:p w14:paraId="0341840E" w14:textId="0A588FC7" w:rsidR="000B7027" w:rsidRDefault="007F7A83" w:rsidP="00072B2B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Damit definieren wir auch wieder das Array mit allen </w:t>
      </w:r>
      <w:proofErr w:type="spellStart"/>
      <w:r>
        <w:rPr>
          <w:rFonts w:eastAsiaTheme="minorHAnsi"/>
          <w:lang w:eastAsia="en-US"/>
        </w:rPr>
        <w:t>Normalenpunkten</w:t>
      </w:r>
      <w:proofErr w:type="spellEnd"/>
      <w:r>
        <w:rPr>
          <w:rFonts w:eastAsiaTheme="minorHAnsi"/>
          <w:lang w:eastAsia="en-US"/>
        </w:rPr>
        <w:t>.</w:t>
      </w:r>
    </w:p>
    <w:p w14:paraId="3DE0B81B" w14:textId="201E3C4B" w:rsidR="003661A7" w:rsidRPr="003661A7" w:rsidRDefault="00C77C25" w:rsidP="003661A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normals</w:t>
      </w:r>
      <w:proofErr w:type="spellEnd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 xml:space="preserve"> = </w:t>
      </w:r>
      <w:proofErr w:type="spellStart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 xml:space="preserve"> Float32</w:t>
      </w:r>
      <w:proofErr w:type="gramStart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Array(</w:t>
      </w:r>
      <w:proofErr w:type="gramEnd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[</w:t>
      </w:r>
    </w:p>
    <w:p w14:paraId="7103BBD9" w14:textId="42FBCD0E" w:rsidR="003661A7" w:rsidRPr="003661A7" w:rsidRDefault="00CC55BE" w:rsidP="003661A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 </w:t>
      </w:r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pS1</w:t>
      </w:r>
      <w:proofErr w:type="gramStart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n[</w:t>
      </w:r>
      <w:proofErr w:type="gramEnd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0], pS1n[1], pS1n[2], pS1n[0], pS1n[1], pS1n[2], pS1n[0], pS1n[1], pS1n[2],</w:t>
      </w:r>
    </w:p>
    <w:p w14:paraId="374A5E15" w14:textId="1ACD7B4B" w:rsidR="003661A7" w:rsidRPr="003661A7" w:rsidRDefault="003C2CBC" w:rsidP="003661A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 </w:t>
      </w:r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pS2</w:t>
      </w:r>
      <w:proofErr w:type="gramStart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n[</w:t>
      </w:r>
      <w:proofErr w:type="gramEnd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0], pS2n[1], pS2n[2], pS2n[0], pS2n[1], pS2n[2], pS2n[0], pS2n[1], pS2n[2],</w:t>
      </w:r>
    </w:p>
    <w:p w14:paraId="3B0814FC" w14:textId="095F372D" w:rsidR="003661A7" w:rsidRPr="003661A7" w:rsidRDefault="003C2CBC" w:rsidP="003661A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 </w:t>
      </w:r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pS3</w:t>
      </w:r>
      <w:proofErr w:type="gramStart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n[</w:t>
      </w:r>
      <w:proofErr w:type="gramEnd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0], pS3n[1], pS3n[2], pS3n[0], pS3n[1], pS3n[2], pS3n[0], pS3n[1], pS3n[2],</w:t>
      </w:r>
    </w:p>
    <w:p w14:paraId="4019DAB8" w14:textId="078767FD" w:rsidR="003661A7" w:rsidRPr="003661A7" w:rsidRDefault="008C71E4" w:rsidP="003661A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 </w:t>
      </w:r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pS4</w:t>
      </w:r>
      <w:proofErr w:type="gramStart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n[</w:t>
      </w:r>
      <w:proofErr w:type="gramEnd"/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0], pS4n[1], pS4n[2], pS4n[0], pS4n[1], pS4n[2], pS4n[0], pS4n[1], pS4n[2],</w:t>
      </w:r>
    </w:p>
    <w:p w14:paraId="5CBA617C" w14:textId="38053CB3" w:rsidR="00C77C25" w:rsidRPr="00655D6F" w:rsidRDefault="00F94701" w:rsidP="003661A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r w:rsidR="003661A7" w:rsidRPr="003661A7">
        <w:rPr>
          <w:rFonts w:ascii="Consolas" w:hAnsi="Consolas"/>
          <w:b/>
          <w:color w:val="000000" w:themeColor="text1"/>
          <w:sz w:val="20"/>
          <w:szCs w:val="20"/>
        </w:rPr>
        <w:t>])</w:t>
      </w:r>
      <w:r w:rsidR="00C77C25" w:rsidRPr="00B47440">
        <w:rPr>
          <w:rFonts w:ascii="Consolas" w:hAnsi="Consolas"/>
          <w:b/>
          <w:color w:val="000000" w:themeColor="text1"/>
          <w:sz w:val="20"/>
          <w:szCs w:val="20"/>
        </w:rPr>
        <w:t>;</w:t>
      </w:r>
    </w:p>
    <w:p w14:paraId="753AAD88" w14:textId="77777777" w:rsidR="00C77C25" w:rsidRPr="00655D6F" w:rsidRDefault="00C77C25" w:rsidP="00C77C25">
      <w:pPr>
        <w:shd w:val="clear" w:color="auto" w:fill="FFFFFF"/>
        <w:spacing w:after="0" w:line="285" w:lineRule="atLeast"/>
        <w:rPr>
          <w:rFonts w:ascii="Consolas" w:hAnsi="Consolas"/>
          <w:color w:val="000000"/>
          <w:sz w:val="21"/>
          <w:szCs w:val="21"/>
        </w:rPr>
      </w:pPr>
    </w:p>
    <w:p w14:paraId="0E60DD46" w14:textId="77777777" w:rsidR="00EF332F" w:rsidRDefault="00EF332F" w:rsidP="00072B2B">
      <w:pPr>
        <w:spacing w:after="240"/>
        <w:rPr>
          <w:rFonts w:eastAsiaTheme="minorHAnsi"/>
          <w:lang w:eastAsia="en-US"/>
        </w:rPr>
      </w:pPr>
    </w:p>
    <w:p w14:paraId="17902150" w14:textId="77777777" w:rsidR="00EF332F" w:rsidRDefault="00EF332F" w:rsidP="00072B2B">
      <w:pPr>
        <w:spacing w:after="240"/>
        <w:rPr>
          <w:rFonts w:eastAsiaTheme="minorHAnsi"/>
          <w:lang w:eastAsia="en-US"/>
        </w:rPr>
      </w:pPr>
    </w:p>
    <w:p w14:paraId="02906FB5" w14:textId="35159209" w:rsidR="007F7A83" w:rsidRDefault="007A0824" w:rsidP="00072B2B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Zum Schluss kommen noch die </w:t>
      </w:r>
      <w:proofErr w:type="spellStart"/>
      <w:r>
        <w:rPr>
          <w:rFonts w:eastAsiaTheme="minorHAnsi"/>
          <w:lang w:eastAsia="en-US"/>
        </w:rPr>
        <w:t>uv</w:t>
      </w:r>
      <w:proofErr w:type="spellEnd"/>
      <w:r>
        <w:rPr>
          <w:rFonts w:eastAsiaTheme="minorHAnsi"/>
          <w:lang w:eastAsia="en-US"/>
        </w:rPr>
        <w:t>-Punkte hinzu.</w:t>
      </w:r>
    </w:p>
    <w:p w14:paraId="636D1A99" w14:textId="77777777" w:rsidR="00096B67" w:rsidRPr="00096B67" w:rsidRDefault="00E11258" w:rsidP="00096B6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="00096B67" w:rsidRPr="00096B67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="00096B67" w:rsidRPr="00096B67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="00096B67" w:rsidRPr="00096B67">
        <w:rPr>
          <w:rFonts w:ascii="Consolas" w:hAnsi="Consolas"/>
          <w:b/>
          <w:color w:val="000000" w:themeColor="text1"/>
          <w:sz w:val="20"/>
          <w:szCs w:val="20"/>
        </w:rPr>
        <w:t>uvs</w:t>
      </w:r>
      <w:proofErr w:type="spellEnd"/>
      <w:r w:rsidR="00096B67" w:rsidRPr="00096B67">
        <w:rPr>
          <w:rFonts w:ascii="Consolas" w:hAnsi="Consolas"/>
          <w:b/>
          <w:color w:val="000000" w:themeColor="text1"/>
          <w:sz w:val="20"/>
          <w:szCs w:val="20"/>
        </w:rPr>
        <w:t xml:space="preserve"> = </w:t>
      </w:r>
      <w:proofErr w:type="spellStart"/>
      <w:r w:rsidR="00096B67" w:rsidRPr="00096B67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="00096B67" w:rsidRPr="00096B67">
        <w:rPr>
          <w:rFonts w:ascii="Consolas" w:hAnsi="Consolas"/>
          <w:b/>
          <w:color w:val="000000" w:themeColor="text1"/>
          <w:sz w:val="20"/>
          <w:szCs w:val="20"/>
        </w:rPr>
        <w:t xml:space="preserve"> Float32</w:t>
      </w:r>
      <w:proofErr w:type="gramStart"/>
      <w:r w:rsidR="00096B67" w:rsidRPr="00096B67">
        <w:rPr>
          <w:rFonts w:ascii="Consolas" w:hAnsi="Consolas"/>
          <w:b/>
          <w:color w:val="000000" w:themeColor="text1"/>
          <w:sz w:val="20"/>
          <w:szCs w:val="20"/>
        </w:rPr>
        <w:t>Array(</w:t>
      </w:r>
      <w:proofErr w:type="gramEnd"/>
      <w:r w:rsidR="00096B67" w:rsidRPr="00096B67">
        <w:rPr>
          <w:rFonts w:ascii="Consolas" w:hAnsi="Consolas"/>
          <w:b/>
          <w:color w:val="000000" w:themeColor="text1"/>
          <w:sz w:val="20"/>
          <w:szCs w:val="20"/>
        </w:rPr>
        <w:t>[</w:t>
      </w:r>
    </w:p>
    <w:p w14:paraId="6BA246FC" w14:textId="7CBB6F93" w:rsidR="00096B67" w:rsidRPr="00096B67" w:rsidRDefault="00096B67" w:rsidP="00096B6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   </w:t>
      </w:r>
      <w:r w:rsidRPr="00096B67">
        <w:rPr>
          <w:rFonts w:ascii="Consolas" w:hAnsi="Consolas"/>
          <w:b/>
          <w:color w:val="000000" w:themeColor="text1"/>
          <w:sz w:val="20"/>
          <w:szCs w:val="20"/>
        </w:rPr>
        <w:t>0, 0, 0, 1, 1, 0,</w:t>
      </w:r>
    </w:p>
    <w:p w14:paraId="4B8A1580" w14:textId="4AFEFE50" w:rsidR="00096B67" w:rsidRPr="00096B67" w:rsidRDefault="00096B67" w:rsidP="00096B6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   </w:t>
      </w:r>
      <w:r w:rsidRPr="00096B67">
        <w:rPr>
          <w:rFonts w:ascii="Consolas" w:hAnsi="Consolas"/>
          <w:b/>
          <w:color w:val="000000" w:themeColor="text1"/>
          <w:sz w:val="20"/>
          <w:szCs w:val="20"/>
        </w:rPr>
        <w:t>0, 0, 0, 1, 1, 0,</w:t>
      </w:r>
    </w:p>
    <w:p w14:paraId="0B67B555" w14:textId="4AEAE21D" w:rsidR="00096B67" w:rsidRPr="00096B67" w:rsidRDefault="00096B67" w:rsidP="00096B6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   </w:t>
      </w:r>
      <w:r w:rsidRPr="00096B67">
        <w:rPr>
          <w:rFonts w:ascii="Consolas" w:hAnsi="Consolas"/>
          <w:b/>
          <w:color w:val="000000" w:themeColor="text1"/>
          <w:sz w:val="20"/>
          <w:szCs w:val="20"/>
        </w:rPr>
        <w:t>0, 0, 0, 1, 1, 0,</w:t>
      </w:r>
    </w:p>
    <w:p w14:paraId="24A42B96" w14:textId="560BFC0E" w:rsidR="00096B67" w:rsidRPr="00096B67" w:rsidRDefault="00096B67" w:rsidP="00096B6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   </w:t>
      </w:r>
      <w:r w:rsidRPr="00096B67">
        <w:rPr>
          <w:rFonts w:ascii="Consolas" w:hAnsi="Consolas"/>
          <w:b/>
          <w:color w:val="000000" w:themeColor="text1"/>
          <w:sz w:val="20"/>
          <w:szCs w:val="20"/>
        </w:rPr>
        <w:t>0, 0, 0, 1, 1, 0,</w:t>
      </w:r>
    </w:p>
    <w:p w14:paraId="749E9C8C" w14:textId="02128C7C" w:rsidR="00E11258" w:rsidRPr="00655D6F" w:rsidRDefault="000B7F09" w:rsidP="00096B67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r w:rsidR="00096B67" w:rsidRPr="00096B67">
        <w:rPr>
          <w:rFonts w:ascii="Consolas" w:hAnsi="Consolas"/>
          <w:b/>
          <w:color w:val="000000" w:themeColor="text1"/>
          <w:sz w:val="20"/>
          <w:szCs w:val="20"/>
        </w:rPr>
        <w:t>]);</w:t>
      </w:r>
    </w:p>
    <w:p w14:paraId="03E8A2CB" w14:textId="77777777" w:rsidR="00E11258" w:rsidRPr="00655D6F" w:rsidRDefault="00E11258" w:rsidP="00E11258">
      <w:pPr>
        <w:shd w:val="clear" w:color="auto" w:fill="FFFFFF"/>
        <w:spacing w:after="0" w:line="285" w:lineRule="atLeast"/>
        <w:rPr>
          <w:rFonts w:ascii="Consolas" w:hAnsi="Consolas"/>
          <w:color w:val="000000"/>
          <w:sz w:val="21"/>
          <w:szCs w:val="21"/>
        </w:rPr>
      </w:pPr>
    </w:p>
    <w:p w14:paraId="760027B5" w14:textId="1D45672D" w:rsidR="00DE5D77" w:rsidRDefault="00A72FBC" w:rsidP="00072B2B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Mit den </w:t>
      </w:r>
      <w:proofErr w:type="spellStart"/>
      <w:r>
        <w:rPr>
          <w:rFonts w:eastAsiaTheme="minorHAnsi"/>
          <w:lang w:eastAsia="en-US"/>
        </w:rPr>
        <w:t>uv</w:t>
      </w:r>
      <w:proofErr w:type="spellEnd"/>
      <w:r>
        <w:rPr>
          <w:rFonts w:eastAsiaTheme="minorHAnsi"/>
          <w:lang w:eastAsia="en-US"/>
        </w:rPr>
        <w:t>-Punkten beschreiben wir die Zuordnung eines 2-dimensionalen Bildes zu der 3-dimensional im Raum stehenden Fläche (auch dazu später mehr).</w:t>
      </w:r>
      <w:r w:rsidR="00846D96">
        <w:rPr>
          <w:rFonts w:eastAsiaTheme="minorHAnsi"/>
          <w:lang w:eastAsia="en-US"/>
        </w:rPr>
        <w:t xml:space="preserve"> </w:t>
      </w:r>
      <w:r w:rsidR="00304684">
        <w:rPr>
          <w:rFonts w:eastAsiaTheme="minorHAnsi"/>
          <w:lang w:eastAsia="en-US"/>
        </w:rPr>
        <w:t>Aber man sieht, dass es pro Seite nur 6 Zahlen gibt, das entspricht je zwei Werten pro Vertex</w:t>
      </w:r>
      <w:r w:rsidR="003250A4">
        <w:rPr>
          <w:rFonts w:eastAsiaTheme="minorHAnsi"/>
          <w:lang w:eastAsia="en-US"/>
        </w:rPr>
        <w:t xml:space="preserve"> (von denen ja jeder aus 3 Zahlen besteht)</w:t>
      </w:r>
      <w:r w:rsidR="00304684">
        <w:rPr>
          <w:rFonts w:eastAsiaTheme="minorHAnsi"/>
          <w:lang w:eastAsia="en-US"/>
        </w:rPr>
        <w:t xml:space="preserve">. </w:t>
      </w:r>
    </w:p>
    <w:p w14:paraId="75CB8554" w14:textId="10001871" w:rsidR="007A0824" w:rsidRDefault="00846D96" w:rsidP="00072B2B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Nun können wir diese 3 Arrays der </w:t>
      </w:r>
      <w:proofErr w:type="spellStart"/>
      <w:r>
        <w:rPr>
          <w:rFonts w:eastAsiaTheme="minorHAnsi"/>
          <w:lang w:eastAsia="en-US"/>
        </w:rPr>
        <w:t>BufferGeometry</w:t>
      </w:r>
      <w:proofErr w:type="spellEnd"/>
      <w:r>
        <w:rPr>
          <w:rFonts w:eastAsiaTheme="minorHAnsi"/>
          <w:lang w:eastAsia="en-US"/>
        </w:rPr>
        <w:t xml:space="preserve"> übergeben. Dazu definieren wir nur, welches Array welchem Attribut entspricht.</w:t>
      </w:r>
      <w:r w:rsidR="00F36F3A">
        <w:rPr>
          <w:rFonts w:eastAsiaTheme="minorHAnsi"/>
          <w:lang w:eastAsia="en-US"/>
        </w:rPr>
        <w:t xml:space="preserve"> </w:t>
      </w:r>
    </w:p>
    <w:p w14:paraId="63B91304" w14:textId="0BE7ABBD" w:rsidR="000A26A8" w:rsidRPr="000A26A8" w:rsidRDefault="00846D96" w:rsidP="000A26A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proofErr w:type="gramStart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geometry.setAttribute</w:t>
      </w:r>
      <w:proofErr w:type="spellEnd"/>
      <w:proofErr w:type="gramEnd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('</w:t>
      </w:r>
      <w:proofErr w:type="spellStart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position</w:t>
      </w:r>
      <w:proofErr w:type="spellEnd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 xml:space="preserve">', </w:t>
      </w:r>
      <w:proofErr w:type="spellStart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THREE.BufferAttribute</w:t>
      </w:r>
      <w:proofErr w:type="spellEnd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(</w:t>
      </w:r>
      <w:proofErr w:type="spellStart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vertices</w:t>
      </w:r>
      <w:proofErr w:type="spellEnd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, 3));</w:t>
      </w:r>
    </w:p>
    <w:p w14:paraId="4E1B73FE" w14:textId="7A206B37" w:rsidR="000A26A8" w:rsidRPr="000A26A8" w:rsidRDefault="00751D05" w:rsidP="000A26A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proofErr w:type="gramStart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geometry.setAttribute</w:t>
      </w:r>
      <w:proofErr w:type="spellEnd"/>
      <w:proofErr w:type="gramEnd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 xml:space="preserve">('normal', </w:t>
      </w:r>
      <w:proofErr w:type="spellStart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THREE.BufferAttribute</w:t>
      </w:r>
      <w:proofErr w:type="spellEnd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(</w:t>
      </w:r>
      <w:proofErr w:type="spellStart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normals</w:t>
      </w:r>
      <w:proofErr w:type="spellEnd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, 3));</w:t>
      </w:r>
    </w:p>
    <w:p w14:paraId="72709130" w14:textId="62FFF7B8" w:rsidR="00846D96" w:rsidRPr="00655D6F" w:rsidRDefault="00751D05" w:rsidP="000A26A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proofErr w:type="gramStart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geometry.setAttribute</w:t>
      </w:r>
      <w:proofErr w:type="spellEnd"/>
      <w:proofErr w:type="gramEnd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('</w:t>
      </w:r>
      <w:proofErr w:type="spellStart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uv</w:t>
      </w:r>
      <w:proofErr w:type="spellEnd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 xml:space="preserve">', </w:t>
      </w:r>
      <w:proofErr w:type="spellStart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THREE.BufferAttribute</w:t>
      </w:r>
      <w:proofErr w:type="spellEnd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(</w:t>
      </w:r>
      <w:proofErr w:type="spellStart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uvs</w:t>
      </w:r>
      <w:proofErr w:type="spellEnd"/>
      <w:r w:rsidR="000A26A8" w:rsidRPr="000A26A8">
        <w:rPr>
          <w:rFonts w:ascii="Consolas" w:hAnsi="Consolas"/>
          <w:b/>
          <w:color w:val="000000" w:themeColor="text1"/>
          <w:sz w:val="20"/>
          <w:szCs w:val="20"/>
        </w:rPr>
        <w:t>, 2));</w:t>
      </w:r>
    </w:p>
    <w:p w14:paraId="637EDEB7" w14:textId="756A9EA8" w:rsidR="00846D96" w:rsidRPr="00655D6F" w:rsidRDefault="00846D96" w:rsidP="00846D96">
      <w:pPr>
        <w:shd w:val="clear" w:color="auto" w:fill="FFFFFF"/>
        <w:spacing w:after="0" w:line="285" w:lineRule="atLeast"/>
        <w:rPr>
          <w:rFonts w:ascii="Consolas" w:hAnsi="Consolas"/>
          <w:color w:val="000000"/>
          <w:sz w:val="21"/>
          <w:szCs w:val="21"/>
        </w:rPr>
      </w:pPr>
    </w:p>
    <w:p w14:paraId="2CB390FD" w14:textId="68A5ED80" w:rsidR="00364324" w:rsidRDefault="00F36F3A" w:rsidP="00072B2B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Wie man sieht, fehlt noch die Farbinformation, die wir j</w:t>
      </w:r>
      <w:r w:rsidR="009D7DC6">
        <w:rPr>
          <w:rFonts w:eastAsiaTheme="minorHAnsi"/>
          <w:lang w:eastAsia="en-US"/>
        </w:rPr>
        <w:t xml:space="preserve">etzt noch </w:t>
      </w:r>
      <w:r>
        <w:rPr>
          <w:rFonts w:eastAsiaTheme="minorHAnsi"/>
          <w:lang w:eastAsia="en-US"/>
        </w:rPr>
        <w:t xml:space="preserve">über </w:t>
      </w:r>
      <w:r w:rsidR="009D7DC6">
        <w:rPr>
          <w:rFonts w:eastAsiaTheme="minorHAnsi"/>
          <w:lang w:eastAsia="en-US"/>
        </w:rPr>
        <w:t>das Material hinzufüg</w:t>
      </w:r>
      <w:r>
        <w:rPr>
          <w:rFonts w:eastAsiaTheme="minorHAnsi"/>
          <w:lang w:eastAsia="en-US"/>
        </w:rPr>
        <w:t>en,</w:t>
      </w:r>
      <w:r w:rsidR="001029AB">
        <w:rPr>
          <w:rFonts w:eastAsiaTheme="minorHAnsi"/>
          <w:lang w:eastAsia="en-US"/>
        </w:rPr>
        <w:t xml:space="preserve"> und wir können unsere Tetraeder-Mesh erzeugen. </w:t>
      </w:r>
    </w:p>
    <w:p w14:paraId="6476AD7D" w14:textId="7506D5FE" w:rsidR="003D64B4" w:rsidRPr="003D64B4" w:rsidRDefault="001D1450" w:rsidP="003D64B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>tetraMaterial</w:t>
      </w:r>
      <w:proofErr w:type="spellEnd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 xml:space="preserve"> = </w:t>
      </w:r>
      <w:proofErr w:type="spellStart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>THREE.MeshStandardMaterial</w:t>
      </w:r>
      <w:proofErr w:type="spellEnd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>({</w:t>
      </w:r>
    </w:p>
    <w:p w14:paraId="37EA9297" w14:textId="1314541E" w:rsidR="003D64B4" w:rsidRPr="003D64B4" w:rsidRDefault="003D64B4" w:rsidP="003D64B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   </w:t>
      </w:r>
      <w:proofErr w:type="spellStart"/>
      <w:r w:rsidRPr="003D64B4">
        <w:rPr>
          <w:rFonts w:ascii="Consolas" w:hAnsi="Consolas"/>
          <w:b/>
          <w:color w:val="000000" w:themeColor="text1"/>
          <w:sz w:val="20"/>
          <w:szCs w:val="20"/>
        </w:rPr>
        <w:t>color</w:t>
      </w:r>
      <w:proofErr w:type="spellEnd"/>
      <w:r w:rsidRPr="003D64B4">
        <w:rPr>
          <w:rFonts w:ascii="Consolas" w:hAnsi="Consolas"/>
          <w:b/>
          <w:color w:val="000000" w:themeColor="text1"/>
          <w:sz w:val="20"/>
          <w:szCs w:val="20"/>
        </w:rPr>
        <w:t>: 0x33ff22,</w:t>
      </w:r>
    </w:p>
    <w:p w14:paraId="3D068033" w14:textId="3F79B3C4" w:rsidR="003D64B4" w:rsidRPr="003D64B4" w:rsidRDefault="003D64B4" w:rsidP="003D64B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   </w:t>
      </w:r>
      <w:proofErr w:type="spellStart"/>
      <w:r w:rsidRPr="003D64B4">
        <w:rPr>
          <w:rFonts w:ascii="Consolas" w:hAnsi="Consolas"/>
          <w:b/>
          <w:color w:val="000000" w:themeColor="text1"/>
          <w:sz w:val="20"/>
          <w:szCs w:val="20"/>
        </w:rPr>
        <w:t>side</w:t>
      </w:r>
      <w:proofErr w:type="spellEnd"/>
      <w:r w:rsidRPr="003D64B4">
        <w:rPr>
          <w:rFonts w:ascii="Consolas" w:hAnsi="Consolas"/>
          <w:b/>
          <w:color w:val="000000" w:themeColor="text1"/>
          <w:sz w:val="20"/>
          <w:szCs w:val="20"/>
        </w:rPr>
        <w:t xml:space="preserve">: </w:t>
      </w:r>
      <w:proofErr w:type="spellStart"/>
      <w:r w:rsidRPr="003D64B4">
        <w:rPr>
          <w:rFonts w:ascii="Consolas" w:hAnsi="Consolas"/>
          <w:b/>
          <w:color w:val="000000" w:themeColor="text1"/>
          <w:sz w:val="20"/>
          <w:szCs w:val="20"/>
        </w:rPr>
        <w:t>THREE.DoubleSide</w:t>
      </w:r>
      <w:proofErr w:type="spellEnd"/>
      <w:r w:rsidRPr="003D64B4">
        <w:rPr>
          <w:rFonts w:ascii="Consolas" w:hAnsi="Consolas"/>
          <w:b/>
          <w:color w:val="000000" w:themeColor="text1"/>
          <w:sz w:val="20"/>
          <w:szCs w:val="20"/>
        </w:rPr>
        <w:t>,</w:t>
      </w:r>
    </w:p>
    <w:p w14:paraId="3D70FA19" w14:textId="6AF46F63" w:rsidR="003D64B4" w:rsidRPr="003D64B4" w:rsidRDefault="003D64B4" w:rsidP="003D64B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   </w:t>
      </w:r>
      <w:proofErr w:type="spellStart"/>
      <w:r w:rsidRPr="003D64B4">
        <w:rPr>
          <w:rFonts w:ascii="Consolas" w:hAnsi="Consolas"/>
          <w:b/>
          <w:color w:val="000000" w:themeColor="text1"/>
          <w:sz w:val="20"/>
          <w:szCs w:val="20"/>
        </w:rPr>
        <w:t>roughness</w:t>
      </w:r>
      <w:proofErr w:type="spellEnd"/>
      <w:r w:rsidRPr="003D64B4">
        <w:rPr>
          <w:rFonts w:ascii="Consolas" w:hAnsi="Consolas"/>
          <w:b/>
          <w:color w:val="000000" w:themeColor="text1"/>
          <w:sz w:val="20"/>
          <w:szCs w:val="20"/>
        </w:rPr>
        <w:t>: 0.5,</w:t>
      </w:r>
    </w:p>
    <w:p w14:paraId="32375531" w14:textId="0C0F4AB7" w:rsidR="003D64B4" w:rsidRPr="003D64B4" w:rsidRDefault="003D64B4" w:rsidP="003D64B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   </w:t>
      </w:r>
      <w:proofErr w:type="spellStart"/>
      <w:r w:rsidRPr="003D64B4">
        <w:rPr>
          <w:rFonts w:ascii="Consolas" w:hAnsi="Consolas"/>
          <w:b/>
          <w:color w:val="000000" w:themeColor="text1"/>
          <w:sz w:val="20"/>
          <w:szCs w:val="20"/>
        </w:rPr>
        <w:t>metalness</w:t>
      </w:r>
      <w:proofErr w:type="spellEnd"/>
      <w:r w:rsidRPr="003D64B4">
        <w:rPr>
          <w:rFonts w:ascii="Consolas" w:hAnsi="Consolas"/>
          <w:b/>
          <w:color w:val="000000" w:themeColor="text1"/>
          <w:sz w:val="20"/>
          <w:szCs w:val="20"/>
        </w:rPr>
        <w:t>: 0.7,</w:t>
      </w:r>
    </w:p>
    <w:p w14:paraId="0FCC16EA" w14:textId="44E2C650" w:rsidR="003D64B4" w:rsidRPr="003D64B4" w:rsidRDefault="003D64B4" w:rsidP="003D64B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   </w:t>
      </w:r>
      <w:proofErr w:type="spellStart"/>
      <w:r w:rsidRPr="003D64B4">
        <w:rPr>
          <w:rFonts w:ascii="Consolas" w:hAnsi="Consolas"/>
          <w:b/>
          <w:color w:val="000000" w:themeColor="text1"/>
          <w:sz w:val="20"/>
          <w:szCs w:val="20"/>
        </w:rPr>
        <w:t>wireframe</w:t>
      </w:r>
      <w:proofErr w:type="spellEnd"/>
      <w:r w:rsidRPr="003D64B4">
        <w:rPr>
          <w:rFonts w:ascii="Consolas" w:hAnsi="Consolas"/>
          <w:b/>
          <w:color w:val="000000" w:themeColor="text1"/>
          <w:sz w:val="20"/>
          <w:szCs w:val="20"/>
        </w:rPr>
        <w:t xml:space="preserve">: </w:t>
      </w:r>
      <w:proofErr w:type="spellStart"/>
      <w:r w:rsidRPr="003D64B4">
        <w:rPr>
          <w:rFonts w:ascii="Consolas" w:hAnsi="Consolas"/>
          <w:b/>
          <w:color w:val="000000" w:themeColor="text1"/>
          <w:sz w:val="20"/>
          <w:szCs w:val="20"/>
        </w:rPr>
        <w:t>false</w:t>
      </w:r>
      <w:proofErr w:type="spellEnd"/>
      <w:r w:rsidRPr="003D64B4">
        <w:rPr>
          <w:rFonts w:ascii="Consolas" w:hAnsi="Consolas"/>
          <w:b/>
          <w:color w:val="000000" w:themeColor="text1"/>
          <w:sz w:val="20"/>
          <w:szCs w:val="20"/>
        </w:rPr>
        <w:t>,</w:t>
      </w:r>
    </w:p>
    <w:p w14:paraId="2397C7E1" w14:textId="67F2C05B" w:rsidR="003D64B4" w:rsidRPr="003D64B4" w:rsidRDefault="001D1450" w:rsidP="003D64B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>});</w:t>
      </w:r>
    </w:p>
    <w:p w14:paraId="10DBD769" w14:textId="563E17D5" w:rsidR="003D64B4" w:rsidRPr="003D64B4" w:rsidRDefault="003D64B4" w:rsidP="003D64B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</w:p>
    <w:p w14:paraId="3E458C3D" w14:textId="78904B34" w:rsidR="00655D6F" w:rsidRPr="00655D6F" w:rsidRDefault="001D1450" w:rsidP="003D64B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>tetraMesh</w:t>
      </w:r>
      <w:proofErr w:type="spellEnd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 xml:space="preserve"> = </w:t>
      </w:r>
      <w:proofErr w:type="spellStart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>THREE.Mesh</w:t>
      </w:r>
      <w:proofErr w:type="spellEnd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>(</w:t>
      </w:r>
      <w:proofErr w:type="spellStart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>geometry</w:t>
      </w:r>
      <w:proofErr w:type="spellEnd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 xml:space="preserve">, </w:t>
      </w:r>
      <w:proofErr w:type="spellStart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>tetraMaterial</w:t>
      </w:r>
      <w:proofErr w:type="spellEnd"/>
      <w:r w:rsidR="003D64B4" w:rsidRPr="003D64B4">
        <w:rPr>
          <w:rFonts w:ascii="Consolas" w:hAnsi="Consolas"/>
          <w:b/>
          <w:color w:val="000000" w:themeColor="text1"/>
          <w:sz w:val="20"/>
          <w:szCs w:val="20"/>
        </w:rPr>
        <w:t>);</w:t>
      </w:r>
    </w:p>
    <w:p w14:paraId="0D21E012" w14:textId="3CDDEAB4" w:rsidR="00655D6F" w:rsidRPr="00655D6F" w:rsidRDefault="00655D6F" w:rsidP="00655D6F">
      <w:pPr>
        <w:shd w:val="clear" w:color="auto" w:fill="FFFFFF"/>
        <w:spacing w:after="0" w:line="285" w:lineRule="atLeast"/>
        <w:rPr>
          <w:rFonts w:ascii="Consolas" w:hAnsi="Consolas"/>
          <w:color w:val="000000"/>
          <w:sz w:val="21"/>
          <w:szCs w:val="21"/>
        </w:rPr>
      </w:pPr>
    </w:p>
    <w:p w14:paraId="064E450D" w14:textId="224C5B99" w:rsidR="00A7634B" w:rsidRDefault="008C7B97" w:rsidP="00072B2B">
      <w:pPr>
        <w:spacing w:after="240"/>
        <w:rPr>
          <w:rFonts w:eastAsiaTheme="minorHAnsi"/>
          <w:lang w:eastAsia="en-US"/>
        </w:rPr>
      </w:pPr>
      <w:r w:rsidRPr="00294399">
        <w:rPr>
          <w:rFonts w:eastAsiaTheme="minorHAnsi"/>
          <w:noProof/>
          <w:lang w:eastAsia="en-US"/>
        </w:rPr>
        <w:drawing>
          <wp:anchor distT="0" distB="0" distL="114300" distR="114300" simplePos="0" relativeHeight="251670528" behindDoc="0" locked="0" layoutInCell="1" allowOverlap="1" wp14:anchorId="6E59D318" wp14:editId="7730E950">
            <wp:simplePos x="0" y="0"/>
            <wp:positionH relativeFrom="margin">
              <wp:align>right</wp:align>
            </wp:positionH>
            <wp:positionV relativeFrom="paragraph">
              <wp:posOffset>73025</wp:posOffset>
            </wp:positionV>
            <wp:extent cx="3226435" cy="2682240"/>
            <wp:effectExtent l="0" t="0" r="0" b="381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6435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3356">
        <w:rPr>
          <w:rFonts w:eastAsiaTheme="minorHAnsi"/>
          <w:lang w:eastAsia="en-US"/>
        </w:rPr>
        <w:t xml:space="preserve">Wie auch im vorigen Beispiel fügen wir noch eine plane Ebene </w:t>
      </w:r>
      <w:r w:rsidR="00660F43">
        <w:rPr>
          <w:rFonts w:eastAsiaTheme="minorHAnsi"/>
          <w:lang w:eastAsia="en-US"/>
        </w:rPr>
        <w:t xml:space="preserve">unter dem Körper </w:t>
      </w:r>
      <w:r w:rsidR="003B3356">
        <w:rPr>
          <w:rFonts w:eastAsiaTheme="minorHAnsi"/>
          <w:lang w:eastAsia="en-US"/>
        </w:rPr>
        <w:t>hinzu, damit wir einen Schatten sehen können und ertüchtigen alle Elemente Schatten zu werfen und Schatten anzuzeigen.</w:t>
      </w:r>
    </w:p>
    <w:p w14:paraId="07B6CB0F" w14:textId="3B3E872F" w:rsidR="00FE68B4" w:rsidRDefault="00495CD0" w:rsidP="00072B2B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</w:t>
      </w:r>
      <w:r w:rsidR="00DE1E48">
        <w:rPr>
          <w:rFonts w:eastAsiaTheme="minorHAnsi"/>
          <w:lang w:eastAsia="en-US"/>
        </w:rPr>
        <w:t>m Beispiel</w:t>
      </w:r>
      <w:r>
        <w:rPr>
          <w:rFonts w:eastAsiaTheme="minorHAnsi"/>
          <w:lang w:eastAsia="en-US"/>
        </w:rPr>
        <w:t xml:space="preserve"> sind noch die Achsenhelfer und ein </w:t>
      </w:r>
      <w:proofErr w:type="spellStart"/>
      <w:r>
        <w:rPr>
          <w:rFonts w:eastAsiaTheme="minorHAnsi"/>
          <w:lang w:eastAsia="en-US"/>
        </w:rPr>
        <w:t>Normalenhelfer</w:t>
      </w:r>
      <w:proofErr w:type="spellEnd"/>
      <w:r>
        <w:rPr>
          <w:rFonts w:eastAsiaTheme="minorHAnsi"/>
          <w:lang w:eastAsia="en-US"/>
        </w:rPr>
        <w:t xml:space="preserve"> zu finden, mit denen die Normalen und die Achsen angezeigt werden</w:t>
      </w:r>
      <w:r w:rsidR="00EF09E5">
        <w:rPr>
          <w:rFonts w:eastAsiaTheme="minorHAnsi"/>
          <w:lang w:eastAsia="en-US"/>
        </w:rPr>
        <w:t>.</w:t>
      </w:r>
    </w:p>
    <w:p w14:paraId="64A8441D" w14:textId="14318D1B" w:rsidR="002C68A4" w:rsidRDefault="00D42CE6" w:rsidP="00072B2B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Das Ergebnis ist eine Szene mit Schattenwurf, für die wir erstmals ein</w:t>
      </w:r>
      <w:r w:rsidR="000315FE">
        <w:rPr>
          <w:rFonts w:eastAsiaTheme="minorHAnsi"/>
          <w:lang w:eastAsia="en-US"/>
        </w:rPr>
        <w:t>e</w:t>
      </w:r>
      <w:r>
        <w:rPr>
          <w:rFonts w:eastAsiaTheme="minorHAnsi"/>
          <w:lang w:eastAsia="en-US"/>
        </w:rPr>
        <w:t xml:space="preserve"> eigene Geometrie aufgebaut haben.</w:t>
      </w:r>
      <w:r w:rsidR="000315FE">
        <w:rPr>
          <w:rFonts w:eastAsiaTheme="minorHAnsi"/>
          <w:lang w:eastAsia="en-US"/>
        </w:rPr>
        <w:t xml:space="preserve"> </w:t>
      </w:r>
    </w:p>
    <w:p w14:paraId="13322B91" w14:textId="7585F603" w:rsidR="009300FE" w:rsidRDefault="009300FE" w:rsidP="00072B2B">
      <w:pPr>
        <w:spacing w:after="240"/>
        <w:rPr>
          <w:rFonts w:eastAsiaTheme="minorHAnsi"/>
          <w:lang w:eastAsia="en-US"/>
        </w:rPr>
      </w:pPr>
    </w:p>
    <w:p w14:paraId="533B1CF2" w14:textId="29ED895E" w:rsidR="008335E4" w:rsidRDefault="008335E4" w:rsidP="00E618F6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Geometrien systematisch konstruieren und triangulieren</w:t>
      </w:r>
    </w:p>
    <w:p w14:paraId="7339C952" w14:textId="7F1E94B0" w:rsidR="00656A4F" w:rsidRDefault="00656A4F" w:rsidP="00072B2B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Letztlich ist es etwas mühsam, komplexe Gebilde wie Maschinen, Personen o.ä. auf diese Weise aufzubauen. </w:t>
      </w:r>
      <w:r w:rsidR="00497E28">
        <w:rPr>
          <w:rFonts w:eastAsiaTheme="minorHAnsi"/>
          <w:lang w:eastAsia="en-US"/>
        </w:rPr>
        <w:t>Dennoch werden alle diese Geometrien in die Struktur wie oben gezeigt überführt, da diese Struktur ab effizientesten durch Grafikkarten verarbeitet werden kann.</w:t>
      </w:r>
    </w:p>
    <w:p w14:paraId="6D132D37" w14:textId="63CDDA15" w:rsidR="00584868" w:rsidRDefault="005E4CB4" w:rsidP="00072B2B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Doch wie kann man komplexere eigene Geometrien zusammensetzen ohne sie durch externe Modellierungstools zu erstellen? </w:t>
      </w:r>
      <w:r w:rsidR="00992067">
        <w:rPr>
          <w:rFonts w:eastAsiaTheme="minorHAnsi"/>
          <w:lang w:eastAsia="en-US"/>
        </w:rPr>
        <w:t xml:space="preserve">Die Vertices könnte man durch Gleichungen oder zufällig nach einer Abbildungsvorschrift berechnen. </w:t>
      </w:r>
      <w:r w:rsidR="00584868">
        <w:rPr>
          <w:rFonts w:eastAsiaTheme="minorHAnsi"/>
          <w:lang w:eastAsia="en-US"/>
        </w:rPr>
        <w:t xml:space="preserve">Aber wie setzt man damit die Dreiecke zusammen? Dafür wurde eine eigene Bibliothek erstellt: </w:t>
      </w:r>
      <w:proofErr w:type="spellStart"/>
      <w:r w:rsidR="00584868">
        <w:rPr>
          <w:rFonts w:eastAsiaTheme="minorHAnsi"/>
          <w:lang w:eastAsia="en-US"/>
        </w:rPr>
        <w:t>D</w:t>
      </w:r>
      <w:r w:rsidR="00703362">
        <w:rPr>
          <w:rFonts w:eastAsiaTheme="minorHAnsi"/>
          <w:lang w:eastAsia="en-US"/>
        </w:rPr>
        <w:t>e</w:t>
      </w:r>
      <w:r w:rsidR="00584868">
        <w:rPr>
          <w:rFonts w:eastAsiaTheme="minorHAnsi"/>
          <w:lang w:eastAsia="en-US"/>
        </w:rPr>
        <w:t>launator</w:t>
      </w:r>
      <w:proofErr w:type="spellEnd"/>
      <w:r w:rsidR="00584868">
        <w:rPr>
          <w:rFonts w:eastAsiaTheme="minorHAnsi"/>
          <w:lang w:eastAsia="en-US"/>
        </w:rPr>
        <w:t xml:space="preserve"> (</w:t>
      </w:r>
      <w:hyperlink r:id="rId14" w:history="1">
        <w:r w:rsidR="00584868" w:rsidRPr="00FB2C21">
          <w:rPr>
            <w:rStyle w:val="Hyperlink"/>
            <w:rFonts w:eastAsiaTheme="minorHAnsi"/>
            <w:lang w:eastAsia="en-US"/>
          </w:rPr>
          <w:t>https://github.com/mapbox/delaunator</w:t>
        </w:r>
      </w:hyperlink>
      <w:r w:rsidR="00584868">
        <w:rPr>
          <w:rFonts w:eastAsiaTheme="minorHAnsi"/>
          <w:lang w:eastAsia="en-US"/>
        </w:rPr>
        <w:t xml:space="preserve">), mit der dieses rechenintensive Vorhaben sogar noch relativ flott geschieht. </w:t>
      </w:r>
    </w:p>
    <w:p w14:paraId="3DCD31DF" w14:textId="4F7A1AF9" w:rsidR="00497E28" w:rsidRDefault="00584868" w:rsidP="00072B2B">
      <w:pPr>
        <w:spacing w:after="2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Um dieses Verfahren auszuprobieren, ist der mitgelieferten Bibliothek die </w:t>
      </w:r>
      <w:r w:rsidR="005956A6">
        <w:rPr>
          <w:rFonts w:eastAsiaTheme="minorHAnsi"/>
          <w:lang w:eastAsia="en-US"/>
        </w:rPr>
        <w:t xml:space="preserve">Datei </w:t>
      </w:r>
      <w:r w:rsidR="003748F0">
        <w:rPr>
          <w:rFonts w:eastAsiaTheme="minorHAnsi"/>
          <w:lang w:eastAsia="en-US"/>
        </w:rPr>
        <w:t>d</w:t>
      </w:r>
      <w:r>
        <w:rPr>
          <w:rFonts w:eastAsiaTheme="minorHAnsi"/>
          <w:lang w:eastAsia="en-US"/>
        </w:rPr>
        <w:t>elaunator</w:t>
      </w:r>
      <w:r w:rsidR="005956A6">
        <w:rPr>
          <w:rFonts w:eastAsiaTheme="minorHAnsi"/>
          <w:lang w:eastAsia="en-US"/>
        </w:rPr>
        <w:t>.</w:t>
      </w:r>
      <w:r w:rsidR="003748F0">
        <w:rPr>
          <w:rFonts w:eastAsiaTheme="minorHAnsi"/>
          <w:lang w:eastAsia="en-US"/>
        </w:rPr>
        <w:t>min.</w:t>
      </w:r>
      <w:r w:rsidR="005956A6">
        <w:rPr>
          <w:rFonts w:eastAsiaTheme="minorHAnsi"/>
          <w:lang w:eastAsia="en-US"/>
        </w:rPr>
        <w:t>js</w:t>
      </w:r>
      <w:r>
        <w:rPr>
          <w:rFonts w:eastAsiaTheme="minorHAnsi"/>
          <w:lang w:eastAsia="en-US"/>
        </w:rPr>
        <w:t xml:space="preserve"> hinzugefügt, die </w:t>
      </w:r>
      <w:r w:rsidR="005956A6">
        <w:rPr>
          <w:rFonts w:eastAsiaTheme="minorHAnsi"/>
          <w:lang w:eastAsia="en-US"/>
        </w:rPr>
        <w:t xml:space="preserve">nicht standardmäßig zur </w:t>
      </w:r>
      <w:proofErr w:type="spellStart"/>
      <w:r w:rsidR="005956A6">
        <w:rPr>
          <w:rFonts w:eastAsiaTheme="minorHAnsi"/>
          <w:lang w:eastAsia="en-US"/>
        </w:rPr>
        <w:t>three</w:t>
      </w:r>
      <w:proofErr w:type="spellEnd"/>
      <w:r w:rsidR="005956A6">
        <w:rPr>
          <w:rFonts w:eastAsiaTheme="minorHAnsi"/>
          <w:lang w:eastAsia="en-US"/>
        </w:rPr>
        <w:t xml:space="preserve">-Bibliothek </w:t>
      </w:r>
      <w:r w:rsidR="00687F91">
        <w:rPr>
          <w:rFonts w:eastAsiaTheme="minorHAnsi"/>
          <w:lang w:eastAsia="en-US"/>
        </w:rPr>
        <w:t xml:space="preserve">gehört sowie </w:t>
      </w:r>
      <w:r w:rsidR="0062740B">
        <w:rPr>
          <w:rFonts w:eastAsiaTheme="minorHAnsi"/>
          <w:lang w:eastAsia="en-US"/>
        </w:rPr>
        <w:t>eine weitere Hilfsbibliothek (</w:t>
      </w:r>
      <w:r w:rsidR="00680641">
        <w:rPr>
          <w:rFonts w:eastAsiaTheme="minorHAnsi"/>
          <w:lang w:eastAsia="en-US"/>
        </w:rPr>
        <w:t>perlin</w:t>
      </w:r>
      <w:r w:rsidR="0062740B">
        <w:rPr>
          <w:rFonts w:eastAsiaTheme="minorHAnsi"/>
          <w:lang w:eastAsia="en-US"/>
        </w:rPr>
        <w:t>.js)</w:t>
      </w:r>
      <w:r w:rsidR="00687F91">
        <w:rPr>
          <w:rFonts w:eastAsiaTheme="minorHAnsi"/>
          <w:lang w:eastAsia="en-US"/>
        </w:rPr>
        <w:t xml:space="preserve">, mit der </w:t>
      </w:r>
      <w:r w:rsidR="00E61DB9">
        <w:rPr>
          <w:rFonts w:eastAsiaTheme="minorHAnsi"/>
          <w:lang w:eastAsia="en-US"/>
        </w:rPr>
        <w:t xml:space="preserve">die sogenannte </w:t>
      </w:r>
      <w:proofErr w:type="spellStart"/>
      <w:r w:rsidR="00E61DB9">
        <w:rPr>
          <w:rFonts w:eastAsiaTheme="minorHAnsi"/>
          <w:lang w:eastAsia="en-US"/>
        </w:rPr>
        <w:t>Perlin</w:t>
      </w:r>
      <w:proofErr w:type="spellEnd"/>
      <w:r w:rsidR="00E61DB9">
        <w:rPr>
          <w:rFonts w:eastAsiaTheme="minorHAnsi"/>
          <w:lang w:eastAsia="en-US"/>
        </w:rPr>
        <w:t xml:space="preserve"> Noise umgesetzt werden soll, die Oberflächen ein ‚natürliches‘ Aussehen verleihen soll</w:t>
      </w:r>
      <w:r w:rsidR="00C81122">
        <w:rPr>
          <w:rFonts w:eastAsiaTheme="minorHAnsi"/>
          <w:lang w:eastAsia="en-US"/>
        </w:rPr>
        <w:t xml:space="preserve"> (siehe auch </w:t>
      </w:r>
      <w:r w:rsidR="00C81122" w:rsidRPr="00C81122">
        <w:rPr>
          <w:rFonts w:eastAsiaTheme="minorHAnsi"/>
          <w:lang w:eastAsia="en-US"/>
        </w:rPr>
        <w:t>https://github.com/joeiddon/perlin</w:t>
      </w:r>
      <w:r w:rsidR="00C81122">
        <w:rPr>
          <w:rFonts w:eastAsiaTheme="minorHAnsi"/>
          <w:lang w:eastAsia="en-US"/>
        </w:rPr>
        <w:t>)</w:t>
      </w:r>
      <w:r w:rsidR="00E61DB9">
        <w:rPr>
          <w:rFonts w:eastAsiaTheme="minorHAnsi"/>
          <w:lang w:eastAsia="en-US"/>
        </w:rPr>
        <w:t xml:space="preserve">. </w:t>
      </w:r>
      <w:proofErr w:type="spellStart"/>
      <w:r w:rsidR="007F5198">
        <w:rPr>
          <w:rFonts w:eastAsiaTheme="minorHAnsi"/>
          <w:lang w:eastAsia="en-US"/>
        </w:rPr>
        <w:t>Perlin</w:t>
      </w:r>
      <w:proofErr w:type="spellEnd"/>
      <w:r w:rsidR="007F5198">
        <w:rPr>
          <w:rFonts w:eastAsiaTheme="minorHAnsi"/>
          <w:lang w:eastAsia="en-US"/>
        </w:rPr>
        <w:t xml:space="preserve"> Noise konnte nicht in den Cloud-Bibliotheken gefunden werden, so dass hier eine lokale Kopie zum Einsatz kommen muss. </w:t>
      </w:r>
    </w:p>
    <w:p w14:paraId="3BD4B5E4" w14:textId="51CA776D" w:rsidR="00F933C5" w:rsidRPr="00655D6F" w:rsidRDefault="00F933C5" w:rsidP="00AF068C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="00AF068C" w:rsidRPr="00AF068C">
        <w:rPr>
          <w:rFonts w:ascii="Consolas" w:hAnsi="Consolas"/>
          <w:b/>
          <w:color w:val="000000" w:themeColor="text1"/>
          <w:sz w:val="20"/>
          <w:szCs w:val="20"/>
        </w:rPr>
        <w:t>import</w:t>
      </w:r>
      <w:proofErr w:type="spellEnd"/>
      <w:r w:rsidR="00AF068C" w:rsidRPr="00AF068C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="00AF068C" w:rsidRPr="00AF068C">
        <w:rPr>
          <w:rFonts w:ascii="Consolas" w:hAnsi="Consolas"/>
          <w:b/>
          <w:color w:val="000000" w:themeColor="text1"/>
          <w:sz w:val="20"/>
          <w:szCs w:val="20"/>
        </w:rPr>
        <w:t>Delaunator</w:t>
      </w:r>
      <w:proofErr w:type="spellEnd"/>
      <w:r w:rsidR="00AF068C" w:rsidRPr="00AF068C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="00AF068C" w:rsidRPr="00AF068C">
        <w:rPr>
          <w:rFonts w:ascii="Consolas" w:hAnsi="Consolas"/>
          <w:b/>
          <w:color w:val="000000" w:themeColor="text1"/>
          <w:sz w:val="20"/>
          <w:szCs w:val="20"/>
        </w:rPr>
        <w:t>from</w:t>
      </w:r>
      <w:proofErr w:type="spellEnd"/>
      <w:r w:rsidR="00AF068C" w:rsidRPr="00AF068C">
        <w:rPr>
          <w:rFonts w:ascii="Consolas" w:hAnsi="Consolas"/>
          <w:b/>
          <w:color w:val="000000" w:themeColor="text1"/>
          <w:sz w:val="20"/>
          <w:szCs w:val="20"/>
        </w:rPr>
        <w:t xml:space="preserve"> 'https://cdn.skypack.dev/delaunator@5.0.0';</w:t>
      </w:r>
    </w:p>
    <w:p w14:paraId="6A52AD03" w14:textId="07CAEB51" w:rsidR="00F933C5" w:rsidRPr="00655D6F" w:rsidRDefault="0084186F" w:rsidP="0084186F">
      <w:r>
        <w:t xml:space="preserve">bzw. </w:t>
      </w:r>
    </w:p>
    <w:p w14:paraId="04A475E7" w14:textId="7012E6EC" w:rsidR="0084186F" w:rsidRPr="00655D6F" w:rsidRDefault="0084186F" w:rsidP="0084186F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r w:rsidR="001C2F1E" w:rsidRPr="001C2F1E">
        <w:rPr>
          <w:rFonts w:ascii="Consolas" w:hAnsi="Consolas"/>
          <w:b/>
          <w:color w:val="000000" w:themeColor="text1"/>
          <w:sz w:val="20"/>
          <w:szCs w:val="20"/>
        </w:rPr>
        <w:t>&lt;</w:t>
      </w:r>
      <w:proofErr w:type="spellStart"/>
      <w:r w:rsidR="001C2F1E" w:rsidRPr="001C2F1E">
        <w:rPr>
          <w:rFonts w:ascii="Consolas" w:hAnsi="Consolas"/>
          <w:b/>
          <w:color w:val="000000" w:themeColor="text1"/>
          <w:sz w:val="20"/>
          <w:szCs w:val="20"/>
        </w:rPr>
        <w:t>script</w:t>
      </w:r>
      <w:proofErr w:type="spellEnd"/>
      <w:r w:rsidR="001C2F1E" w:rsidRPr="001C2F1E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="001C2F1E" w:rsidRPr="001C2F1E">
        <w:rPr>
          <w:rFonts w:ascii="Consolas" w:hAnsi="Consolas"/>
          <w:b/>
          <w:color w:val="000000" w:themeColor="text1"/>
          <w:sz w:val="20"/>
          <w:szCs w:val="20"/>
        </w:rPr>
        <w:t>src</w:t>
      </w:r>
      <w:proofErr w:type="spellEnd"/>
      <w:r w:rsidR="001C2F1E" w:rsidRPr="001C2F1E">
        <w:rPr>
          <w:rFonts w:ascii="Consolas" w:hAnsi="Consolas"/>
          <w:b/>
          <w:color w:val="000000" w:themeColor="text1"/>
          <w:sz w:val="20"/>
          <w:szCs w:val="20"/>
        </w:rPr>
        <w:t>="./perlin.js"&gt;&lt;/</w:t>
      </w:r>
      <w:proofErr w:type="spellStart"/>
      <w:r w:rsidR="001C2F1E" w:rsidRPr="001C2F1E">
        <w:rPr>
          <w:rFonts w:ascii="Consolas" w:hAnsi="Consolas"/>
          <w:b/>
          <w:color w:val="000000" w:themeColor="text1"/>
          <w:sz w:val="20"/>
          <w:szCs w:val="20"/>
        </w:rPr>
        <w:t>script</w:t>
      </w:r>
      <w:proofErr w:type="spellEnd"/>
      <w:r w:rsidR="001C2F1E" w:rsidRPr="001C2F1E">
        <w:rPr>
          <w:rFonts w:ascii="Consolas" w:hAnsi="Consolas"/>
          <w:b/>
          <w:color w:val="000000" w:themeColor="text1"/>
          <w:sz w:val="20"/>
          <w:szCs w:val="20"/>
        </w:rPr>
        <w:t>&gt;</w:t>
      </w:r>
    </w:p>
    <w:p w14:paraId="45AB7AD5" w14:textId="77777777" w:rsidR="0031131C" w:rsidRDefault="0031131C" w:rsidP="0084186F"/>
    <w:p w14:paraId="3B63D27D" w14:textId="744B2951" w:rsidR="008C2AF3" w:rsidRDefault="0031131C" w:rsidP="00FC6A25">
      <w:pPr>
        <w:rPr>
          <w:rFonts w:eastAsiaTheme="minorHAnsi"/>
          <w:lang w:eastAsia="en-US"/>
        </w:rPr>
      </w:pPr>
      <w:r>
        <w:t>Nun können wir an die Umsetzung eine</w:t>
      </w:r>
      <w:r w:rsidR="00691DB2">
        <w:t>r</w:t>
      </w:r>
      <w:r>
        <w:t xml:space="preserve"> Probe</w:t>
      </w:r>
      <w:r w:rsidR="00691DB2">
        <w:t xml:space="preserve"> </w:t>
      </w:r>
      <w:r>
        <w:t>gehen.</w:t>
      </w:r>
      <w:r w:rsidR="00CC46F9">
        <w:t xml:space="preserve"> </w:t>
      </w:r>
      <w:r w:rsidR="00952D81">
        <w:t xml:space="preserve">Dazu speichern wir zunächst unsere gerade erstellte Datei unter </w:t>
      </w:r>
      <w:r w:rsidR="008C2AF3" w:rsidRPr="001076C5">
        <w:rPr>
          <w:rFonts w:eastAsiaTheme="minorHAnsi"/>
          <w:bdr w:val="single" w:sz="4" w:space="0" w:color="auto" w:shadow="1"/>
          <w:shd w:val="clear" w:color="auto" w:fill="FFFFCC"/>
          <w:lang w:eastAsia="en-US"/>
        </w:rPr>
        <w:t>L</w:t>
      </w:r>
      <w:r w:rsidR="008C2AF3">
        <w:rPr>
          <w:rFonts w:eastAsiaTheme="minorHAnsi"/>
          <w:bdr w:val="single" w:sz="4" w:space="0" w:color="auto" w:shadow="1"/>
          <w:shd w:val="clear" w:color="auto" w:fill="FFFFCC"/>
          <w:lang w:eastAsia="en-US"/>
        </w:rPr>
        <w:t>3-</w:t>
      </w:r>
      <w:r w:rsidR="00FC6A25">
        <w:rPr>
          <w:rFonts w:eastAsiaTheme="minorHAnsi"/>
          <w:bdr w:val="single" w:sz="4" w:space="0" w:color="auto" w:shadow="1"/>
          <w:shd w:val="clear" w:color="auto" w:fill="FFFFCC"/>
          <w:lang w:eastAsia="en-US"/>
        </w:rPr>
        <w:t>2</w:t>
      </w:r>
      <w:r w:rsidR="008C2AF3" w:rsidRPr="001076C5">
        <w:rPr>
          <w:rFonts w:eastAsiaTheme="minorHAnsi"/>
          <w:bdr w:val="single" w:sz="4" w:space="0" w:color="auto" w:shadow="1"/>
          <w:shd w:val="clear" w:color="auto" w:fill="FFFFCC"/>
          <w:lang w:eastAsia="en-US"/>
        </w:rPr>
        <w:t>_</w:t>
      </w:r>
      <w:r w:rsidR="008C2AF3">
        <w:rPr>
          <w:rFonts w:eastAsiaTheme="minorHAnsi"/>
          <w:bdr w:val="single" w:sz="4" w:space="0" w:color="auto" w:shadow="1"/>
          <w:shd w:val="clear" w:color="auto" w:fill="FFFFCC"/>
          <w:lang w:eastAsia="en-US"/>
        </w:rPr>
        <w:t>Geometrie-</w:t>
      </w:r>
      <w:r w:rsidR="00FC6A25">
        <w:rPr>
          <w:rFonts w:eastAsiaTheme="minorHAnsi"/>
          <w:bdr w:val="single" w:sz="4" w:space="0" w:color="auto" w:shadow="1"/>
          <w:shd w:val="clear" w:color="auto" w:fill="FFFFCC"/>
          <w:lang w:eastAsia="en-US"/>
        </w:rPr>
        <w:t>mit-Delaunator</w:t>
      </w:r>
      <w:r w:rsidR="008C2AF3" w:rsidRPr="001076C5">
        <w:rPr>
          <w:rFonts w:eastAsiaTheme="minorHAnsi"/>
          <w:bdr w:val="single" w:sz="4" w:space="0" w:color="auto" w:shadow="1"/>
          <w:shd w:val="clear" w:color="auto" w:fill="FFFFCC"/>
          <w:lang w:eastAsia="en-US"/>
        </w:rPr>
        <w:t>.html</w:t>
      </w:r>
      <w:r w:rsidR="00072382" w:rsidRPr="007F4F8F">
        <w:rPr>
          <w:rFonts w:eastAsiaTheme="minorHAnsi"/>
        </w:rPr>
        <w:t>.</w:t>
      </w:r>
    </w:p>
    <w:p w14:paraId="17CA9B85" w14:textId="7992997A" w:rsidR="0031131C" w:rsidRDefault="00CC46F9" w:rsidP="0084186F">
      <w:r>
        <w:t>Dazu starten wir der Einfachheit halber mit einigen wenigen</w:t>
      </w:r>
      <w:r w:rsidR="00C43263">
        <w:t>, wahllos zusammengestellten</w:t>
      </w:r>
      <w:r>
        <w:t xml:space="preserve"> Punkten, die </w:t>
      </w:r>
      <w:r w:rsidR="00D41CBC">
        <w:t>Ihnen zur Arbeitserleichterung in den Materialien zur Verfügung stehen</w:t>
      </w:r>
      <w:r w:rsidR="00366585">
        <w:t xml:space="preserve"> (delaunator_test.txt)</w:t>
      </w:r>
      <w:r>
        <w:t>.</w:t>
      </w:r>
      <w:r w:rsidR="00581735">
        <w:t xml:space="preserve"> Wir haben in dem Array </w:t>
      </w:r>
      <w:proofErr w:type="spellStart"/>
      <w:r w:rsidR="00581735">
        <w:t>points</w:t>
      </w:r>
      <w:proofErr w:type="spellEnd"/>
      <w:r w:rsidR="00581735">
        <w:t xml:space="preserve"> dann eine Liste von 3D-Punkten.</w:t>
      </w:r>
    </w:p>
    <w:p w14:paraId="720700AC" w14:textId="10642E85" w:rsidR="00150F78" w:rsidRPr="00150F78" w:rsidRDefault="00150F78" w:rsidP="00150F7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proofErr w:type="spellStart"/>
      <w:r w:rsidRPr="00150F78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Pr="00150F78">
        <w:rPr>
          <w:rFonts w:ascii="Consolas" w:hAnsi="Consolas"/>
          <w:b/>
          <w:color w:val="000000" w:themeColor="text1"/>
          <w:sz w:val="20"/>
          <w:szCs w:val="20"/>
        </w:rPr>
        <w:t>points</w:t>
      </w:r>
      <w:proofErr w:type="spellEnd"/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= </w:t>
      </w:r>
      <w:proofErr w:type="gramStart"/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[  </w:t>
      </w:r>
      <w:proofErr w:type="spellStart"/>
      <w:r w:rsidRPr="00150F78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proofErr w:type="gramEnd"/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THREE.Vector3(-89.0, -1.0, 20.0),</w:t>
      </w:r>
    </w:p>
    <w:p w14:paraId="11B1CCFC" w14:textId="77777777" w:rsidR="00150F78" w:rsidRPr="00150F78" w:rsidRDefault="00150F78" w:rsidP="00150F7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               </w:t>
      </w:r>
      <w:proofErr w:type="spellStart"/>
      <w:r w:rsidRPr="00150F78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THREE.Vector3(93.0, -11.0, 53.0),</w:t>
      </w:r>
    </w:p>
    <w:p w14:paraId="6D1194D2" w14:textId="77777777" w:rsidR="00150F78" w:rsidRPr="00150F78" w:rsidRDefault="00150F78" w:rsidP="00150F7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               </w:t>
      </w:r>
      <w:proofErr w:type="spellStart"/>
      <w:r w:rsidRPr="00150F78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THREE.Vector3(-25.0, 9.0, 14.0),</w:t>
      </w:r>
    </w:p>
    <w:p w14:paraId="56871BBF" w14:textId="77777777" w:rsidR="00150F78" w:rsidRPr="00150F78" w:rsidRDefault="00150F78" w:rsidP="00150F7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               </w:t>
      </w:r>
      <w:proofErr w:type="spellStart"/>
      <w:r w:rsidRPr="00150F78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THREE.Vector3(-61.0,-2.0,-33.0),</w:t>
      </w:r>
    </w:p>
    <w:p w14:paraId="1840581D" w14:textId="77777777" w:rsidR="00150F78" w:rsidRPr="00150F78" w:rsidRDefault="00150F78" w:rsidP="00150F7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               </w:t>
      </w:r>
      <w:proofErr w:type="spellStart"/>
      <w:r w:rsidRPr="00150F78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THREE.Vector3(-26.0,10.0,31.0),</w:t>
      </w:r>
    </w:p>
    <w:p w14:paraId="77810F52" w14:textId="77777777" w:rsidR="00150F78" w:rsidRPr="00150F78" w:rsidRDefault="00150F78" w:rsidP="00150F7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               </w:t>
      </w:r>
      <w:proofErr w:type="spellStart"/>
      <w:r w:rsidRPr="00150F78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THREE.Vector3(47.0,8.0,-20.0),</w:t>
      </w:r>
    </w:p>
    <w:p w14:paraId="2D35C53C" w14:textId="77777777" w:rsidR="00150F78" w:rsidRPr="00150F78" w:rsidRDefault="00150F78" w:rsidP="00150F7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               </w:t>
      </w:r>
      <w:proofErr w:type="spellStart"/>
      <w:r w:rsidRPr="00150F78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THREE.Vector3(92.0,3.0,-43.0),</w:t>
      </w:r>
    </w:p>
    <w:p w14:paraId="02DC5FCC" w14:textId="77777777" w:rsidR="00150F78" w:rsidRPr="00150F78" w:rsidRDefault="00150F78" w:rsidP="00150F7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               </w:t>
      </w:r>
      <w:proofErr w:type="spellStart"/>
      <w:r w:rsidRPr="00150F78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THREE.Vector3(69.0,-17.0,-83.0),</w:t>
      </w:r>
    </w:p>
    <w:p w14:paraId="5B53D625" w14:textId="77777777" w:rsidR="00150F78" w:rsidRPr="00150F78" w:rsidRDefault="00150F78" w:rsidP="00150F7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               </w:t>
      </w:r>
      <w:proofErr w:type="spellStart"/>
      <w:r w:rsidRPr="00150F78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THREE.Vector3(-35.0,-9.0,96.0),</w:t>
      </w:r>
    </w:p>
    <w:p w14:paraId="71DBB034" w14:textId="49425C09" w:rsidR="00651136" w:rsidRDefault="00150F78" w:rsidP="00150F7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               </w:t>
      </w:r>
      <w:proofErr w:type="spellStart"/>
      <w:r w:rsidRPr="00150F78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Pr="00150F78">
        <w:rPr>
          <w:rFonts w:ascii="Consolas" w:hAnsi="Consolas"/>
          <w:b/>
          <w:color w:val="000000" w:themeColor="text1"/>
          <w:sz w:val="20"/>
          <w:szCs w:val="20"/>
        </w:rPr>
        <w:t xml:space="preserve"> THREE.Vector3(-90.0,-19.0,39.0),</w:t>
      </w:r>
      <w:r w:rsidR="00250EE9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r w:rsidRPr="00150F78">
        <w:rPr>
          <w:rFonts w:ascii="Consolas" w:hAnsi="Consolas"/>
          <w:b/>
          <w:color w:val="000000" w:themeColor="text1"/>
          <w:sz w:val="20"/>
          <w:szCs w:val="20"/>
        </w:rPr>
        <w:t>];</w:t>
      </w:r>
    </w:p>
    <w:p w14:paraId="7F048815" w14:textId="6BE5994B" w:rsidR="00A40885" w:rsidRDefault="00A40885" w:rsidP="00150F7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</w:p>
    <w:p w14:paraId="6236C243" w14:textId="7A845295" w:rsidR="00A40885" w:rsidRPr="00655D6F" w:rsidRDefault="00A40885" w:rsidP="00150F7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proofErr w:type="spellStart"/>
      <w:r w:rsidRPr="00A40885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Pr="00A40885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Pr="00A40885">
        <w:rPr>
          <w:rFonts w:ascii="Consolas" w:hAnsi="Consolas"/>
          <w:b/>
          <w:color w:val="000000" w:themeColor="text1"/>
          <w:sz w:val="20"/>
          <w:szCs w:val="20"/>
        </w:rPr>
        <w:t>geometry</w:t>
      </w:r>
      <w:proofErr w:type="spellEnd"/>
      <w:r w:rsidRPr="00A40885">
        <w:rPr>
          <w:rFonts w:ascii="Consolas" w:hAnsi="Consolas"/>
          <w:b/>
          <w:color w:val="000000" w:themeColor="text1"/>
          <w:sz w:val="20"/>
          <w:szCs w:val="20"/>
        </w:rPr>
        <w:t xml:space="preserve"> = </w:t>
      </w:r>
      <w:proofErr w:type="spellStart"/>
      <w:r w:rsidRPr="00A40885">
        <w:rPr>
          <w:rFonts w:ascii="Consolas" w:hAnsi="Consolas"/>
          <w:b/>
          <w:color w:val="000000" w:themeColor="text1"/>
          <w:sz w:val="20"/>
          <w:szCs w:val="20"/>
        </w:rPr>
        <w:t>new</w:t>
      </w:r>
      <w:proofErr w:type="spellEnd"/>
      <w:r w:rsidRPr="00A40885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Pr="00A40885">
        <w:rPr>
          <w:rFonts w:ascii="Consolas" w:hAnsi="Consolas"/>
          <w:b/>
          <w:color w:val="000000" w:themeColor="text1"/>
          <w:sz w:val="20"/>
          <w:szCs w:val="20"/>
        </w:rPr>
        <w:t>THREE.BufferGeometry</w:t>
      </w:r>
      <w:proofErr w:type="spellEnd"/>
      <w:r w:rsidRPr="00A40885">
        <w:rPr>
          <w:rFonts w:ascii="Consolas" w:hAnsi="Consolas"/>
          <w:b/>
          <w:color w:val="000000" w:themeColor="text1"/>
          <w:sz w:val="20"/>
          <w:szCs w:val="20"/>
        </w:rPr>
        <w:t>(</w:t>
      </w:r>
      <w:proofErr w:type="gramStart"/>
      <w:r w:rsidRPr="00A40885">
        <w:rPr>
          <w:rFonts w:ascii="Consolas" w:hAnsi="Consolas"/>
          <w:b/>
          <w:color w:val="000000" w:themeColor="text1"/>
          <w:sz w:val="20"/>
          <w:szCs w:val="20"/>
        </w:rPr>
        <w:t>).</w:t>
      </w:r>
      <w:proofErr w:type="spellStart"/>
      <w:r w:rsidRPr="00A40885">
        <w:rPr>
          <w:rFonts w:ascii="Consolas" w:hAnsi="Consolas"/>
          <w:b/>
          <w:color w:val="000000" w:themeColor="text1"/>
          <w:sz w:val="20"/>
          <w:szCs w:val="20"/>
        </w:rPr>
        <w:t>setFromPoints</w:t>
      </w:r>
      <w:proofErr w:type="spellEnd"/>
      <w:proofErr w:type="gramEnd"/>
      <w:r w:rsidRPr="00A40885">
        <w:rPr>
          <w:rFonts w:ascii="Consolas" w:hAnsi="Consolas"/>
          <w:b/>
          <w:color w:val="000000" w:themeColor="text1"/>
          <w:sz w:val="20"/>
          <w:szCs w:val="20"/>
        </w:rPr>
        <w:t>(</w:t>
      </w:r>
      <w:proofErr w:type="spellStart"/>
      <w:r w:rsidRPr="00A40885">
        <w:rPr>
          <w:rFonts w:ascii="Consolas" w:hAnsi="Consolas"/>
          <w:b/>
          <w:color w:val="000000" w:themeColor="text1"/>
          <w:sz w:val="20"/>
          <w:szCs w:val="20"/>
        </w:rPr>
        <w:t>points</w:t>
      </w:r>
      <w:proofErr w:type="spellEnd"/>
      <w:r w:rsidRPr="00A40885">
        <w:rPr>
          <w:rFonts w:ascii="Consolas" w:hAnsi="Consolas"/>
          <w:b/>
          <w:color w:val="000000" w:themeColor="text1"/>
          <w:sz w:val="20"/>
          <w:szCs w:val="20"/>
        </w:rPr>
        <w:t>);</w:t>
      </w:r>
    </w:p>
    <w:p w14:paraId="0F9B6A83" w14:textId="77777777" w:rsidR="00D53FCC" w:rsidRDefault="00D53FCC" w:rsidP="00651136"/>
    <w:p w14:paraId="1403B16E" w14:textId="39C2E9D0" w:rsidR="00651136" w:rsidRDefault="00DA3F52" w:rsidP="00651136">
      <w:r w:rsidRPr="00DA3F52"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5B1B6941" wp14:editId="0E4C0437">
            <wp:simplePos x="0" y="0"/>
            <wp:positionH relativeFrom="margin">
              <wp:align>right</wp:align>
            </wp:positionH>
            <wp:positionV relativeFrom="paragraph">
              <wp:posOffset>22860</wp:posOffset>
            </wp:positionV>
            <wp:extent cx="2340000" cy="1987200"/>
            <wp:effectExtent l="0" t="0" r="3175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98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0D0D">
        <w:t xml:space="preserve">Nehmen wir </w:t>
      </w:r>
      <w:r w:rsidR="009B46A9">
        <w:t>diese so entstandene Geometrie</w:t>
      </w:r>
      <w:r w:rsidR="00D53FCC">
        <w:t xml:space="preserve">, so </w:t>
      </w:r>
      <w:r w:rsidR="00E87F0C">
        <w:t xml:space="preserve">kann </w:t>
      </w:r>
      <w:r w:rsidR="0056532A">
        <w:t xml:space="preserve">man </w:t>
      </w:r>
      <w:r w:rsidR="00E87F0C">
        <w:t>schnell erkennen, dass so keine einheitliche Fläche entst</w:t>
      </w:r>
      <w:r w:rsidR="00EA540D">
        <w:t>anden ist</w:t>
      </w:r>
      <w:r w:rsidR="00E87F0C">
        <w:t>.</w:t>
      </w:r>
      <w:r w:rsidR="00EA540D">
        <w:t xml:space="preserve"> </w:t>
      </w:r>
      <w:r w:rsidR="0056532A">
        <w:t>Warum? Wie wir vorne gelernt haben, werden jeweils einfach immer 3 in der Array-Struktur hintereinanderliegenden Punkte als Fläche interpretiert. Um eine zusammenhängende Fläche zu erzeugen, müssen die Punkte, an denen die Flächen zusammenstoßen sollen, in der Array-Struktur vervielfacht werden.</w:t>
      </w:r>
    </w:p>
    <w:p w14:paraId="46934E3C" w14:textId="77777777" w:rsidR="002C27EC" w:rsidRDefault="002C27EC" w:rsidP="00651136"/>
    <w:p w14:paraId="205C24DA" w14:textId="77777777" w:rsidR="000F454B" w:rsidRDefault="000F454B" w:rsidP="00651136">
      <w:r>
        <w:t xml:space="preserve">Hier kommt jetzt die </w:t>
      </w:r>
      <w:proofErr w:type="spellStart"/>
      <w:r>
        <w:t>Delaunator-Lib</w:t>
      </w:r>
      <w:proofErr w:type="spellEnd"/>
      <w:r>
        <w:t xml:space="preserve"> zum Einsatz.</w:t>
      </w:r>
    </w:p>
    <w:p w14:paraId="6593FAFC" w14:textId="249628A6" w:rsidR="00EB0A85" w:rsidRPr="00EB0A85" w:rsidRDefault="00EB0A85" w:rsidP="00EB0A85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r w:rsidRPr="00EB0A85">
        <w:rPr>
          <w:rFonts w:ascii="Consolas" w:hAnsi="Consolas"/>
          <w:b/>
          <w:color w:val="000000" w:themeColor="text1"/>
          <w:sz w:val="20"/>
          <w:szCs w:val="20"/>
        </w:rPr>
        <w:t xml:space="preserve">// </w:t>
      </w:r>
      <w:proofErr w:type="spellStart"/>
      <w:r w:rsidRPr="00EB0A85">
        <w:rPr>
          <w:rFonts w:ascii="Consolas" w:hAnsi="Consolas"/>
          <w:b/>
          <w:color w:val="000000" w:themeColor="text1"/>
          <w:sz w:val="20"/>
          <w:szCs w:val="20"/>
        </w:rPr>
        <w:t>triangulate</w:t>
      </w:r>
      <w:proofErr w:type="spellEnd"/>
      <w:r w:rsidRPr="00EB0A85">
        <w:rPr>
          <w:rFonts w:ascii="Consolas" w:hAnsi="Consolas"/>
          <w:b/>
          <w:color w:val="000000" w:themeColor="text1"/>
          <w:sz w:val="20"/>
          <w:szCs w:val="20"/>
        </w:rPr>
        <w:t xml:space="preserve"> x, z</w:t>
      </w:r>
    </w:p>
    <w:p w14:paraId="79107DFE" w14:textId="646E8F6C" w:rsidR="00EB0A85" w:rsidRPr="00EB0A85" w:rsidRDefault="00EB0A85" w:rsidP="00EB0A85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EB0A85"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Pr="00EB0A85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Pr="00EB0A85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Pr="00EB0A85">
        <w:rPr>
          <w:rFonts w:ascii="Consolas" w:hAnsi="Consolas"/>
          <w:b/>
          <w:color w:val="000000" w:themeColor="text1"/>
          <w:sz w:val="20"/>
          <w:szCs w:val="20"/>
        </w:rPr>
        <w:t>indexDelaunay</w:t>
      </w:r>
      <w:proofErr w:type="spellEnd"/>
      <w:r w:rsidRPr="00EB0A85">
        <w:rPr>
          <w:rFonts w:ascii="Consolas" w:hAnsi="Consolas"/>
          <w:b/>
          <w:color w:val="000000" w:themeColor="text1"/>
          <w:sz w:val="20"/>
          <w:szCs w:val="20"/>
        </w:rPr>
        <w:t xml:space="preserve"> = </w:t>
      </w:r>
      <w:proofErr w:type="spellStart"/>
      <w:r w:rsidRPr="00EB0A85">
        <w:rPr>
          <w:rFonts w:ascii="Consolas" w:hAnsi="Consolas"/>
          <w:b/>
          <w:color w:val="000000" w:themeColor="text1"/>
          <w:sz w:val="20"/>
          <w:szCs w:val="20"/>
        </w:rPr>
        <w:t>Delaunator.from</w:t>
      </w:r>
      <w:proofErr w:type="spellEnd"/>
      <w:r w:rsidRPr="00EB0A85">
        <w:rPr>
          <w:rFonts w:ascii="Consolas" w:hAnsi="Consolas"/>
          <w:b/>
          <w:color w:val="000000" w:themeColor="text1"/>
          <w:sz w:val="20"/>
          <w:szCs w:val="20"/>
        </w:rPr>
        <w:t>(</w:t>
      </w:r>
    </w:p>
    <w:p w14:paraId="08BE816C" w14:textId="333056DC" w:rsidR="00EB0A85" w:rsidRPr="00EB0A85" w:rsidRDefault="00EB0A85" w:rsidP="00EB0A85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EB0A85"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proofErr w:type="gramStart"/>
      <w:r w:rsidRPr="00EB0A85">
        <w:rPr>
          <w:rFonts w:ascii="Consolas" w:hAnsi="Consolas"/>
          <w:b/>
          <w:color w:val="000000" w:themeColor="text1"/>
          <w:sz w:val="20"/>
          <w:szCs w:val="20"/>
        </w:rPr>
        <w:t>points.map</w:t>
      </w:r>
      <w:proofErr w:type="spellEnd"/>
      <w:r w:rsidRPr="00EB0A85">
        <w:rPr>
          <w:rFonts w:ascii="Consolas" w:hAnsi="Consolas"/>
          <w:b/>
          <w:color w:val="000000" w:themeColor="text1"/>
          <w:sz w:val="20"/>
          <w:szCs w:val="20"/>
        </w:rPr>
        <w:t>(</w:t>
      </w:r>
      <w:proofErr w:type="gramEnd"/>
      <w:r w:rsidRPr="00EB0A85">
        <w:rPr>
          <w:rFonts w:ascii="Consolas" w:hAnsi="Consolas"/>
          <w:b/>
          <w:color w:val="000000" w:themeColor="text1"/>
          <w:sz w:val="20"/>
          <w:szCs w:val="20"/>
        </w:rPr>
        <w:t>v =&gt; {</w:t>
      </w:r>
    </w:p>
    <w:p w14:paraId="0F77C15D" w14:textId="1FE97813" w:rsidR="00EB0A85" w:rsidRPr="00EB0A85" w:rsidRDefault="00EB0A85" w:rsidP="00EB0A85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      </w:t>
      </w:r>
      <w:proofErr w:type="spellStart"/>
      <w:r w:rsidRPr="00EB0A85">
        <w:rPr>
          <w:rFonts w:ascii="Consolas" w:hAnsi="Consolas"/>
          <w:b/>
          <w:color w:val="000000" w:themeColor="text1"/>
          <w:sz w:val="20"/>
          <w:szCs w:val="20"/>
        </w:rPr>
        <w:t>return</w:t>
      </w:r>
      <w:proofErr w:type="spellEnd"/>
      <w:r w:rsidRPr="00EB0A85">
        <w:rPr>
          <w:rFonts w:ascii="Consolas" w:hAnsi="Consolas"/>
          <w:b/>
          <w:color w:val="000000" w:themeColor="text1"/>
          <w:sz w:val="20"/>
          <w:szCs w:val="20"/>
        </w:rPr>
        <w:t xml:space="preserve"> [</w:t>
      </w:r>
      <w:proofErr w:type="spellStart"/>
      <w:r w:rsidRPr="00EB0A85">
        <w:rPr>
          <w:rFonts w:ascii="Consolas" w:hAnsi="Consolas"/>
          <w:b/>
          <w:color w:val="000000" w:themeColor="text1"/>
          <w:sz w:val="20"/>
          <w:szCs w:val="20"/>
        </w:rPr>
        <w:t>v.x</w:t>
      </w:r>
      <w:proofErr w:type="spellEnd"/>
      <w:r w:rsidRPr="00EB0A85">
        <w:rPr>
          <w:rFonts w:ascii="Consolas" w:hAnsi="Consolas"/>
          <w:b/>
          <w:color w:val="000000" w:themeColor="text1"/>
          <w:sz w:val="20"/>
          <w:szCs w:val="20"/>
        </w:rPr>
        <w:t xml:space="preserve">, </w:t>
      </w:r>
      <w:proofErr w:type="spellStart"/>
      <w:r w:rsidRPr="00EB0A85">
        <w:rPr>
          <w:rFonts w:ascii="Consolas" w:hAnsi="Consolas"/>
          <w:b/>
          <w:color w:val="000000" w:themeColor="text1"/>
          <w:sz w:val="20"/>
          <w:szCs w:val="20"/>
        </w:rPr>
        <w:t>v.z</w:t>
      </w:r>
      <w:proofErr w:type="spellEnd"/>
      <w:r w:rsidRPr="00EB0A85">
        <w:rPr>
          <w:rFonts w:ascii="Consolas" w:hAnsi="Consolas"/>
          <w:b/>
          <w:color w:val="000000" w:themeColor="text1"/>
          <w:sz w:val="20"/>
          <w:szCs w:val="20"/>
        </w:rPr>
        <w:t>];</w:t>
      </w:r>
    </w:p>
    <w:p w14:paraId="0041B7F3" w14:textId="11715552" w:rsidR="00EB0A85" w:rsidRPr="00EB0A85" w:rsidRDefault="00EB0A85" w:rsidP="00EB0A85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EB0A85">
        <w:rPr>
          <w:rFonts w:ascii="Consolas" w:hAnsi="Consolas"/>
          <w:b/>
          <w:color w:val="000000" w:themeColor="text1"/>
          <w:sz w:val="20"/>
          <w:szCs w:val="20"/>
        </w:rPr>
        <w:t xml:space="preserve">      })</w:t>
      </w:r>
    </w:p>
    <w:p w14:paraId="6FAA8D31" w14:textId="07CFA5EA" w:rsidR="00E06C06" w:rsidRPr="00655D6F" w:rsidRDefault="00EB0A85" w:rsidP="00EB0A85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EB0A85">
        <w:rPr>
          <w:rFonts w:ascii="Consolas" w:hAnsi="Consolas"/>
          <w:b/>
          <w:color w:val="000000" w:themeColor="text1"/>
          <w:sz w:val="20"/>
          <w:szCs w:val="20"/>
        </w:rPr>
        <w:t xml:space="preserve">   );</w:t>
      </w:r>
    </w:p>
    <w:p w14:paraId="7CF7737A" w14:textId="77777777" w:rsidR="00E06C06" w:rsidRDefault="00E06C06" w:rsidP="00E06C06"/>
    <w:p w14:paraId="7388C60D" w14:textId="56905DC3" w:rsidR="00E87F0C" w:rsidRDefault="00E149B9" w:rsidP="00651136">
      <w:r>
        <w:t xml:space="preserve">Wie man sehen kann, </w:t>
      </w:r>
      <w:r w:rsidR="00F144D8">
        <w:t xml:space="preserve">trianguliert die Bibliothek über zwei Koordinaten, x und z. </w:t>
      </w:r>
      <w:r w:rsidR="002C27EC">
        <w:t xml:space="preserve">Damit muss man sich entscheiden, über welches Koordinatenpaar man triangulieren will (Triangulationen über 3 Koordinaten sind erheblich komplexer und aufwendiger zu rechnen). </w:t>
      </w:r>
      <w:r w:rsidR="007D3392">
        <w:t>Für den nächsten Schritt wird ein Abbildungsindex erzeugt und der Geometrie hinzugefügt.</w:t>
      </w:r>
    </w:p>
    <w:p w14:paraId="0E716726" w14:textId="0E78CE86" w:rsidR="00BC612C" w:rsidRPr="00BC612C" w:rsidRDefault="00BC612C" w:rsidP="00BC612C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meshIndex</w:t>
      </w:r>
      <w:proofErr w:type="spellEnd"/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= []; // 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delaunay</w:t>
      </w:r>
      <w:proofErr w:type="spellEnd"/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index</w:t>
      </w:r>
      <w:proofErr w:type="spellEnd"/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=&gt; three.js 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index</w:t>
      </w:r>
      <w:proofErr w:type="spellEnd"/>
    </w:p>
    <w:p w14:paraId="2F8ED6A7" w14:textId="4B97AC3E" w:rsidR="00BC612C" w:rsidRPr="00BC612C" w:rsidRDefault="00BC612C" w:rsidP="00BC612C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for</w:t>
      </w:r>
      <w:proofErr w:type="spellEnd"/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(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i = 0; i &lt; </w:t>
      </w:r>
      <w:proofErr w:type="spellStart"/>
      <w:proofErr w:type="gram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indexDelaunay.triangles.length</w:t>
      </w:r>
      <w:proofErr w:type="spellEnd"/>
      <w:proofErr w:type="gramEnd"/>
      <w:r w:rsidRPr="00BC612C">
        <w:rPr>
          <w:rFonts w:ascii="Consolas" w:hAnsi="Consolas"/>
          <w:b/>
          <w:color w:val="000000" w:themeColor="text1"/>
          <w:sz w:val="20"/>
          <w:szCs w:val="20"/>
        </w:rPr>
        <w:t>; i++) {</w:t>
      </w:r>
    </w:p>
    <w:p w14:paraId="15CD80D7" w14:textId="4EDCAEBA" w:rsidR="00BC612C" w:rsidRPr="00BC612C" w:rsidRDefault="00BC612C" w:rsidP="00BC612C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meshIndex.push</w:t>
      </w:r>
      <w:proofErr w:type="spellEnd"/>
      <w:r w:rsidRPr="00BC612C">
        <w:rPr>
          <w:rFonts w:ascii="Consolas" w:hAnsi="Consolas"/>
          <w:b/>
          <w:color w:val="000000" w:themeColor="text1"/>
          <w:sz w:val="20"/>
          <w:szCs w:val="20"/>
        </w:rPr>
        <w:t>(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indexDelaunay.triangles</w:t>
      </w:r>
      <w:proofErr w:type="spellEnd"/>
      <w:r w:rsidRPr="00BC612C">
        <w:rPr>
          <w:rFonts w:ascii="Consolas" w:hAnsi="Consolas"/>
          <w:b/>
          <w:color w:val="000000" w:themeColor="text1"/>
          <w:sz w:val="20"/>
          <w:szCs w:val="20"/>
        </w:rPr>
        <w:t>[i]);</w:t>
      </w:r>
    </w:p>
    <w:p w14:paraId="07D4661D" w14:textId="0327E273" w:rsidR="00BC612C" w:rsidRPr="00BC612C" w:rsidRDefault="00BC612C" w:rsidP="00BC612C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  }</w:t>
      </w:r>
    </w:p>
    <w:p w14:paraId="7A5E2E3D" w14:textId="77777777" w:rsidR="00BC612C" w:rsidRPr="00BC612C" w:rsidRDefault="00BC612C" w:rsidP="00BC612C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</w:p>
    <w:p w14:paraId="0A20D3D9" w14:textId="1552E211" w:rsidR="00BC612C" w:rsidRPr="00BC612C" w:rsidRDefault="00BC612C" w:rsidP="00BC612C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proofErr w:type="gram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geometry.setIndex</w:t>
      </w:r>
      <w:proofErr w:type="spellEnd"/>
      <w:proofErr w:type="gramEnd"/>
      <w:r w:rsidRPr="00BC612C">
        <w:rPr>
          <w:rFonts w:ascii="Consolas" w:hAnsi="Consolas"/>
          <w:b/>
          <w:color w:val="000000" w:themeColor="text1"/>
          <w:sz w:val="20"/>
          <w:szCs w:val="20"/>
        </w:rPr>
        <w:t>(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meshIndex</w:t>
      </w:r>
      <w:proofErr w:type="spellEnd"/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); // 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add</w:t>
      </w:r>
      <w:proofErr w:type="spellEnd"/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three.js 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index</w:t>
      </w:r>
      <w:proofErr w:type="spellEnd"/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to</w:t>
      </w:r>
      <w:proofErr w:type="spellEnd"/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the</w:t>
      </w:r>
      <w:proofErr w:type="spellEnd"/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existing</w:t>
      </w:r>
      <w:proofErr w:type="spellEnd"/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geometry</w:t>
      </w:r>
      <w:proofErr w:type="spellEnd"/>
    </w:p>
    <w:p w14:paraId="4C47125E" w14:textId="5451B58D" w:rsidR="004927F2" w:rsidRPr="00655D6F" w:rsidRDefault="00BC612C" w:rsidP="00BC612C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BC612C"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proofErr w:type="gramStart"/>
      <w:r w:rsidRPr="00BC612C">
        <w:rPr>
          <w:rFonts w:ascii="Consolas" w:hAnsi="Consolas"/>
          <w:b/>
          <w:color w:val="000000" w:themeColor="text1"/>
          <w:sz w:val="20"/>
          <w:szCs w:val="20"/>
        </w:rPr>
        <w:t>geometry.computeVertexNormals</w:t>
      </w:r>
      <w:proofErr w:type="spellEnd"/>
      <w:proofErr w:type="gramEnd"/>
      <w:r w:rsidRPr="00BC612C">
        <w:rPr>
          <w:rFonts w:ascii="Consolas" w:hAnsi="Consolas"/>
          <w:b/>
          <w:color w:val="000000" w:themeColor="text1"/>
          <w:sz w:val="20"/>
          <w:szCs w:val="20"/>
        </w:rPr>
        <w:t>();</w:t>
      </w:r>
    </w:p>
    <w:p w14:paraId="5D987B2F" w14:textId="6932A9E4" w:rsidR="004927F2" w:rsidRDefault="004927F2" w:rsidP="004927F2"/>
    <w:p w14:paraId="31186F1A" w14:textId="05AFBC2B" w:rsidR="00744E3F" w:rsidRDefault="00D25A18" w:rsidP="00651136">
      <w:r w:rsidRPr="00D25A18">
        <w:rPr>
          <w:noProof/>
        </w:rPr>
        <w:drawing>
          <wp:anchor distT="0" distB="0" distL="114300" distR="114300" simplePos="0" relativeHeight="251672576" behindDoc="0" locked="0" layoutInCell="1" allowOverlap="1" wp14:anchorId="7205E90C" wp14:editId="59FAD73E">
            <wp:simplePos x="0" y="0"/>
            <wp:positionH relativeFrom="margin">
              <wp:align>right</wp:align>
            </wp:positionH>
            <wp:positionV relativeFrom="paragraph">
              <wp:posOffset>176530</wp:posOffset>
            </wp:positionV>
            <wp:extent cx="2519680" cy="2282190"/>
            <wp:effectExtent l="0" t="0" r="0" b="381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2282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5733">
        <w:rPr>
          <w:noProof/>
        </w:rPr>
        <w:t>Damit</w:t>
      </w:r>
      <w:r w:rsidR="001E2C03">
        <w:t xml:space="preserve"> entsteht eine geschlossene Fläche, </w:t>
      </w:r>
      <w:r w:rsidR="00BF723B">
        <w:t xml:space="preserve">die hier durch zusätzliche </w:t>
      </w:r>
      <w:proofErr w:type="spellStart"/>
      <w:r w:rsidR="00BF723B">
        <w:t>Wireframe</w:t>
      </w:r>
      <w:proofErr w:type="spellEnd"/>
      <w:r w:rsidR="00BF723B">
        <w:t xml:space="preserve">-Linien </w:t>
      </w:r>
      <w:r w:rsidR="003D3C5C">
        <w:t>veranschaulicht wurde.</w:t>
      </w:r>
    </w:p>
    <w:p w14:paraId="3B65D0AC" w14:textId="467AE8FE" w:rsidR="003D3C5C" w:rsidRDefault="00B57D25" w:rsidP="00651136">
      <w:r>
        <w:t xml:space="preserve">Vergleicht man die beiden Graphiken miteinander, kann man sehr gut erkennen, dass aus den 10 Punkten, die ja wie vorne beschrieben, nacheinander in dem </w:t>
      </w:r>
      <w:proofErr w:type="spellStart"/>
      <w:r>
        <w:t>BufferArray</w:t>
      </w:r>
      <w:proofErr w:type="spellEnd"/>
      <w:r>
        <w:t xml:space="preserve"> angeordnet sind, 3 Dreiecke geworden sind, da ja ohne weitere Angaben immer drei Vertices zusammen ein Dreieck bilden. </w:t>
      </w:r>
    </w:p>
    <w:p w14:paraId="74492107" w14:textId="237F8335" w:rsidR="00B57D25" w:rsidRDefault="00B57D25" w:rsidP="00651136">
      <w:r>
        <w:t xml:space="preserve">Das Verfahren in der </w:t>
      </w:r>
      <w:proofErr w:type="spellStart"/>
      <w:r>
        <w:t>Delaunator-Lib</w:t>
      </w:r>
      <w:proofErr w:type="spellEnd"/>
      <w:r>
        <w:t xml:space="preserve"> hat nun dafür gesorgt, dass aus den gegebenen Punkten eine geschlossene Fläche </w:t>
      </w:r>
      <w:r w:rsidR="00762C84">
        <w:t xml:space="preserve">geworden ist. Das kann nur passieren, wenn die Punkte durch das Verfahren so aufgestockt worden sind, dass </w:t>
      </w:r>
      <w:r w:rsidR="00D25A18">
        <w:t xml:space="preserve">z.B. der durch den Kreis markierte Punkt nun so oft in dem </w:t>
      </w:r>
      <w:proofErr w:type="spellStart"/>
      <w:r w:rsidR="00D25A18">
        <w:t>BufferArray</w:t>
      </w:r>
      <w:proofErr w:type="spellEnd"/>
      <w:r w:rsidR="00D25A18">
        <w:t xml:space="preserve"> einkopiert wurde, dass er zu allen durch die Pfeile markierten Dreiecken gehört.</w:t>
      </w:r>
    </w:p>
    <w:p w14:paraId="6DD94385" w14:textId="5E7EDDD5" w:rsidR="00D25A18" w:rsidRDefault="00D25A18" w:rsidP="00651136"/>
    <w:p w14:paraId="441114A9" w14:textId="4E9FF598" w:rsidR="00587B95" w:rsidRDefault="00587B95" w:rsidP="00A42E31">
      <w:pPr>
        <w:pStyle w:val="berschrift2"/>
      </w:pPr>
      <w:r>
        <w:t>Aufgabe</w:t>
      </w:r>
      <w:r w:rsidR="002C27EC">
        <w:t xml:space="preserve"> A3</w:t>
      </w:r>
    </w:p>
    <w:p w14:paraId="5F0F5E8D" w14:textId="06CF54AD" w:rsidR="00587B95" w:rsidRDefault="0070018A" w:rsidP="00651136">
      <w:r>
        <w:t xml:space="preserve">Aufbauend auf der eben erstellten Datei </w:t>
      </w:r>
      <w:r w:rsidR="00B5700F">
        <w:t xml:space="preserve">erzeugen Sie die Punkte durch das folgende Zufallsverfahren, das die </w:t>
      </w:r>
      <w:proofErr w:type="spellStart"/>
      <w:r w:rsidR="00B5700F">
        <w:t>Perlin</w:t>
      </w:r>
      <w:proofErr w:type="spellEnd"/>
      <w:r w:rsidR="00B5700F">
        <w:t>-Noise-</w:t>
      </w:r>
      <w:proofErr w:type="spellStart"/>
      <w:r w:rsidR="00B5700F">
        <w:t>Lib</w:t>
      </w:r>
      <w:proofErr w:type="spellEnd"/>
      <w:r w:rsidR="00B5700F">
        <w:t xml:space="preserve"> einsetzt. </w:t>
      </w:r>
      <w:r w:rsidR="000C4F3A">
        <w:t>Definiert eine Größe der Fläche und erzeugt die einzelnen x-, y- und z-Werte nach dem beschriebene</w:t>
      </w:r>
      <w:r w:rsidR="00934DE2">
        <w:t>n</w:t>
      </w:r>
      <w:r w:rsidR="000C4F3A">
        <w:t xml:space="preserve"> Verfahren und fügt sie dem </w:t>
      </w:r>
      <w:proofErr w:type="spellStart"/>
      <w:r w:rsidR="000C4F3A">
        <w:t>points</w:t>
      </w:r>
      <w:proofErr w:type="spellEnd"/>
      <w:r w:rsidR="000C4F3A">
        <w:t xml:space="preserve">-Array hinzu (Achtung, der Code ist unvollständig und kann nicht </w:t>
      </w:r>
      <w:r w:rsidR="005428C6">
        <w:t>unmittelbar einkopiert werden</w:t>
      </w:r>
      <w:r w:rsidR="00F143BA">
        <w:t>, zudem wird durch die Größe der Fläche und die gewünschte Anzahl der Noise-Punkte die Rechenzeit je nach Hardware erheblich erhöht</w:t>
      </w:r>
      <w:r w:rsidR="005428C6">
        <w:t>).</w:t>
      </w:r>
      <w:r w:rsidR="007F4F8F">
        <w:t xml:space="preserve"> Erstellen Sie dazu die eben bearbeitete Datei unter dem Namen</w:t>
      </w:r>
      <w:r w:rsidR="00276BFC" w:rsidRPr="00276BFC">
        <w:t xml:space="preserve"> </w:t>
      </w:r>
      <w:r w:rsidR="00276BFC" w:rsidRPr="00276BFC">
        <w:rPr>
          <w:rFonts w:eastAsiaTheme="minorHAnsi"/>
          <w:bdr w:val="single" w:sz="4" w:space="0" w:color="auto" w:shadow="1"/>
          <w:shd w:val="clear" w:color="auto" w:fill="FFFFCC"/>
          <w:lang w:eastAsia="en-US"/>
        </w:rPr>
        <w:t>L3_3_Geometrie-erstellen_Aufgabe</w:t>
      </w:r>
      <w:r w:rsidR="00276BFC" w:rsidRPr="001076C5">
        <w:rPr>
          <w:rFonts w:eastAsiaTheme="minorHAnsi"/>
          <w:bdr w:val="single" w:sz="4" w:space="0" w:color="auto" w:shadow="1"/>
          <w:shd w:val="clear" w:color="auto" w:fill="FFFFCC"/>
          <w:lang w:eastAsia="en-US"/>
        </w:rPr>
        <w:t>.html</w:t>
      </w:r>
      <w:r w:rsidR="00276BFC">
        <w:rPr>
          <w:rFonts w:eastAsiaTheme="minorHAnsi"/>
        </w:rPr>
        <w:t xml:space="preserve"> ab.</w:t>
      </w:r>
      <w:bookmarkStart w:id="0" w:name="_GoBack"/>
      <w:bookmarkEnd w:id="0"/>
    </w:p>
    <w:p w14:paraId="070B3303" w14:textId="6A2F06B1" w:rsidR="00A42E31" w:rsidRDefault="00A42E31" w:rsidP="00A42E31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proofErr w:type="spellStart"/>
      <w:r w:rsidR="001938B0" w:rsidRPr="001938B0">
        <w:rPr>
          <w:rFonts w:ascii="Consolas" w:hAnsi="Consolas"/>
          <w:b/>
          <w:color w:val="000000" w:themeColor="text1"/>
          <w:sz w:val="20"/>
          <w:szCs w:val="20"/>
        </w:rPr>
        <w:t>let</w:t>
      </w:r>
      <w:proofErr w:type="spellEnd"/>
      <w:r w:rsidR="001938B0" w:rsidRPr="001938B0">
        <w:rPr>
          <w:rFonts w:ascii="Consolas" w:hAnsi="Consolas"/>
          <w:b/>
          <w:color w:val="000000" w:themeColor="text1"/>
          <w:sz w:val="20"/>
          <w:szCs w:val="20"/>
        </w:rPr>
        <w:t xml:space="preserve"> </w:t>
      </w:r>
      <w:proofErr w:type="spellStart"/>
      <w:r w:rsidR="001938B0" w:rsidRPr="001938B0">
        <w:rPr>
          <w:rFonts w:ascii="Consolas" w:hAnsi="Consolas"/>
          <w:b/>
          <w:color w:val="000000" w:themeColor="text1"/>
          <w:sz w:val="20"/>
          <w:szCs w:val="20"/>
        </w:rPr>
        <w:t>size</w:t>
      </w:r>
      <w:proofErr w:type="spellEnd"/>
      <w:r w:rsidR="001938B0" w:rsidRPr="001938B0">
        <w:rPr>
          <w:rFonts w:ascii="Consolas" w:hAnsi="Consolas"/>
          <w:b/>
          <w:color w:val="000000" w:themeColor="text1"/>
          <w:sz w:val="20"/>
          <w:szCs w:val="20"/>
        </w:rPr>
        <w:t xml:space="preserve"> = </w:t>
      </w:r>
      <w:proofErr w:type="gramStart"/>
      <w:r w:rsidR="001938B0" w:rsidRPr="001938B0">
        <w:rPr>
          <w:rFonts w:ascii="Consolas" w:hAnsi="Consolas"/>
          <w:b/>
          <w:color w:val="000000" w:themeColor="text1"/>
          <w:sz w:val="20"/>
          <w:szCs w:val="20"/>
        </w:rPr>
        <w:t>{ x</w:t>
      </w:r>
      <w:proofErr w:type="gramEnd"/>
      <w:r w:rsidR="001938B0" w:rsidRPr="001938B0">
        <w:rPr>
          <w:rFonts w:ascii="Consolas" w:hAnsi="Consolas"/>
          <w:b/>
          <w:color w:val="000000" w:themeColor="text1"/>
          <w:sz w:val="20"/>
          <w:szCs w:val="20"/>
        </w:rPr>
        <w:t>: 200, z: 200 };</w:t>
      </w:r>
    </w:p>
    <w:p w14:paraId="2920ACDD" w14:textId="77777777" w:rsidR="001938B0" w:rsidRPr="00EB0A85" w:rsidRDefault="001938B0" w:rsidP="00A42E31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</w:p>
    <w:p w14:paraId="1E61C96B" w14:textId="5552AB3D" w:rsidR="00A42E31" w:rsidRPr="00EB0A85" w:rsidRDefault="00A42E31" w:rsidP="00666518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EB0A85"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r w:rsidR="00666518" w:rsidRPr="00666518">
        <w:rPr>
          <w:rFonts w:ascii="Consolas" w:hAnsi="Consolas"/>
          <w:b/>
          <w:color w:val="000000" w:themeColor="text1"/>
          <w:sz w:val="20"/>
          <w:szCs w:val="20"/>
        </w:rPr>
        <w:t xml:space="preserve">x = </w:t>
      </w:r>
      <w:proofErr w:type="spellStart"/>
      <w:proofErr w:type="gramStart"/>
      <w:r w:rsidR="00666518" w:rsidRPr="00666518">
        <w:rPr>
          <w:rFonts w:ascii="Consolas" w:hAnsi="Consolas"/>
          <w:b/>
          <w:color w:val="000000" w:themeColor="text1"/>
          <w:sz w:val="20"/>
          <w:szCs w:val="20"/>
        </w:rPr>
        <w:t>THREE.Math.randFloatSpread</w:t>
      </w:r>
      <w:proofErr w:type="spellEnd"/>
      <w:proofErr w:type="gramEnd"/>
      <w:r w:rsidR="00666518" w:rsidRPr="00666518">
        <w:rPr>
          <w:rFonts w:ascii="Consolas" w:hAnsi="Consolas"/>
          <w:b/>
          <w:color w:val="000000" w:themeColor="text1"/>
          <w:sz w:val="20"/>
          <w:szCs w:val="20"/>
        </w:rPr>
        <w:t>(</w:t>
      </w:r>
      <w:proofErr w:type="spellStart"/>
      <w:r w:rsidR="00666518" w:rsidRPr="00666518">
        <w:rPr>
          <w:rFonts w:ascii="Consolas" w:hAnsi="Consolas"/>
          <w:b/>
          <w:color w:val="000000" w:themeColor="text1"/>
          <w:sz w:val="20"/>
          <w:szCs w:val="20"/>
        </w:rPr>
        <w:t>size.x</w:t>
      </w:r>
      <w:proofErr w:type="spellEnd"/>
      <w:r w:rsidR="00666518" w:rsidRPr="00666518">
        <w:rPr>
          <w:rFonts w:ascii="Consolas" w:hAnsi="Consolas"/>
          <w:b/>
          <w:color w:val="000000" w:themeColor="text1"/>
          <w:sz w:val="20"/>
          <w:szCs w:val="20"/>
        </w:rPr>
        <w:t>)</w:t>
      </w:r>
      <w:r w:rsidRPr="00EB0A85">
        <w:rPr>
          <w:rFonts w:ascii="Consolas" w:hAnsi="Consolas"/>
          <w:b/>
          <w:color w:val="000000" w:themeColor="text1"/>
          <w:sz w:val="20"/>
          <w:szCs w:val="20"/>
        </w:rPr>
        <w:t>;</w:t>
      </w:r>
    </w:p>
    <w:p w14:paraId="2878C3D2" w14:textId="270B2AC7" w:rsidR="00A42E31" w:rsidRPr="00EB0A85" w:rsidRDefault="00666518" w:rsidP="00A42E31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r w:rsidRPr="00666518">
        <w:rPr>
          <w:rFonts w:ascii="Consolas" w:hAnsi="Consolas"/>
          <w:b/>
          <w:color w:val="000000" w:themeColor="text1"/>
          <w:sz w:val="20"/>
          <w:szCs w:val="20"/>
        </w:rPr>
        <w:t xml:space="preserve">z = </w:t>
      </w:r>
      <w:proofErr w:type="spellStart"/>
      <w:proofErr w:type="gramStart"/>
      <w:r w:rsidRPr="00666518">
        <w:rPr>
          <w:rFonts w:ascii="Consolas" w:hAnsi="Consolas"/>
          <w:b/>
          <w:color w:val="000000" w:themeColor="text1"/>
          <w:sz w:val="20"/>
          <w:szCs w:val="20"/>
        </w:rPr>
        <w:t>THREE.Math.randFloatSpread</w:t>
      </w:r>
      <w:proofErr w:type="spellEnd"/>
      <w:proofErr w:type="gramEnd"/>
      <w:r w:rsidRPr="00666518">
        <w:rPr>
          <w:rFonts w:ascii="Consolas" w:hAnsi="Consolas"/>
          <w:b/>
          <w:color w:val="000000" w:themeColor="text1"/>
          <w:sz w:val="20"/>
          <w:szCs w:val="20"/>
        </w:rPr>
        <w:t>(</w:t>
      </w:r>
      <w:proofErr w:type="spellStart"/>
      <w:r w:rsidRPr="00666518">
        <w:rPr>
          <w:rFonts w:ascii="Consolas" w:hAnsi="Consolas"/>
          <w:b/>
          <w:color w:val="000000" w:themeColor="text1"/>
          <w:sz w:val="20"/>
          <w:szCs w:val="20"/>
        </w:rPr>
        <w:t>size.z</w:t>
      </w:r>
      <w:proofErr w:type="spellEnd"/>
      <w:r w:rsidRPr="00666518">
        <w:rPr>
          <w:rFonts w:ascii="Consolas" w:hAnsi="Consolas"/>
          <w:b/>
          <w:color w:val="000000" w:themeColor="text1"/>
          <w:sz w:val="20"/>
          <w:szCs w:val="20"/>
        </w:rPr>
        <w:t>)</w:t>
      </w:r>
      <w:r>
        <w:rPr>
          <w:rFonts w:ascii="Consolas" w:hAnsi="Consolas"/>
          <w:b/>
          <w:color w:val="000000" w:themeColor="text1"/>
          <w:sz w:val="20"/>
          <w:szCs w:val="20"/>
        </w:rPr>
        <w:t>;</w:t>
      </w:r>
    </w:p>
    <w:p w14:paraId="3BFD20BD" w14:textId="66E884A1" w:rsidR="00A42E31" w:rsidRPr="00655D6F" w:rsidRDefault="00A42E31" w:rsidP="00A42E31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DDD9C3" w:themeFill="background2" w:themeFillShade="E6"/>
        <w:spacing w:before="120" w:line="260" w:lineRule="atLeast"/>
        <w:contextualSpacing/>
        <w:rPr>
          <w:rFonts w:ascii="Consolas" w:hAnsi="Consolas"/>
          <w:b/>
          <w:color w:val="000000" w:themeColor="text1"/>
          <w:sz w:val="20"/>
          <w:szCs w:val="20"/>
        </w:rPr>
      </w:pPr>
      <w:r w:rsidRPr="00EB0A85">
        <w:rPr>
          <w:rFonts w:ascii="Consolas" w:hAnsi="Consolas"/>
          <w:b/>
          <w:color w:val="000000" w:themeColor="text1"/>
          <w:sz w:val="20"/>
          <w:szCs w:val="20"/>
        </w:rPr>
        <w:t xml:space="preserve">   </w:t>
      </w:r>
      <w:r w:rsidR="00322052" w:rsidRPr="00322052">
        <w:rPr>
          <w:rFonts w:ascii="Consolas" w:hAnsi="Consolas"/>
          <w:b/>
          <w:color w:val="000000" w:themeColor="text1"/>
          <w:sz w:val="20"/>
          <w:szCs w:val="20"/>
        </w:rPr>
        <w:t xml:space="preserve">y = </w:t>
      </w:r>
      <w:proofErr w:type="gramStart"/>
      <w:r w:rsidR="00322052" w:rsidRPr="00322052">
        <w:rPr>
          <w:rFonts w:ascii="Consolas" w:hAnsi="Consolas"/>
          <w:b/>
          <w:color w:val="000000" w:themeColor="text1"/>
          <w:sz w:val="20"/>
          <w:szCs w:val="20"/>
        </w:rPr>
        <w:t>noise.perlin</w:t>
      </w:r>
      <w:proofErr w:type="gramEnd"/>
      <w:r w:rsidR="00322052" w:rsidRPr="00322052">
        <w:rPr>
          <w:rFonts w:ascii="Consolas" w:hAnsi="Consolas"/>
          <w:b/>
          <w:color w:val="000000" w:themeColor="text1"/>
          <w:sz w:val="20"/>
          <w:szCs w:val="20"/>
        </w:rPr>
        <w:t xml:space="preserve">2(x / </w:t>
      </w:r>
      <w:proofErr w:type="spellStart"/>
      <w:r w:rsidR="00322052" w:rsidRPr="00322052">
        <w:rPr>
          <w:rFonts w:ascii="Consolas" w:hAnsi="Consolas"/>
          <w:b/>
          <w:color w:val="000000" w:themeColor="text1"/>
          <w:sz w:val="20"/>
          <w:szCs w:val="20"/>
        </w:rPr>
        <w:t>size.x</w:t>
      </w:r>
      <w:proofErr w:type="spellEnd"/>
      <w:r w:rsidR="00322052" w:rsidRPr="00322052">
        <w:rPr>
          <w:rFonts w:ascii="Consolas" w:hAnsi="Consolas"/>
          <w:b/>
          <w:color w:val="000000" w:themeColor="text1"/>
          <w:sz w:val="20"/>
          <w:szCs w:val="20"/>
        </w:rPr>
        <w:t xml:space="preserve"> * 5, z / </w:t>
      </w:r>
      <w:proofErr w:type="spellStart"/>
      <w:r w:rsidR="00322052" w:rsidRPr="00322052">
        <w:rPr>
          <w:rFonts w:ascii="Consolas" w:hAnsi="Consolas"/>
          <w:b/>
          <w:color w:val="000000" w:themeColor="text1"/>
          <w:sz w:val="20"/>
          <w:szCs w:val="20"/>
        </w:rPr>
        <w:t>size.z</w:t>
      </w:r>
      <w:proofErr w:type="spellEnd"/>
      <w:r w:rsidR="00322052" w:rsidRPr="00322052">
        <w:rPr>
          <w:rFonts w:ascii="Consolas" w:hAnsi="Consolas"/>
          <w:b/>
          <w:color w:val="000000" w:themeColor="text1"/>
          <w:sz w:val="20"/>
          <w:szCs w:val="20"/>
        </w:rPr>
        <w:t xml:space="preserve"> * 5) * 40</w:t>
      </w:r>
      <w:r w:rsidRPr="00EB0A85">
        <w:rPr>
          <w:rFonts w:ascii="Consolas" w:hAnsi="Consolas"/>
          <w:b/>
          <w:color w:val="000000" w:themeColor="text1"/>
          <w:sz w:val="20"/>
          <w:szCs w:val="20"/>
        </w:rPr>
        <w:t>;</w:t>
      </w:r>
      <w:r w:rsidR="004642D8">
        <w:rPr>
          <w:rFonts w:ascii="Consolas" w:hAnsi="Consolas"/>
          <w:b/>
          <w:color w:val="000000" w:themeColor="text1"/>
          <w:sz w:val="20"/>
          <w:szCs w:val="20"/>
        </w:rPr>
        <w:t xml:space="preserve"> // die letzte Zahl entspricht der Ausprägung der Höhen und Tiefen</w:t>
      </w:r>
      <w:r w:rsidR="00D277F8">
        <w:rPr>
          <w:rFonts w:ascii="Consolas" w:hAnsi="Consolas"/>
          <w:b/>
          <w:color w:val="000000" w:themeColor="text1"/>
          <w:sz w:val="20"/>
          <w:szCs w:val="20"/>
        </w:rPr>
        <w:t>, je größer, desto ‚gebirgiger‘.</w:t>
      </w:r>
    </w:p>
    <w:p w14:paraId="78DDB724" w14:textId="77777777" w:rsidR="00A42E31" w:rsidRDefault="00A42E31" w:rsidP="00A42E31"/>
    <w:p w14:paraId="4B0BCD86" w14:textId="6C939FCC" w:rsidR="00FF61BB" w:rsidRDefault="00F65589" w:rsidP="00651136">
      <w:r>
        <w:t xml:space="preserve">Der Rest kann dann wie bereits gezeigt umgesetzt werden. </w:t>
      </w:r>
    </w:p>
    <w:p w14:paraId="76663DEE" w14:textId="0B1EEAFD" w:rsidR="00F65589" w:rsidRDefault="002B6E3C" w:rsidP="00651136">
      <w:r w:rsidRPr="002B6E3C">
        <w:rPr>
          <w:noProof/>
        </w:rPr>
        <w:drawing>
          <wp:anchor distT="0" distB="0" distL="114300" distR="114300" simplePos="0" relativeHeight="251673600" behindDoc="0" locked="0" layoutInCell="1" allowOverlap="1" wp14:anchorId="2181933F" wp14:editId="20E4EAD0">
            <wp:simplePos x="0" y="0"/>
            <wp:positionH relativeFrom="margin">
              <wp:align>right</wp:align>
            </wp:positionH>
            <wp:positionV relativeFrom="paragraph">
              <wp:posOffset>12276</wp:posOffset>
            </wp:positionV>
            <wp:extent cx="2520000" cy="1922400"/>
            <wp:effectExtent l="0" t="0" r="0" b="1905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92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5589">
        <w:t>Fügen Sie zusätzlich eine Kugel über der Fläche hinzu, die in einem begrenzten Bereich auf- und absteigt. Sorgen Sie für einen Schattenwurf der Kugel auf der Oberfläche.</w:t>
      </w:r>
    </w:p>
    <w:p w14:paraId="02B284EF" w14:textId="01666863" w:rsidR="00F65589" w:rsidRDefault="00521546" w:rsidP="00651136">
      <w:r>
        <w:t>Siehe dazu auch die MP4-Datei, in der die animierte Darstellung einen besseren Eindruck von der geforderten Lösung vermittelt.</w:t>
      </w:r>
    </w:p>
    <w:p w14:paraId="344BD2EB" w14:textId="60A68364" w:rsidR="0084186F" w:rsidRPr="00655D6F" w:rsidRDefault="00A43F64" w:rsidP="0084186F">
      <w:r>
        <w:t xml:space="preserve">Näheres zur </w:t>
      </w:r>
      <w:proofErr w:type="spellStart"/>
      <w:r>
        <w:t>Delaunator-Lib</w:t>
      </w:r>
      <w:proofErr w:type="spellEnd"/>
      <w:r>
        <w:t xml:space="preserve"> siehe auch </w:t>
      </w:r>
      <w:r w:rsidRPr="00A43F64">
        <w:t>https://observablehq.com/@redblobgames/delaunator</w:t>
      </w:r>
      <w:r>
        <w:t>;</w:t>
      </w:r>
    </w:p>
    <w:p w14:paraId="5371EE35" w14:textId="1E9F331F" w:rsidR="00860FB9" w:rsidRPr="008028A4" w:rsidRDefault="00860FB9" w:rsidP="00F97A59">
      <w:pPr>
        <w:rPr>
          <w:rFonts w:eastAsiaTheme="minorHAnsi"/>
          <w:lang w:eastAsia="en-US"/>
        </w:rPr>
      </w:pPr>
    </w:p>
    <w:sectPr w:rsidR="00860FB9" w:rsidRPr="008028A4" w:rsidSect="00425DE1">
      <w:headerReference w:type="default" r:id="rId18"/>
      <w:footerReference w:type="default" r:id="rId19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DF0DF" w14:textId="77777777" w:rsidR="004146C6" w:rsidRDefault="004146C6" w:rsidP="009E6718">
      <w:r>
        <w:separator/>
      </w:r>
    </w:p>
  </w:endnote>
  <w:endnote w:type="continuationSeparator" w:id="0">
    <w:p w14:paraId="07A4A81D" w14:textId="77777777" w:rsidR="004146C6" w:rsidRDefault="004146C6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42EF2" w14:textId="6217C66F" w:rsidR="00900544" w:rsidRPr="000766D3" w:rsidRDefault="00E4097E" w:rsidP="000766D3">
    <w:pPr>
      <w:pStyle w:val="Fuzeile"/>
      <w:rPr>
        <w:rFonts w:ascii="Arial" w:hAnsi="Arial" w:cs="Arial"/>
        <w:noProof/>
        <w:sz w:val="18"/>
      </w:rPr>
    </w:pP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FILENAME \* MERGEFORMAT </w:instrText>
    </w:r>
    <w:r w:rsidRPr="000766D3">
      <w:rPr>
        <w:rFonts w:ascii="Arial" w:hAnsi="Arial" w:cs="Arial"/>
        <w:sz w:val="18"/>
      </w:rPr>
      <w:fldChar w:fldCharType="separate"/>
    </w:r>
    <w:r w:rsidR="00D05CD9">
      <w:rPr>
        <w:rFonts w:ascii="Arial" w:hAnsi="Arial" w:cs="Arial"/>
        <w:noProof/>
        <w:sz w:val="18"/>
      </w:rPr>
      <w:t>BPE_I_30_L3 Geometrie erstellen.docx</w:t>
    </w:r>
    <w:r w:rsidRPr="000766D3">
      <w:rPr>
        <w:rFonts w:ascii="Arial" w:hAnsi="Arial" w:cs="Arial"/>
        <w:sz w:val="18"/>
      </w:rPr>
      <w:fldChar w:fldCharType="end"/>
    </w:r>
    <w:r w:rsidR="000766D3" w:rsidRPr="000766D3">
      <w:rPr>
        <w:rFonts w:ascii="Arial" w:hAnsi="Arial" w:cs="Arial"/>
        <w:sz w:val="18"/>
      </w:rPr>
      <w:tab/>
    </w:r>
    <w:r w:rsidR="000766D3" w:rsidRPr="000766D3">
      <w:rPr>
        <w:rFonts w:ascii="Arial" w:hAnsi="Arial" w:cs="Arial"/>
        <w:sz w:val="18"/>
      </w:rPr>
      <w:tab/>
    </w:r>
    <w:r w:rsidR="00900544" w:rsidRPr="000766D3">
      <w:rPr>
        <w:rFonts w:ascii="Arial" w:hAnsi="Arial" w:cs="Arial"/>
        <w:sz w:val="18"/>
      </w:rPr>
      <w:t xml:space="preserve">Seite </w:t>
    </w:r>
    <w:r w:rsidR="001467C2" w:rsidRPr="000766D3">
      <w:rPr>
        <w:rFonts w:ascii="Arial" w:hAnsi="Arial" w:cs="Arial"/>
        <w:sz w:val="18"/>
      </w:rPr>
      <w:fldChar w:fldCharType="begin"/>
    </w:r>
    <w:r w:rsidR="00900544" w:rsidRPr="000766D3">
      <w:rPr>
        <w:rFonts w:ascii="Arial" w:hAnsi="Arial" w:cs="Arial"/>
        <w:sz w:val="18"/>
      </w:rPr>
      <w:instrText xml:space="preserve"> PAGE  \* Arabic  \* MERGEFORMAT </w:instrText>
    </w:r>
    <w:r w:rsidR="001467C2" w:rsidRPr="000766D3">
      <w:rPr>
        <w:rFonts w:ascii="Arial" w:hAnsi="Arial" w:cs="Arial"/>
        <w:sz w:val="18"/>
      </w:rPr>
      <w:fldChar w:fldCharType="separate"/>
    </w:r>
    <w:r w:rsidR="00E54004">
      <w:rPr>
        <w:rFonts w:ascii="Arial" w:hAnsi="Arial" w:cs="Arial"/>
        <w:noProof/>
        <w:sz w:val="18"/>
      </w:rPr>
      <w:t>1</w:t>
    </w:r>
    <w:r w:rsidR="001467C2" w:rsidRPr="000766D3">
      <w:rPr>
        <w:rFonts w:ascii="Arial" w:hAnsi="Arial" w:cs="Arial"/>
        <w:sz w:val="18"/>
      </w:rPr>
      <w:fldChar w:fldCharType="end"/>
    </w:r>
    <w:r w:rsidR="00900544" w:rsidRPr="000766D3">
      <w:rPr>
        <w:rFonts w:ascii="Arial" w:hAnsi="Arial" w:cs="Arial"/>
        <w:sz w:val="18"/>
      </w:rPr>
      <w:t xml:space="preserve"> von </w:t>
    </w:r>
    <w:r w:rsidR="004F7911" w:rsidRPr="000766D3">
      <w:rPr>
        <w:rFonts w:ascii="Montserrat" w:hAnsi="Montserrat"/>
        <w:sz w:val="18"/>
      </w:rPr>
      <w:fldChar w:fldCharType="begin"/>
    </w:r>
    <w:r w:rsidR="004F7911" w:rsidRPr="000766D3">
      <w:rPr>
        <w:sz w:val="18"/>
      </w:rPr>
      <w:instrText xml:space="preserve"> NUMPAGES   \* MERGEFORMAT </w:instrText>
    </w:r>
    <w:r w:rsidR="004F7911" w:rsidRPr="000766D3">
      <w:rPr>
        <w:rFonts w:ascii="Montserrat" w:hAnsi="Montserrat"/>
        <w:sz w:val="18"/>
      </w:rPr>
      <w:fldChar w:fldCharType="separate"/>
    </w:r>
    <w:r w:rsidR="00E54004" w:rsidRPr="00E54004">
      <w:rPr>
        <w:rFonts w:ascii="Arial" w:hAnsi="Arial" w:cs="Arial"/>
        <w:noProof/>
        <w:sz w:val="18"/>
      </w:rPr>
      <w:t>1</w:t>
    </w:r>
    <w:r w:rsidR="004F7911" w:rsidRPr="000766D3">
      <w:rPr>
        <w:rFonts w:ascii="Arial" w:hAnsi="Arial" w:cs="Arial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D4C60" w14:textId="77777777" w:rsidR="004146C6" w:rsidRDefault="004146C6" w:rsidP="009E6718">
      <w:r>
        <w:separator/>
      </w:r>
    </w:p>
  </w:footnote>
  <w:footnote w:type="continuationSeparator" w:id="0">
    <w:p w14:paraId="69C50C40" w14:textId="77777777" w:rsidR="004146C6" w:rsidRDefault="004146C6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EEBFE" w14:textId="1D33691B" w:rsidR="007B714B" w:rsidRDefault="004146C6" w:rsidP="007B714B">
    <w:pPr>
      <w:pStyle w:val="berschrift3"/>
      <w:spacing w:before="60" w:after="60"/>
      <w:jc w:val="center"/>
    </w:pPr>
    <w:r>
      <w:rPr>
        <w:noProof/>
      </w:rPr>
      <w:pict w14:anchorId="71B78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0.05pt;margin-top:-.35pt;width:37.8pt;height:37.8pt;z-index:251659264;mso-position-horizontal-relative:text;mso-position-vertical-relative:text;mso-width-relative:page;mso-height-relative:page">
          <v:imagedata r:id="rId1" o:title="ZSL Logo"/>
        </v:shape>
      </w:pict>
    </w:r>
    <w:r w:rsidR="00631DC5">
      <w:rPr>
        <w:noProof/>
      </w:rPr>
      <w:t>3D-Programmierung</w:t>
    </w:r>
  </w:p>
  <w:p w14:paraId="23902693" w14:textId="64F84C7F" w:rsidR="007B714B" w:rsidRDefault="00631DC5" w:rsidP="007B714B">
    <w:pPr>
      <w:pStyle w:val="Kopfzeile"/>
      <w:spacing w:after="0" w:line="240" w:lineRule="auto"/>
      <w:jc w:val="center"/>
    </w:pPr>
    <w:r>
      <w:t>3D-Programmierung</w:t>
    </w:r>
    <w:r w:rsidR="00A369D4">
      <w:t xml:space="preserve"> – eigene Geometrien</w:t>
    </w:r>
  </w:p>
  <w:p w14:paraId="64DB039B" w14:textId="3DF31C84" w:rsidR="009E6718" w:rsidRDefault="009E6718" w:rsidP="00AC265F">
    <w:pPr>
      <w:pStyle w:val="Kopfzeile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5501"/>
    <w:multiLevelType w:val="hybridMultilevel"/>
    <w:tmpl w:val="8CF64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56716"/>
    <w:multiLevelType w:val="hybridMultilevel"/>
    <w:tmpl w:val="D93A01CC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3153C"/>
    <w:multiLevelType w:val="hybridMultilevel"/>
    <w:tmpl w:val="1D5CAC0A"/>
    <w:lvl w:ilvl="0" w:tplc="990CD0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8122F3"/>
    <w:multiLevelType w:val="hybridMultilevel"/>
    <w:tmpl w:val="F7D07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01A12"/>
    <w:multiLevelType w:val="hybridMultilevel"/>
    <w:tmpl w:val="C64A7E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C3FBE"/>
    <w:multiLevelType w:val="hybridMultilevel"/>
    <w:tmpl w:val="5FF0F3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200AC3"/>
    <w:multiLevelType w:val="hybridMultilevel"/>
    <w:tmpl w:val="2F2E79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AB5D25"/>
    <w:multiLevelType w:val="hybridMultilevel"/>
    <w:tmpl w:val="1E0C16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96188"/>
    <w:multiLevelType w:val="hybridMultilevel"/>
    <w:tmpl w:val="C388F1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4C77EB"/>
    <w:multiLevelType w:val="hybridMultilevel"/>
    <w:tmpl w:val="A4D049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F04AE"/>
    <w:multiLevelType w:val="hybridMultilevel"/>
    <w:tmpl w:val="511E8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302EC9"/>
    <w:multiLevelType w:val="hybridMultilevel"/>
    <w:tmpl w:val="F4F28366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17"/>
  </w:num>
  <w:num w:numId="5">
    <w:abstractNumId w:val="3"/>
  </w:num>
  <w:num w:numId="6">
    <w:abstractNumId w:val="19"/>
  </w:num>
  <w:num w:numId="7">
    <w:abstractNumId w:val="7"/>
  </w:num>
  <w:num w:numId="8">
    <w:abstractNumId w:val="11"/>
  </w:num>
  <w:num w:numId="9">
    <w:abstractNumId w:val="16"/>
  </w:num>
  <w:num w:numId="10">
    <w:abstractNumId w:val="10"/>
  </w:num>
  <w:num w:numId="11">
    <w:abstractNumId w:val="20"/>
  </w:num>
  <w:num w:numId="12">
    <w:abstractNumId w:val="18"/>
  </w:num>
  <w:num w:numId="13">
    <w:abstractNumId w:val="0"/>
  </w:num>
  <w:num w:numId="14">
    <w:abstractNumId w:val="5"/>
  </w:num>
  <w:num w:numId="15">
    <w:abstractNumId w:val="22"/>
  </w:num>
  <w:num w:numId="16">
    <w:abstractNumId w:val="15"/>
  </w:num>
  <w:num w:numId="17">
    <w:abstractNumId w:val="21"/>
  </w:num>
  <w:num w:numId="18">
    <w:abstractNumId w:val="14"/>
  </w:num>
  <w:num w:numId="19">
    <w:abstractNumId w:val="9"/>
  </w:num>
  <w:num w:numId="20">
    <w:abstractNumId w:val="6"/>
  </w:num>
  <w:num w:numId="21">
    <w:abstractNumId w:val="13"/>
  </w:num>
  <w:num w:numId="22">
    <w:abstractNumId w:val="23"/>
  </w:num>
  <w:num w:numId="23">
    <w:abstractNumId w:val="4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18E"/>
    <w:rsid w:val="00000338"/>
    <w:rsid w:val="0000181E"/>
    <w:rsid w:val="0000293F"/>
    <w:rsid w:val="00002EBA"/>
    <w:rsid w:val="0000405D"/>
    <w:rsid w:val="00006AB9"/>
    <w:rsid w:val="0001111E"/>
    <w:rsid w:val="00011C76"/>
    <w:rsid w:val="000148D5"/>
    <w:rsid w:val="00014CA3"/>
    <w:rsid w:val="00017954"/>
    <w:rsid w:val="000179E2"/>
    <w:rsid w:val="00022DBD"/>
    <w:rsid w:val="00024DED"/>
    <w:rsid w:val="00024EF8"/>
    <w:rsid w:val="000253DD"/>
    <w:rsid w:val="00030042"/>
    <w:rsid w:val="000315FE"/>
    <w:rsid w:val="00032A17"/>
    <w:rsid w:val="00034892"/>
    <w:rsid w:val="00034EB3"/>
    <w:rsid w:val="00036044"/>
    <w:rsid w:val="0004385A"/>
    <w:rsid w:val="000448AA"/>
    <w:rsid w:val="0004556A"/>
    <w:rsid w:val="000509B0"/>
    <w:rsid w:val="00053827"/>
    <w:rsid w:val="00054124"/>
    <w:rsid w:val="00056142"/>
    <w:rsid w:val="00056ADF"/>
    <w:rsid w:val="00057793"/>
    <w:rsid w:val="00057DB9"/>
    <w:rsid w:val="000625F2"/>
    <w:rsid w:val="0006299F"/>
    <w:rsid w:val="000629A6"/>
    <w:rsid w:val="00062D6A"/>
    <w:rsid w:val="00063514"/>
    <w:rsid w:val="00064610"/>
    <w:rsid w:val="000660F8"/>
    <w:rsid w:val="00066168"/>
    <w:rsid w:val="0006755B"/>
    <w:rsid w:val="0006786B"/>
    <w:rsid w:val="00067B1F"/>
    <w:rsid w:val="00071BE5"/>
    <w:rsid w:val="00072382"/>
    <w:rsid w:val="00072B2B"/>
    <w:rsid w:val="0007367E"/>
    <w:rsid w:val="00073FC8"/>
    <w:rsid w:val="000766D3"/>
    <w:rsid w:val="0007685C"/>
    <w:rsid w:val="000770B3"/>
    <w:rsid w:val="000826C2"/>
    <w:rsid w:val="000840B0"/>
    <w:rsid w:val="00084A07"/>
    <w:rsid w:val="00087367"/>
    <w:rsid w:val="00090CCF"/>
    <w:rsid w:val="00090D85"/>
    <w:rsid w:val="00093A85"/>
    <w:rsid w:val="00094574"/>
    <w:rsid w:val="000950F9"/>
    <w:rsid w:val="000954E9"/>
    <w:rsid w:val="00096B67"/>
    <w:rsid w:val="000A26A8"/>
    <w:rsid w:val="000A6594"/>
    <w:rsid w:val="000A7030"/>
    <w:rsid w:val="000A794F"/>
    <w:rsid w:val="000B244B"/>
    <w:rsid w:val="000B436F"/>
    <w:rsid w:val="000B7027"/>
    <w:rsid w:val="000B73BB"/>
    <w:rsid w:val="000B7F09"/>
    <w:rsid w:val="000C11D7"/>
    <w:rsid w:val="000C433B"/>
    <w:rsid w:val="000C4F3A"/>
    <w:rsid w:val="000C5AFC"/>
    <w:rsid w:val="000C690E"/>
    <w:rsid w:val="000C6DAE"/>
    <w:rsid w:val="000C75E2"/>
    <w:rsid w:val="000C780D"/>
    <w:rsid w:val="000D1B79"/>
    <w:rsid w:val="000D253C"/>
    <w:rsid w:val="000D34F0"/>
    <w:rsid w:val="000D3CA5"/>
    <w:rsid w:val="000D5295"/>
    <w:rsid w:val="000D602C"/>
    <w:rsid w:val="000D6666"/>
    <w:rsid w:val="000D7B2A"/>
    <w:rsid w:val="000E07C5"/>
    <w:rsid w:val="000E17CA"/>
    <w:rsid w:val="000E4D66"/>
    <w:rsid w:val="000E550F"/>
    <w:rsid w:val="000E585C"/>
    <w:rsid w:val="000E7B1B"/>
    <w:rsid w:val="000F11B1"/>
    <w:rsid w:val="000F11F5"/>
    <w:rsid w:val="000F1305"/>
    <w:rsid w:val="000F132F"/>
    <w:rsid w:val="000F25EA"/>
    <w:rsid w:val="000F3F7C"/>
    <w:rsid w:val="000F454B"/>
    <w:rsid w:val="000F65DE"/>
    <w:rsid w:val="0010023C"/>
    <w:rsid w:val="00101DC2"/>
    <w:rsid w:val="001026F7"/>
    <w:rsid w:val="001029AB"/>
    <w:rsid w:val="00102A7A"/>
    <w:rsid w:val="00104028"/>
    <w:rsid w:val="00104AC2"/>
    <w:rsid w:val="00105FB7"/>
    <w:rsid w:val="001067B7"/>
    <w:rsid w:val="001071BF"/>
    <w:rsid w:val="00111F6A"/>
    <w:rsid w:val="00112BFB"/>
    <w:rsid w:val="00113133"/>
    <w:rsid w:val="00113BDE"/>
    <w:rsid w:val="00114743"/>
    <w:rsid w:val="0011505B"/>
    <w:rsid w:val="0011556E"/>
    <w:rsid w:val="001212ED"/>
    <w:rsid w:val="00123003"/>
    <w:rsid w:val="00123EE9"/>
    <w:rsid w:val="001258D3"/>
    <w:rsid w:val="0012603A"/>
    <w:rsid w:val="00126FB0"/>
    <w:rsid w:val="00132178"/>
    <w:rsid w:val="001321FB"/>
    <w:rsid w:val="001322F2"/>
    <w:rsid w:val="00137DDF"/>
    <w:rsid w:val="00141651"/>
    <w:rsid w:val="00141A34"/>
    <w:rsid w:val="001421A2"/>
    <w:rsid w:val="00142C16"/>
    <w:rsid w:val="00142E58"/>
    <w:rsid w:val="00145CE4"/>
    <w:rsid w:val="00145CF6"/>
    <w:rsid w:val="001467C2"/>
    <w:rsid w:val="00150F78"/>
    <w:rsid w:val="0015137F"/>
    <w:rsid w:val="00152434"/>
    <w:rsid w:val="00152A2D"/>
    <w:rsid w:val="00157A7F"/>
    <w:rsid w:val="00157B15"/>
    <w:rsid w:val="00157CB1"/>
    <w:rsid w:val="00160249"/>
    <w:rsid w:val="00161FE2"/>
    <w:rsid w:val="001626B2"/>
    <w:rsid w:val="0016411A"/>
    <w:rsid w:val="00165BC8"/>
    <w:rsid w:val="00166F3E"/>
    <w:rsid w:val="00167D7E"/>
    <w:rsid w:val="001740EF"/>
    <w:rsid w:val="0017450C"/>
    <w:rsid w:val="0017478C"/>
    <w:rsid w:val="00177925"/>
    <w:rsid w:val="00184DE1"/>
    <w:rsid w:val="0018557D"/>
    <w:rsid w:val="001876DC"/>
    <w:rsid w:val="00190C7B"/>
    <w:rsid w:val="0019127C"/>
    <w:rsid w:val="001938B0"/>
    <w:rsid w:val="0019468F"/>
    <w:rsid w:val="00194975"/>
    <w:rsid w:val="00194DF5"/>
    <w:rsid w:val="001958F2"/>
    <w:rsid w:val="001963E9"/>
    <w:rsid w:val="001A02B5"/>
    <w:rsid w:val="001A2031"/>
    <w:rsid w:val="001A7E02"/>
    <w:rsid w:val="001A7F1C"/>
    <w:rsid w:val="001B022C"/>
    <w:rsid w:val="001B0AA4"/>
    <w:rsid w:val="001B3EF8"/>
    <w:rsid w:val="001B60A3"/>
    <w:rsid w:val="001B62BA"/>
    <w:rsid w:val="001B6A07"/>
    <w:rsid w:val="001B72C6"/>
    <w:rsid w:val="001B7386"/>
    <w:rsid w:val="001C1363"/>
    <w:rsid w:val="001C2F1E"/>
    <w:rsid w:val="001C53FC"/>
    <w:rsid w:val="001C5D17"/>
    <w:rsid w:val="001D1450"/>
    <w:rsid w:val="001D321E"/>
    <w:rsid w:val="001D3369"/>
    <w:rsid w:val="001D4445"/>
    <w:rsid w:val="001D52D2"/>
    <w:rsid w:val="001D5C8D"/>
    <w:rsid w:val="001D731D"/>
    <w:rsid w:val="001D7703"/>
    <w:rsid w:val="001E011A"/>
    <w:rsid w:val="001E1AC2"/>
    <w:rsid w:val="001E2C03"/>
    <w:rsid w:val="001E332C"/>
    <w:rsid w:val="001E414D"/>
    <w:rsid w:val="001F0014"/>
    <w:rsid w:val="001F090E"/>
    <w:rsid w:val="001F0CBD"/>
    <w:rsid w:val="001F418E"/>
    <w:rsid w:val="001F5A9C"/>
    <w:rsid w:val="001F6F30"/>
    <w:rsid w:val="002014BF"/>
    <w:rsid w:val="00202B58"/>
    <w:rsid w:val="002036CE"/>
    <w:rsid w:val="00210A3A"/>
    <w:rsid w:val="00211549"/>
    <w:rsid w:val="0021217F"/>
    <w:rsid w:val="00214D5D"/>
    <w:rsid w:val="00223D46"/>
    <w:rsid w:val="00223E4E"/>
    <w:rsid w:val="00224A05"/>
    <w:rsid w:val="00224E96"/>
    <w:rsid w:val="00225CA7"/>
    <w:rsid w:val="0022732E"/>
    <w:rsid w:val="0022763C"/>
    <w:rsid w:val="00230574"/>
    <w:rsid w:val="00235094"/>
    <w:rsid w:val="002415A3"/>
    <w:rsid w:val="00241600"/>
    <w:rsid w:val="00241774"/>
    <w:rsid w:val="00243743"/>
    <w:rsid w:val="00244F7F"/>
    <w:rsid w:val="00246DA7"/>
    <w:rsid w:val="00246EB4"/>
    <w:rsid w:val="002477A0"/>
    <w:rsid w:val="00250EE9"/>
    <w:rsid w:val="00251662"/>
    <w:rsid w:val="00253556"/>
    <w:rsid w:val="0025386F"/>
    <w:rsid w:val="002541F7"/>
    <w:rsid w:val="00254647"/>
    <w:rsid w:val="00255586"/>
    <w:rsid w:val="00257403"/>
    <w:rsid w:val="002612EB"/>
    <w:rsid w:val="002615CE"/>
    <w:rsid w:val="00266108"/>
    <w:rsid w:val="00266F6B"/>
    <w:rsid w:val="00266F8F"/>
    <w:rsid w:val="002671FD"/>
    <w:rsid w:val="00267ABC"/>
    <w:rsid w:val="002710AA"/>
    <w:rsid w:val="00271181"/>
    <w:rsid w:val="00271942"/>
    <w:rsid w:val="00273310"/>
    <w:rsid w:val="00273B59"/>
    <w:rsid w:val="00274AF1"/>
    <w:rsid w:val="00276BFC"/>
    <w:rsid w:val="00277443"/>
    <w:rsid w:val="002777EC"/>
    <w:rsid w:val="00280047"/>
    <w:rsid w:val="002830B0"/>
    <w:rsid w:val="00283A26"/>
    <w:rsid w:val="00284160"/>
    <w:rsid w:val="00284684"/>
    <w:rsid w:val="00286401"/>
    <w:rsid w:val="002875C5"/>
    <w:rsid w:val="00290583"/>
    <w:rsid w:val="002917FA"/>
    <w:rsid w:val="002921FE"/>
    <w:rsid w:val="00292E9B"/>
    <w:rsid w:val="002930D0"/>
    <w:rsid w:val="00294399"/>
    <w:rsid w:val="0029659A"/>
    <w:rsid w:val="002A396B"/>
    <w:rsid w:val="002A783C"/>
    <w:rsid w:val="002B2993"/>
    <w:rsid w:val="002B30F0"/>
    <w:rsid w:val="002B48AA"/>
    <w:rsid w:val="002B4D28"/>
    <w:rsid w:val="002B51A6"/>
    <w:rsid w:val="002B6965"/>
    <w:rsid w:val="002B69E8"/>
    <w:rsid w:val="002B6E3C"/>
    <w:rsid w:val="002C190D"/>
    <w:rsid w:val="002C1F7B"/>
    <w:rsid w:val="002C27EC"/>
    <w:rsid w:val="002C57C6"/>
    <w:rsid w:val="002C591B"/>
    <w:rsid w:val="002C68A4"/>
    <w:rsid w:val="002C6AD7"/>
    <w:rsid w:val="002C76B8"/>
    <w:rsid w:val="002C7FC8"/>
    <w:rsid w:val="002D2667"/>
    <w:rsid w:val="002E1C46"/>
    <w:rsid w:val="002E3310"/>
    <w:rsid w:val="002E3EA3"/>
    <w:rsid w:val="002E4535"/>
    <w:rsid w:val="002E5609"/>
    <w:rsid w:val="002E5680"/>
    <w:rsid w:val="002E6C2D"/>
    <w:rsid w:val="002E7897"/>
    <w:rsid w:val="002E7AC5"/>
    <w:rsid w:val="002F1222"/>
    <w:rsid w:val="002F1FF6"/>
    <w:rsid w:val="002F2CBD"/>
    <w:rsid w:val="002F3BDA"/>
    <w:rsid w:val="002F6FA2"/>
    <w:rsid w:val="0030005B"/>
    <w:rsid w:val="00300AB2"/>
    <w:rsid w:val="00303217"/>
    <w:rsid w:val="003038E3"/>
    <w:rsid w:val="00303FA7"/>
    <w:rsid w:val="00304684"/>
    <w:rsid w:val="00304807"/>
    <w:rsid w:val="00305EBE"/>
    <w:rsid w:val="00307C72"/>
    <w:rsid w:val="0031131C"/>
    <w:rsid w:val="00314F3E"/>
    <w:rsid w:val="00320AF3"/>
    <w:rsid w:val="00322052"/>
    <w:rsid w:val="00322B4C"/>
    <w:rsid w:val="00323CC0"/>
    <w:rsid w:val="00324F96"/>
    <w:rsid w:val="003250A4"/>
    <w:rsid w:val="00327923"/>
    <w:rsid w:val="00330816"/>
    <w:rsid w:val="00331436"/>
    <w:rsid w:val="00331F0C"/>
    <w:rsid w:val="003362A7"/>
    <w:rsid w:val="003362FB"/>
    <w:rsid w:val="00342341"/>
    <w:rsid w:val="003446B5"/>
    <w:rsid w:val="003472AF"/>
    <w:rsid w:val="00350FED"/>
    <w:rsid w:val="00352185"/>
    <w:rsid w:val="00355CD8"/>
    <w:rsid w:val="00363914"/>
    <w:rsid w:val="00364324"/>
    <w:rsid w:val="00365DC0"/>
    <w:rsid w:val="003661A7"/>
    <w:rsid w:val="0036627D"/>
    <w:rsid w:val="00366583"/>
    <w:rsid w:val="00366585"/>
    <w:rsid w:val="003701D3"/>
    <w:rsid w:val="0037066A"/>
    <w:rsid w:val="00371DC9"/>
    <w:rsid w:val="00372507"/>
    <w:rsid w:val="00372E6A"/>
    <w:rsid w:val="003748F0"/>
    <w:rsid w:val="00374B7A"/>
    <w:rsid w:val="00374DAC"/>
    <w:rsid w:val="00374E36"/>
    <w:rsid w:val="0037593D"/>
    <w:rsid w:val="00375C2D"/>
    <w:rsid w:val="003765C2"/>
    <w:rsid w:val="0037685A"/>
    <w:rsid w:val="003812EE"/>
    <w:rsid w:val="00383359"/>
    <w:rsid w:val="0038482A"/>
    <w:rsid w:val="00385203"/>
    <w:rsid w:val="003860ED"/>
    <w:rsid w:val="00386D57"/>
    <w:rsid w:val="00386DB5"/>
    <w:rsid w:val="0038746C"/>
    <w:rsid w:val="00392EA4"/>
    <w:rsid w:val="00394F3A"/>
    <w:rsid w:val="00394FC3"/>
    <w:rsid w:val="00396BAF"/>
    <w:rsid w:val="003A0BB3"/>
    <w:rsid w:val="003A2A57"/>
    <w:rsid w:val="003A2F55"/>
    <w:rsid w:val="003A4434"/>
    <w:rsid w:val="003A52A0"/>
    <w:rsid w:val="003A5835"/>
    <w:rsid w:val="003A6FD9"/>
    <w:rsid w:val="003B0102"/>
    <w:rsid w:val="003B0F82"/>
    <w:rsid w:val="003B213C"/>
    <w:rsid w:val="003B3356"/>
    <w:rsid w:val="003B4EEA"/>
    <w:rsid w:val="003B676C"/>
    <w:rsid w:val="003B6D7F"/>
    <w:rsid w:val="003C2CBC"/>
    <w:rsid w:val="003C7BB8"/>
    <w:rsid w:val="003D3C5C"/>
    <w:rsid w:val="003D4128"/>
    <w:rsid w:val="003D4183"/>
    <w:rsid w:val="003D5223"/>
    <w:rsid w:val="003D5293"/>
    <w:rsid w:val="003D5929"/>
    <w:rsid w:val="003D63B0"/>
    <w:rsid w:val="003D64B4"/>
    <w:rsid w:val="003D6A87"/>
    <w:rsid w:val="003D752B"/>
    <w:rsid w:val="003D7AB8"/>
    <w:rsid w:val="003D7C4E"/>
    <w:rsid w:val="003D7C54"/>
    <w:rsid w:val="003E0276"/>
    <w:rsid w:val="003E11ED"/>
    <w:rsid w:val="003E24B5"/>
    <w:rsid w:val="003E301A"/>
    <w:rsid w:val="003E4606"/>
    <w:rsid w:val="003E468E"/>
    <w:rsid w:val="003E6417"/>
    <w:rsid w:val="003E7D69"/>
    <w:rsid w:val="003F0A86"/>
    <w:rsid w:val="003F1A36"/>
    <w:rsid w:val="003F2474"/>
    <w:rsid w:val="003F251D"/>
    <w:rsid w:val="003F34E3"/>
    <w:rsid w:val="003F41D0"/>
    <w:rsid w:val="003F4B95"/>
    <w:rsid w:val="003F58FA"/>
    <w:rsid w:val="003F6A83"/>
    <w:rsid w:val="003F7997"/>
    <w:rsid w:val="003F7AD4"/>
    <w:rsid w:val="003F7AE5"/>
    <w:rsid w:val="003F7CC9"/>
    <w:rsid w:val="00403C0A"/>
    <w:rsid w:val="00404C7E"/>
    <w:rsid w:val="00406775"/>
    <w:rsid w:val="004079B6"/>
    <w:rsid w:val="004101DF"/>
    <w:rsid w:val="00412E13"/>
    <w:rsid w:val="004146C6"/>
    <w:rsid w:val="00415632"/>
    <w:rsid w:val="0042125D"/>
    <w:rsid w:val="004229FE"/>
    <w:rsid w:val="00422E44"/>
    <w:rsid w:val="00425DE1"/>
    <w:rsid w:val="00425FBE"/>
    <w:rsid w:val="00426ED7"/>
    <w:rsid w:val="004304A2"/>
    <w:rsid w:val="00430520"/>
    <w:rsid w:val="004322CE"/>
    <w:rsid w:val="00432568"/>
    <w:rsid w:val="004329C3"/>
    <w:rsid w:val="0043461E"/>
    <w:rsid w:val="00436667"/>
    <w:rsid w:val="00436ACB"/>
    <w:rsid w:val="00436E21"/>
    <w:rsid w:val="0044164E"/>
    <w:rsid w:val="0044215B"/>
    <w:rsid w:val="00442CA0"/>
    <w:rsid w:val="0044338D"/>
    <w:rsid w:val="00443497"/>
    <w:rsid w:val="004457E7"/>
    <w:rsid w:val="004477C7"/>
    <w:rsid w:val="0045191F"/>
    <w:rsid w:val="00452699"/>
    <w:rsid w:val="00453064"/>
    <w:rsid w:val="004561F2"/>
    <w:rsid w:val="00460523"/>
    <w:rsid w:val="0046128F"/>
    <w:rsid w:val="00461AA4"/>
    <w:rsid w:val="004641DF"/>
    <w:rsid w:val="004642D8"/>
    <w:rsid w:val="004647C3"/>
    <w:rsid w:val="004667D0"/>
    <w:rsid w:val="00467E8F"/>
    <w:rsid w:val="00471F94"/>
    <w:rsid w:val="00475854"/>
    <w:rsid w:val="00477923"/>
    <w:rsid w:val="0048061E"/>
    <w:rsid w:val="00480D29"/>
    <w:rsid w:val="0048123E"/>
    <w:rsid w:val="0048232D"/>
    <w:rsid w:val="00482CE6"/>
    <w:rsid w:val="00483D71"/>
    <w:rsid w:val="00484F99"/>
    <w:rsid w:val="00486738"/>
    <w:rsid w:val="00487DCA"/>
    <w:rsid w:val="0049026D"/>
    <w:rsid w:val="00491006"/>
    <w:rsid w:val="00491540"/>
    <w:rsid w:val="004927F2"/>
    <w:rsid w:val="004932DD"/>
    <w:rsid w:val="00495CD0"/>
    <w:rsid w:val="004964DE"/>
    <w:rsid w:val="00496508"/>
    <w:rsid w:val="00497406"/>
    <w:rsid w:val="00497E28"/>
    <w:rsid w:val="004A1C7B"/>
    <w:rsid w:val="004A241A"/>
    <w:rsid w:val="004A4137"/>
    <w:rsid w:val="004A57C9"/>
    <w:rsid w:val="004A675A"/>
    <w:rsid w:val="004A7047"/>
    <w:rsid w:val="004B0A3D"/>
    <w:rsid w:val="004B15B9"/>
    <w:rsid w:val="004B49CE"/>
    <w:rsid w:val="004B57ED"/>
    <w:rsid w:val="004B63D1"/>
    <w:rsid w:val="004B70BD"/>
    <w:rsid w:val="004C4152"/>
    <w:rsid w:val="004D0256"/>
    <w:rsid w:val="004D0F6E"/>
    <w:rsid w:val="004D2678"/>
    <w:rsid w:val="004D415D"/>
    <w:rsid w:val="004D4C7F"/>
    <w:rsid w:val="004E1E68"/>
    <w:rsid w:val="004E3A8B"/>
    <w:rsid w:val="004E4E26"/>
    <w:rsid w:val="004E72AA"/>
    <w:rsid w:val="004F07F3"/>
    <w:rsid w:val="004F08C6"/>
    <w:rsid w:val="004F13A9"/>
    <w:rsid w:val="004F29F1"/>
    <w:rsid w:val="004F2B2E"/>
    <w:rsid w:val="004F43A5"/>
    <w:rsid w:val="004F7911"/>
    <w:rsid w:val="004F7990"/>
    <w:rsid w:val="004F7C57"/>
    <w:rsid w:val="004F7E96"/>
    <w:rsid w:val="00500444"/>
    <w:rsid w:val="0050336F"/>
    <w:rsid w:val="005035C8"/>
    <w:rsid w:val="005044E1"/>
    <w:rsid w:val="005047E8"/>
    <w:rsid w:val="005047F3"/>
    <w:rsid w:val="00506642"/>
    <w:rsid w:val="00507C27"/>
    <w:rsid w:val="00507E68"/>
    <w:rsid w:val="005121E3"/>
    <w:rsid w:val="0051256F"/>
    <w:rsid w:val="00512703"/>
    <w:rsid w:val="005129D7"/>
    <w:rsid w:val="00513915"/>
    <w:rsid w:val="0051568B"/>
    <w:rsid w:val="00515699"/>
    <w:rsid w:val="0051784D"/>
    <w:rsid w:val="00521546"/>
    <w:rsid w:val="00521918"/>
    <w:rsid w:val="005250B1"/>
    <w:rsid w:val="005261C5"/>
    <w:rsid w:val="00527586"/>
    <w:rsid w:val="00530E0B"/>
    <w:rsid w:val="00530FAE"/>
    <w:rsid w:val="005313B2"/>
    <w:rsid w:val="00531BA4"/>
    <w:rsid w:val="00532275"/>
    <w:rsid w:val="005332F1"/>
    <w:rsid w:val="00534D89"/>
    <w:rsid w:val="00536A81"/>
    <w:rsid w:val="00536A82"/>
    <w:rsid w:val="0053716C"/>
    <w:rsid w:val="00541A5C"/>
    <w:rsid w:val="00542351"/>
    <w:rsid w:val="005428C6"/>
    <w:rsid w:val="00543A23"/>
    <w:rsid w:val="005443AC"/>
    <w:rsid w:val="005516B9"/>
    <w:rsid w:val="00553ED4"/>
    <w:rsid w:val="00554780"/>
    <w:rsid w:val="005551AA"/>
    <w:rsid w:val="0056025C"/>
    <w:rsid w:val="00560397"/>
    <w:rsid w:val="00560BCA"/>
    <w:rsid w:val="00561541"/>
    <w:rsid w:val="00562701"/>
    <w:rsid w:val="00563118"/>
    <w:rsid w:val="00564672"/>
    <w:rsid w:val="0056532A"/>
    <w:rsid w:val="005662B3"/>
    <w:rsid w:val="005667F1"/>
    <w:rsid w:val="005673DA"/>
    <w:rsid w:val="00567786"/>
    <w:rsid w:val="00567C3F"/>
    <w:rsid w:val="00567CC4"/>
    <w:rsid w:val="005702E7"/>
    <w:rsid w:val="005707F2"/>
    <w:rsid w:val="00571844"/>
    <w:rsid w:val="005733CD"/>
    <w:rsid w:val="0057545E"/>
    <w:rsid w:val="0057561A"/>
    <w:rsid w:val="005775D1"/>
    <w:rsid w:val="00581735"/>
    <w:rsid w:val="00581EE7"/>
    <w:rsid w:val="00584868"/>
    <w:rsid w:val="00585CD7"/>
    <w:rsid w:val="005870AC"/>
    <w:rsid w:val="00587B95"/>
    <w:rsid w:val="00587E35"/>
    <w:rsid w:val="00593752"/>
    <w:rsid w:val="00594030"/>
    <w:rsid w:val="005956A6"/>
    <w:rsid w:val="00596614"/>
    <w:rsid w:val="00597436"/>
    <w:rsid w:val="005A1E8E"/>
    <w:rsid w:val="005A37A9"/>
    <w:rsid w:val="005A5BF9"/>
    <w:rsid w:val="005A6FCB"/>
    <w:rsid w:val="005A7326"/>
    <w:rsid w:val="005B165E"/>
    <w:rsid w:val="005B2131"/>
    <w:rsid w:val="005B402F"/>
    <w:rsid w:val="005B4230"/>
    <w:rsid w:val="005B5715"/>
    <w:rsid w:val="005B73FE"/>
    <w:rsid w:val="005C379F"/>
    <w:rsid w:val="005C509F"/>
    <w:rsid w:val="005C5447"/>
    <w:rsid w:val="005C68DC"/>
    <w:rsid w:val="005D0EB9"/>
    <w:rsid w:val="005D1189"/>
    <w:rsid w:val="005D38B7"/>
    <w:rsid w:val="005D5130"/>
    <w:rsid w:val="005D6F99"/>
    <w:rsid w:val="005D7BD2"/>
    <w:rsid w:val="005D7CC6"/>
    <w:rsid w:val="005E0047"/>
    <w:rsid w:val="005E369A"/>
    <w:rsid w:val="005E4CB4"/>
    <w:rsid w:val="005E7F6A"/>
    <w:rsid w:val="005F142E"/>
    <w:rsid w:val="005F22E2"/>
    <w:rsid w:val="005F4245"/>
    <w:rsid w:val="005F457E"/>
    <w:rsid w:val="005F5174"/>
    <w:rsid w:val="005F58FC"/>
    <w:rsid w:val="005F5FB1"/>
    <w:rsid w:val="005F63A9"/>
    <w:rsid w:val="005F7102"/>
    <w:rsid w:val="005F7884"/>
    <w:rsid w:val="00600F17"/>
    <w:rsid w:val="006010AA"/>
    <w:rsid w:val="006032FA"/>
    <w:rsid w:val="00603907"/>
    <w:rsid w:val="00603ABC"/>
    <w:rsid w:val="00604247"/>
    <w:rsid w:val="00604994"/>
    <w:rsid w:val="00604A11"/>
    <w:rsid w:val="00605977"/>
    <w:rsid w:val="00606DDA"/>
    <w:rsid w:val="00610B23"/>
    <w:rsid w:val="0061521D"/>
    <w:rsid w:val="006168C4"/>
    <w:rsid w:val="006170D1"/>
    <w:rsid w:val="006214BB"/>
    <w:rsid w:val="00621EA4"/>
    <w:rsid w:val="00624F9C"/>
    <w:rsid w:val="006269D2"/>
    <w:rsid w:val="0062740B"/>
    <w:rsid w:val="00630656"/>
    <w:rsid w:val="00631DC5"/>
    <w:rsid w:val="006322E0"/>
    <w:rsid w:val="00633C67"/>
    <w:rsid w:val="0063509E"/>
    <w:rsid w:val="0063577F"/>
    <w:rsid w:val="00635C29"/>
    <w:rsid w:val="0063736F"/>
    <w:rsid w:val="00637B66"/>
    <w:rsid w:val="00640792"/>
    <w:rsid w:val="0064195E"/>
    <w:rsid w:val="00642353"/>
    <w:rsid w:val="00646C03"/>
    <w:rsid w:val="0064758D"/>
    <w:rsid w:val="006509FA"/>
    <w:rsid w:val="00651136"/>
    <w:rsid w:val="00651AE9"/>
    <w:rsid w:val="00651B43"/>
    <w:rsid w:val="00653386"/>
    <w:rsid w:val="006536F3"/>
    <w:rsid w:val="00654C4E"/>
    <w:rsid w:val="0065511B"/>
    <w:rsid w:val="00655D6F"/>
    <w:rsid w:val="00656A4F"/>
    <w:rsid w:val="006575F6"/>
    <w:rsid w:val="00660F43"/>
    <w:rsid w:val="00661C4D"/>
    <w:rsid w:val="00663BC5"/>
    <w:rsid w:val="00664DF6"/>
    <w:rsid w:val="00666518"/>
    <w:rsid w:val="006705CE"/>
    <w:rsid w:val="00670E7E"/>
    <w:rsid w:val="00671DB1"/>
    <w:rsid w:val="006722D7"/>
    <w:rsid w:val="00674FFF"/>
    <w:rsid w:val="00676B0F"/>
    <w:rsid w:val="00677604"/>
    <w:rsid w:val="006801DB"/>
    <w:rsid w:val="00680641"/>
    <w:rsid w:val="00680924"/>
    <w:rsid w:val="006813B7"/>
    <w:rsid w:val="006840E8"/>
    <w:rsid w:val="006841BF"/>
    <w:rsid w:val="00684AE7"/>
    <w:rsid w:val="00685DAF"/>
    <w:rsid w:val="00687F91"/>
    <w:rsid w:val="00687FBE"/>
    <w:rsid w:val="006909FB"/>
    <w:rsid w:val="006913A8"/>
    <w:rsid w:val="00691535"/>
    <w:rsid w:val="00691DB2"/>
    <w:rsid w:val="00692172"/>
    <w:rsid w:val="00693A44"/>
    <w:rsid w:val="006966A7"/>
    <w:rsid w:val="00696E47"/>
    <w:rsid w:val="00697287"/>
    <w:rsid w:val="00697B32"/>
    <w:rsid w:val="006A160E"/>
    <w:rsid w:val="006A1E9F"/>
    <w:rsid w:val="006A4944"/>
    <w:rsid w:val="006A54FF"/>
    <w:rsid w:val="006A5E1A"/>
    <w:rsid w:val="006A6A6F"/>
    <w:rsid w:val="006A7900"/>
    <w:rsid w:val="006B05A0"/>
    <w:rsid w:val="006B3C18"/>
    <w:rsid w:val="006B54FB"/>
    <w:rsid w:val="006B5733"/>
    <w:rsid w:val="006B661C"/>
    <w:rsid w:val="006B7314"/>
    <w:rsid w:val="006C352B"/>
    <w:rsid w:val="006C42A3"/>
    <w:rsid w:val="006C5318"/>
    <w:rsid w:val="006C5B21"/>
    <w:rsid w:val="006C7E4C"/>
    <w:rsid w:val="006D0F3A"/>
    <w:rsid w:val="006D17FF"/>
    <w:rsid w:val="006D21AD"/>
    <w:rsid w:val="006D55A6"/>
    <w:rsid w:val="006D5631"/>
    <w:rsid w:val="006D5694"/>
    <w:rsid w:val="006D7D47"/>
    <w:rsid w:val="006D7ECB"/>
    <w:rsid w:val="006E07C1"/>
    <w:rsid w:val="006E0890"/>
    <w:rsid w:val="006E1BA0"/>
    <w:rsid w:val="006E2947"/>
    <w:rsid w:val="006E3A18"/>
    <w:rsid w:val="006E504E"/>
    <w:rsid w:val="006E7057"/>
    <w:rsid w:val="006F18CB"/>
    <w:rsid w:val="006F231F"/>
    <w:rsid w:val="006F3BEB"/>
    <w:rsid w:val="006F3BF0"/>
    <w:rsid w:val="006F6CD8"/>
    <w:rsid w:val="0070018A"/>
    <w:rsid w:val="00702351"/>
    <w:rsid w:val="007026E1"/>
    <w:rsid w:val="007028F5"/>
    <w:rsid w:val="00703362"/>
    <w:rsid w:val="00704DA5"/>
    <w:rsid w:val="0070611F"/>
    <w:rsid w:val="007114A0"/>
    <w:rsid w:val="00713AFE"/>
    <w:rsid w:val="00714521"/>
    <w:rsid w:val="00715060"/>
    <w:rsid w:val="00715C02"/>
    <w:rsid w:val="007170D7"/>
    <w:rsid w:val="00720D7B"/>
    <w:rsid w:val="007211ED"/>
    <w:rsid w:val="0072166B"/>
    <w:rsid w:val="0072319B"/>
    <w:rsid w:val="007269EB"/>
    <w:rsid w:val="007274FA"/>
    <w:rsid w:val="00727963"/>
    <w:rsid w:val="00727D52"/>
    <w:rsid w:val="007305B7"/>
    <w:rsid w:val="00730646"/>
    <w:rsid w:val="00730697"/>
    <w:rsid w:val="00730A4C"/>
    <w:rsid w:val="00731B22"/>
    <w:rsid w:val="00731CE2"/>
    <w:rsid w:val="00731F65"/>
    <w:rsid w:val="0073265F"/>
    <w:rsid w:val="00732D35"/>
    <w:rsid w:val="007339CD"/>
    <w:rsid w:val="00734160"/>
    <w:rsid w:val="00734251"/>
    <w:rsid w:val="007342D9"/>
    <w:rsid w:val="0073514D"/>
    <w:rsid w:val="007364CB"/>
    <w:rsid w:val="007365D0"/>
    <w:rsid w:val="00744BDF"/>
    <w:rsid w:val="00744E04"/>
    <w:rsid w:val="00744E3F"/>
    <w:rsid w:val="0074580D"/>
    <w:rsid w:val="00745ECD"/>
    <w:rsid w:val="007469FD"/>
    <w:rsid w:val="0074721A"/>
    <w:rsid w:val="00747DD5"/>
    <w:rsid w:val="0075041A"/>
    <w:rsid w:val="00751D05"/>
    <w:rsid w:val="00752243"/>
    <w:rsid w:val="00752EC2"/>
    <w:rsid w:val="00753007"/>
    <w:rsid w:val="007538D3"/>
    <w:rsid w:val="007539C0"/>
    <w:rsid w:val="00754405"/>
    <w:rsid w:val="007552E9"/>
    <w:rsid w:val="007579E5"/>
    <w:rsid w:val="00757D6E"/>
    <w:rsid w:val="00761A4E"/>
    <w:rsid w:val="00762C84"/>
    <w:rsid w:val="00766006"/>
    <w:rsid w:val="00767662"/>
    <w:rsid w:val="00770B33"/>
    <w:rsid w:val="00772E6B"/>
    <w:rsid w:val="00773836"/>
    <w:rsid w:val="0077525B"/>
    <w:rsid w:val="00775AAD"/>
    <w:rsid w:val="00783D26"/>
    <w:rsid w:val="00786C56"/>
    <w:rsid w:val="00787785"/>
    <w:rsid w:val="007920B4"/>
    <w:rsid w:val="007940CB"/>
    <w:rsid w:val="00794429"/>
    <w:rsid w:val="00795E11"/>
    <w:rsid w:val="00797A8A"/>
    <w:rsid w:val="007A0824"/>
    <w:rsid w:val="007A0AC9"/>
    <w:rsid w:val="007A13B1"/>
    <w:rsid w:val="007A1E6D"/>
    <w:rsid w:val="007A2FA7"/>
    <w:rsid w:val="007A313C"/>
    <w:rsid w:val="007A456C"/>
    <w:rsid w:val="007A4D85"/>
    <w:rsid w:val="007A5765"/>
    <w:rsid w:val="007A6F58"/>
    <w:rsid w:val="007A71B7"/>
    <w:rsid w:val="007A7A42"/>
    <w:rsid w:val="007B000D"/>
    <w:rsid w:val="007B1DC9"/>
    <w:rsid w:val="007B33F9"/>
    <w:rsid w:val="007B37A0"/>
    <w:rsid w:val="007B3E24"/>
    <w:rsid w:val="007B4990"/>
    <w:rsid w:val="007B5D32"/>
    <w:rsid w:val="007B714B"/>
    <w:rsid w:val="007C057C"/>
    <w:rsid w:val="007C177C"/>
    <w:rsid w:val="007C203B"/>
    <w:rsid w:val="007C5388"/>
    <w:rsid w:val="007C54A0"/>
    <w:rsid w:val="007C5B0B"/>
    <w:rsid w:val="007C6A27"/>
    <w:rsid w:val="007C6BE5"/>
    <w:rsid w:val="007C71F1"/>
    <w:rsid w:val="007D01B9"/>
    <w:rsid w:val="007D0A75"/>
    <w:rsid w:val="007D0EBF"/>
    <w:rsid w:val="007D22B2"/>
    <w:rsid w:val="007D3392"/>
    <w:rsid w:val="007D4854"/>
    <w:rsid w:val="007D556A"/>
    <w:rsid w:val="007D5DC4"/>
    <w:rsid w:val="007D63AE"/>
    <w:rsid w:val="007D69CA"/>
    <w:rsid w:val="007D752E"/>
    <w:rsid w:val="007E0988"/>
    <w:rsid w:val="007E0E48"/>
    <w:rsid w:val="007E0F58"/>
    <w:rsid w:val="007E1466"/>
    <w:rsid w:val="007E2678"/>
    <w:rsid w:val="007E40E0"/>
    <w:rsid w:val="007E44F4"/>
    <w:rsid w:val="007E777D"/>
    <w:rsid w:val="007F0811"/>
    <w:rsid w:val="007F2856"/>
    <w:rsid w:val="007F3622"/>
    <w:rsid w:val="007F39E1"/>
    <w:rsid w:val="007F469D"/>
    <w:rsid w:val="007F4F8F"/>
    <w:rsid w:val="007F5198"/>
    <w:rsid w:val="007F55C5"/>
    <w:rsid w:val="007F5855"/>
    <w:rsid w:val="007F5E85"/>
    <w:rsid w:val="007F7A83"/>
    <w:rsid w:val="00800106"/>
    <w:rsid w:val="00800B8A"/>
    <w:rsid w:val="008016ED"/>
    <w:rsid w:val="008028A4"/>
    <w:rsid w:val="00802C9F"/>
    <w:rsid w:val="00803DD0"/>
    <w:rsid w:val="00804536"/>
    <w:rsid w:val="00804BD5"/>
    <w:rsid w:val="008051A2"/>
    <w:rsid w:val="00806480"/>
    <w:rsid w:val="008074BD"/>
    <w:rsid w:val="00807C5E"/>
    <w:rsid w:val="00810C96"/>
    <w:rsid w:val="00810E82"/>
    <w:rsid w:val="008125EE"/>
    <w:rsid w:val="00812EFE"/>
    <w:rsid w:val="008144B2"/>
    <w:rsid w:val="00814C5C"/>
    <w:rsid w:val="00815542"/>
    <w:rsid w:val="00816E37"/>
    <w:rsid w:val="0082221C"/>
    <w:rsid w:val="008249C1"/>
    <w:rsid w:val="0082666F"/>
    <w:rsid w:val="00830C5D"/>
    <w:rsid w:val="00832B15"/>
    <w:rsid w:val="008335E4"/>
    <w:rsid w:val="00834FD5"/>
    <w:rsid w:val="0083525E"/>
    <w:rsid w:val="008353CB"/>
    <w:rsid w:val="00835D64"/>
    <w:rsid w:val="0084017A"/>
    <w:rsid w:val="0084186F"/>
    <w:rsid w:val="00841A32"/>
    <w:rsid w:val="00842667"/>
    <w:rsid w:val="00845648"/>
    <w:rsid w:val="00846D08"/>
    <w:rsid w:val="00846D96"/>
    <w:rsid w:val="00852FDE"/>
    <w:rsid w:val="00855087"/>
    <w:rsid w:val="00860FB9"/>
    <w:rsid w:val="00861187"/>
    <w:rsid w:val="008675B2"/>
    <w:rsid w:val="00867975"/>
    <w:rsid w:val="00871D7C"/>
    <w:rsid w:val="0087584E"/>
    <w:rsid w:val="008767CF"/>
    <w:rsid w:val="008807F7"/>
    <w:rsid w:val="00880AC2"/>
    <w:rsid w:val="00881292"/>
    <w:rsid w:val="00884421"/>
    <w:rsid w:val="008858A2"/>
    <w:rsid w:val="0088677F"/>
    <w:rsid w:val="0089225D"/>
    <w:rsid w:val="008934CC"/>
    <w:rsid w:val="00893545"/>
    <w:rsid w:val="00893992"/>
    <w:rsid w:val="00893E5D"/>
    <w:rsid w:val="0089496B"/>
    <w:rsid w:val="008956B1"/>
    <w:rsid w:val="00897202"/>
    <w:rsid w:val="00897B7E"/>
    <w:rsid w:val="00897CCF"/>
    <w:rsid w:val="008A05BC"/>
    <w:rsid w:val="008A0FFF"/>
    <w:rsid w:val="008A1315"/>
    <w:rsid w:val="008A214D"/>
    <w:rsid w:val="008A30F4"/>
    <w:rsid w:val="008A42B6"/>
    <w:rsid w:val="008B23CF"/>
    <w:rsid w:val="008B35B3"/>
    <w:rsid w:val="008B73EA"/>
    <w:rsid w:val="008C2AF3"/>
    <w:rsid w:val="008C2B4B"/>
    <w:rsid w:val="008C4574"/>
    <w:rsid w:val="008C473F"/>
    <w:rsid w:val="008C4E52"/>
    <w:rsid w:val="008C53E8"/>
    <w:rsid w:val="008C71E4"/>
    <w:rsid w:val="008C755A"/>
    <w:rsid w:val="008C77A0"/>
    <w:rsid w:val="008C7B97"/>
    <w:rsid w:val="008C7F2A"/>
    <w:rsid w:val="008D40B6"/>
    <w:rsid w:val="008D4535"/>
    <w:rsid w:val="008E14B7"/>
    <w:rsid w:val="008E347E"/>
    <w:rsid w:val="008E3B8B"/>
    <w:rsid w:val="008E4C79"/>
    <w:rsid w:val="008F1069"/>
    <w:rsid w:val="008F11E9"/>
    <w:rsid w:val="008F28B6"/>
    <w:rsid w:val="008F2B0F"/>
    <w:rsid w:val="008F403B"/>
    <w:rsid w:val="008F4632"/>
    <w:rsid w:val="008F4E73"/>
    <w:rsid w:val="008F5FB8"/>
    <w:rsid w:val="008F7D3F"/>
    <w:rsid w:val="00900544"/>
    <w:rsid w:val="0090081F"/>
    <w:rsid w:val="00900F3C"/>
    <w:rsid w:val="00901447"/>
    <w:rsid w:val="009018DA"/>
    <w:rsid w:val="009025BF"/>
    <w:rsid w:val="0090274D"/>
    <w:rsid w:val="009042A4"/>
    <w:rsid w:val="00904536"/>
    <w:rsid w:val="00911A54"/>
    <w:rsid w:val="00912116"/>
    <w:rsid w:val="00914E12"/>
    <w:rsid w:val="00916E1D"/>
    <w:rsid w:val="00920B92"/>
    <w:rsid w:val="00921FF0"/>
    <w:rsid w:val="009229E6"/>
    <w:rsid w:val="00922FCB"/>
    <w:rsid w:val="0092451A"/>
    <w:rsid w:val="009300FE"/>
    <w:rsid w:val="00931030"/>
    <w:rsid w:val="00931C76"/>
    <w:rsid w:val="00932E50"/>
    <w:rsid w:val="009330F1"/>
    <w:rsid w:val="00934DE2"/>
    <w:rsid w:val="009360B9"/>
    <w:rsid w:val="009370C0"/>
    <w:rsid w:val="0094437F"/>
    <w:rsid w:val="00944997"/>
    <w:rsid w:val="00944DE2"/>
    <w:rsid w:val="009451F5"/>
    <w:rsid w:val="00946691"/>
    <w:rsid w:val="00947B05"/>
    <w:rsid w:val="00947EB0"/>
    <w:rsid w:val="00952C3F"/>
    <w:rsid w:val="00952D81"/>
    <w:rsid w:val="00952DD4"/>
    <w:rsid w:val="0095555F"/>
    <w:rsid w:val="00955FEB"/>
    <w:rsid w:val="009560D1"/>
    <w:rsid w:val="00957C12"/>
    <w:rsid w:val="00962055"/>
    <w:rsid w:val="00963519"/>
    <w:rsid w:val="00965DB8"/>
    <w:rsid w:val="00967A2B"/>
    <w:rsid w:val="00967DBD"/>
    <w:rsid w:val="0097013E"/>
    <w:rsid w:val="0097333B"/>
    <w:rsid w:val="00975433"/>
    <w:rsid w:val="00975BCC"/>
    <w:rsid w:val="0098175D"/>
    <w:rsid w:val="0098188F"/>
    <w:rsid w:val="00981954"/>
    <w:rsid w:val="009819FE"/>
    <w:rsid w:val="00983219"/>
    <w:rsid w:val="00985932"/>
    <w:rsid w:val="00985E38"/>
    <w:rsid w:val="00992067"/>
    <w:rsid w:val="00994537"/>
    <w:rsid w:val="009954F0"/>
    <w:rsid w:val="00997529"/>
    <w:rsid w:val="009A19E7"/>
    <w:rsid w:val="009A28BE"/>
    <w:rsid w:val="009A2AF7"/>
    <w:rsid w:val="009A2B77"/>
    <w:rsid w:val="009A3714"/>
    <w:rsid w:val="009A3BC6"/>
    <w:rsid w:val="009A682A"/>
    <w:rsid w:val="009A7D09"/>
    <w:rsid w:val="009B1CCE"/>
    <w:rsid w:val="009B20C5"/>
    <w:rsid w:val="009B3C84"/>
    <w:rsid w:val="009B46A9"/>
    <w:rsid w:val="009B7DE1"/>
    <w:rsid w:val="009C0D46"/>
    <w:rsid w:val="009C1241"/>
    <w:rsid w:val="009C268A"/>
    <w:rsid w:val="009C2940"/>
    <w:rsid w:val="009C3730"/>
    <w:rsid w:val="009D21D3"/>
    <w:rsid w:val="009D2430"/>
    <w:rsid w:val="009D651E"/>
    <w:rsid w:val="009D7717"/>
    <w:rsid w:val="009D7C93"/>
    <w:rsid w:val="009D7DC6"/>
    <w:rsid w:val="009E07FE"/>
    <w:rsid w:val="009E0908"/>
    <w:rsid w:val="009E0DC7"/>
    <w:rsid w:val="009E0E50"/>
    <w:rsid w:val="009E18B4"/>
    <w:rsid w:val="009E1C66"/>
    <w:rsid w:val="009E2D7C"/>
    <w:rsid w:val="009E32BA"/>
    <w:rsid w:val="009E6718"/>
    <w:rsid w:val="009F0E28"/>
    <w:rsid w:val="009F12E7"/>
    <w:rsid w:val="009F14B4"/>
    <w:rsid w:val="009F17A4"/>
    <w:rsid w:val="009F45F4"/>
    <w:rsid w:val="009F4D00"/>
    <w:rsid w:val="009F55DB"/>
    <w:rsid w:val="00A020AF"/>
    <w:rsid w:val="00A024AC"/>
    <w:rsid w:val="00A02E9F"/>
    <w:rsid w:val="00A03712"/>
    <w:rsid w:val="00A038CB"/>
    <w:rsid w:val="00A04792"/>
    <w:rsid w:val="00A05828"/>
    <w:rsid w:val="00A07262"/>
    <w:rsid w:val="00A11F72"/>
    <w:rsid w:val="00A12511"/>
    <w:rsid w:val="00A13BB7"/>
    <w:rsid w:val="00A16315"/>
    <w:rsid w:val="00A16BE8"/>
    <w:rsid w:val="00A16C98"/>
    <w:rsid w:val="00A1765C"/>
    <w:rsid w:val="00A20640"/>
    <w:rsid w:val="00A23892"/>
    <w:rsid w:val="00A23C83"/>
    <w:rsid w:val="00A23F6B"/>
    <w:rsid w:val="00A253A5"/>
    <w:rsid w:val="00A25DBA"/>
    <w:rsid w:val="00A271F3"/>
    <w:rsid w:val="00A30CB4"/>
    <w:rsid w:val="00A369D4"/>
    <w:rsid w:val="00A37270"/>
    <w:rsid w:val="00A40885"/>
    <w:rsid w:val="00A41002"/>
    <w:rsid w:val="00A42E31"/>
    <w:rsid w:val="00A43F64"/>
    <w:rsid w:val="00A463EE"/>
    <w:rsid w:val="00A47A16"/>
    <w:rsid w:val="00A52999"/>
    <w:rsid w:val="00A52D30"/>
    <w:rsid w:val="00A53122"/>
    <w:rsid w:val="00A570A3"/>
    <w:rsid w:val="00A617AF"/>
    <w:rsid w:val="00A675E2"/>
    <w:rsid w:val="00A706C2"/>
    <w:rsid w:val="00A7087F"/>
    <w:rsid w:val="00A714E2"/>
    <w:rsid w:val="00A72FBC"/>
    <w:rsid w:val="00A72FC4"/>
    <w:rsid w:val="00A75692"/>
    <w:rsid w:val="00A75CC9"/>
    <w:rsid w:val="00A7634B"/>
    <w:rsid w:val="00A77E65"/>
    <w:rsid w:val="00A81135"/>
    <w:rsid w:val="00A82755"/>
    <w:rsid w:val="00A8644E"/>
    <w:rsid w:val="00A913A5"/>
    <w:rsid w:val="00A93C75"/>
    <w:rsid w:val="00A94AB6"/>
    <w:rsid w:val="00AA1769"/>
    <w:rsid w:val="00AA2666"/>
    <w:rsid w:val="00AA46B0"/>
    <w:rsid w:val="00AA499F"/>
    <w:rsid w:val="00AB19BE"/>
    <w:rsid w:val="00AB2160"/>
    <w:rsid w:val="00AB3831"/>
    <w:rsid w:val="00AB4A38"/>
    <w:rsid w:val="00AB4BB2"/>
    <w:rsid w:val="00AB5131"/>
    <w:rsid w:val="00AB74C2"/>
    <w:rsid w:val="00AC0164"/>
    <w:rsid w:val="00AC169E"/>
    <w:rsid w:val="00AC19EB"/>
    <w:rsid w:val="00AC1FCA"/>
    <w:rsid w:val="00AC265F"/>
    <w:rsid w:val="00AC2B53"/>
    <w:rsid w:val="00AC34A7"/>
    <w:rsid w:val="00AC3B19"/>
    <w:rsid w:val="00AC3B39"/>
    <w:rsid w:val="00AD176F"/>
    <w:rsid w:val="00AD3EE3"/>
    <w:rsid w:val="00AD4F08"/>
    <w:rsid w:val="00AD5DBB"/>
    <w:rsid w:val="00AD691A"/>
    <w:rsid w:val="00AD76E9"/>
    <w:rsid w:val="00AE308E"/>
    <w:rsid w:val="00AE39A7"/>
    <w:rsid w:val="00AE4D3F"/>
    <w:rsid w:val="00AE5620"/>
    <w:rsid w:val="00AE6481"/>
    <w:rsid w:val="00AE74C5"/>
    <w:rsid w:val="00AF068C"/>
    <w:rsid w:val="00AF16A7"/>
    <w:rsid w:val="00AF1977"/>
    <w:rsid w:val="00AF32AE"/>
    <w:rsid w:val="00AF3DB9"/>
    <w:rsid w:val="00AF4469"/>
    <w:rsid w:val="00AF4FCA"/>
    <w:rsid w:val="00AF54A8"/>
    <w:rsid w:val="00AF56FC"/>
    <w:rsid w:val="00AF7475"/>
    <w:rsid w:val="00B0189A"/>
    <w:rsid w:val="00B018A7"/>
    <w:rsid w:val="00B036EC"/>
    <w:rsid w:val="00B0554A"/>
    <w:rsid w:val="00B05A61"/>
    <w:rsid w:val="00B11E1C"/>
    <w:rsid w:val="00B1304D"/>
    <w:rsid w:val="00B13823"/>
    <w:rsid w:val="00B15B4E"/>
    <w:rsid w:val="00B17EEC"/>
    <w:rsid w:val="00B20D48"/>
    <w:rsid w:val="00B2107D"/>
    <w:rsid w:val="00B2160B"/>
    <w:rsid w:val="00B22917"/>
    <w:rsid w:val="00B23421"/>
    <w:rsid w:val="00B240D6"/>
    <w:rsid w:val="00B2439C"/>
    <w:rsid w:val="00B269BB"/>
    <w:rsid w:val="00B3614E"/>
    <w:rsid w:val="00B3618E"/>
    <w:rsid w:val="00B372DE"/>
    <w:rsid w:val="00B40A97"/>
    <w:rsid w:val="00B41F74"/>
    <w:rsid w:val="00B426D1"/>
    <w:rsid w:val="00B427B9"/>
    <w:rsid w:val="00B46760"/>
    <w:rsid w:val="00B47440"/>
    <w:rsid w:val="00B5010C"/>
    <w:rsid w:val="00B54BCE"/>
    <w:rsid w:val="00B5700F"/>
    <w:rsid w:val="00B57D25"/>
    <w:rsid w:val="00B61810"/>
    <w:rsid w:val="00B61A25"/>
    <w:rsid w:val="00B621EF"/>
    <w:rsid w:val="00B66C34"/>
    <w:rsid w:val="00B67A32"/>
    <w:rsid w:val="00B70A70"/>
    <w:rsid w:val="00B732E2"/>
    <w:rsid w:val="00B7426C"/>
    <w:rsid w:val="00B754FF"/>
    <w:rsid w:val="00B75F78"/>
    <w:rsid w:val="00B76C4B"/>
    <w:rsid w:val="00B77591"/>
    <w:rsid w:val="00B77995"/>
    <w:rsid w:val="00B77F6B"/>
    <w:rsid w:val="00B80054"/>
    <w:rsid w:val="00B8124A"/>
    <w:rsid w:val="00B81A91"/>
    <w:rsid w:val="00B81D06"/>
    <w:rsid w:val="00B826D4"/>
    <w:rsid w:val="00B82873"/>
    <w:rsid w:val="00B84559"/>
    <w:rsid w:val="00B87304"/>
    <w:rsid w:val="00B91165"/>
    <w:rsid w:val="00B929A9"/>
    <w:rsid w:val="00B94EBB"/>
    <w:rsid w:val="00BA153E"/>
    <w:rsid w:val="00BA15CB"/>
    <w:rsid w:val="00BA1EE8"/>
    <w:rsid w:val="00BA331B"/>
    <w:rsid w:val="00BA46B4"/>
    <w:rsid w:val="00BA581B"/>
    <w:rsid w:val="00BA6358"/>
    <w:rsid w:val="00BA781E"/>
    <w:rsid w:val="00BB0400"/>
    <w:rsid w:val="00BB05BF"/>
    <w:rsid w:val="00BB17B8"/>
    <w:rsid w:val="00BB379C"/>
    <w:rsid w:val="00BB4C26"/>
    <w:rsid w:val="00BB4FC4"/>
    <w:rsid w:val="00BB56CD"/>
    <w:rsid w:val="00BB6210"/>
    <w:rsid w:val="00BC10D9"/>
    <w:rsid w:val="00BC4061"/>
    <w:rsid w:val="00BC4215"/>
    <w:rsid w:val="00BC601F"/>
    <w:rsid w:val="00BC612C"/>
    <w:rsid w:val="00BD0325"/>
    <w:rsid w:val="00BD1488"/>
    <w:rsid w:val="00BD20A3"/>
    <w:rsid w:val="00BD4307"/>
    <w:rsid w:val="00BD4DCF"/>
    <w:rsid w:val="00BD5BEC"/>
    <w:rsid w:val="00BD61BB"/>
    <w:rsid w:val="00BE0CE3"/>
    <w:rsid w:val="00BE3B2E"/>
    <w:rsid w:val="00BE5240"/>
    <w:rsid w:val="00BE60F8"/>
    <w:rsid w:val="00BE64A6"/>
    <w:rsid w:val="00BE7890"/>
    <w:rsid w:val="00BF0760"/>
    <w:rsid w:val="00BF0A8C"/>
    <w:rsid w:val="00BF53CB"/>
    <w:rsid w:val="00BF6C8E"/>
    <w:rsid w:val="00BF723B"/>
    <w:rsid w:val="00C02679"/>
    <w:rsid w:val="00C02818"/>
    <w:rsid w:val="00C043F6"/>
    <w:rsid w:val="00C0656E"/>
    <w:rsid w:val="00C1188A"/>
    <w:rsid w:val="00C118E4"/>
    <w:rsid w:val="00C1679A"/>
    <w:rsid w:val="00C1748C"/>
    <w:rsid w:val="00C20127"/>
    <w:rsid w:val="00C21875"/>
    <w:rsid w:val="00C241E8"/>
    <w:rsid w:val="00C24309"/>
    <w:rsid w:val="00C24447"/>
    <w:rsid w:val="00C25B56"/>
    <w:rsid w:val="00C32B82"/>
    <w:rsid w:val="00C332DA"/>
    <w:rsid w:val="00C35139"/>
    <w:rsid w:val="00C364B6"/>
    <w:rsid w:val="00C374BD"/>
    <w:rsid w:val="00C41456"/>
    <w:rsid w:val="00C41751"/>
    <w:rsid w:val="00C42176"/>
    <w:rsid w:val="00C421B2"/>
    <w:rsid w:val="00C43263"/>
    <w:rsid w:val="00C44BEE"/>
    <w:rsid w:val="00C46513"/>
    <w:rsid w:val="00C467AD"/>
    <w:rsid w:val="00C50A73"/>
    <w:rsid w:val="00C51D6F"/>
    <w:rsid w:val="00C51E1F"/>
    <w:rsid w:val="00C5659B"/>
    <w:rsid w:val="00C61B8A"/>
    <w:rsid w:val="00C61F91"/>
    <w:rsid w:val="00C633CB"/>
    <w:rsid w:val="00C647C1"/>
    <w:rsid w:val="00C65238"/>
    <w:rsid w:val="00C65343"/>
    <w:rsid w:val="00C67144"/>
    <w:rsid w:val="00C67341"/>
    <w:rsid w:val="00C67F56"/>
    <w:rsid w:val="00C700ED"/>
    <w:rsid w:val="00C72505"/>
    <w:rsid w:val="00C72B6F"/>
    <w:rsid w:val="00C75C1A"/>
    <w:rsid w:val="00C764E4"/>
    <w:rsid w:val="00C76F3D"/>
    <w:rsid w:val="00C77C25"/>
    <w:rsid w:val="00C80A66"/>
    <w:rsid w:val="00C81122"/>
    <w:rsid w:val="00C81AE5"/>
    <w:rsid w:val="00C81FB8"/>
    <w:rsid w:val="00C839C7"/>
    <w:rsid w:val="00C83E58"/>
    <w:rsid w:val="00C84AC4"/>
    <w:rsid w:val="00C84B76"/>
    <w:rsid w:val="00C85C33"/>
    <w:rsid w:val="00C864EE"/>
    <w:rsid w:val="00C87BE3"/>
    <w:rsid w:val="00C907F8"/>
    <w:rsid w:val="00C92DD3"/>
    <w:rsid w:val="00C930E1"/>
    <w:rsid w:val="00C9313B"/>
    <w:rsid w:val="00C96A3F"/>
    <w:rsid w:val="00C97130"/>
    <w:rsid w:val="00C976EA"/>
    <w:rsid w:val="00CA0E70"/>
    <w:rsid w:val="00CA1925"/>
    <w:rsid w:val="00CA21CB"/>
    <w:rsid w:val="00CA2233"/>
    <w:rsid w:val="00CA265F"/>
    <w:rsid w:val="00CA5E79"/>
    <w:rsid w:val="00CA6606"/>
    <w:rsid w:val="00CA6873"/>
    <w:rsid w:val="00CA7B6A"/>
    <w:rsid w:val="00CB06DB"/>
    <w:rsid w:val="00CB0C9D"/>
    <w:rsid w:val="00CB1600"/>
    <w:rsid w:val="00CB1E14"/>
    <w:rsid w:val="00CB266D"/>
    <w:rsid w:val="00CB2B7C"/>
    <w:rsid w:val="00CB2E4E"/>
    <w:rsid w:val="00CB4F17"/>
    <w:rsid w:val="00CB5169"/>
    <w:rsid w:val="00CB6457"/>
    <w:rsid w:val="00CB72B8"/>
    <w:rsid w:val="00CC0E95"/>
    <w:rsid w:val="00CC18CF"/>
    <w:rsid w:val="00CC21CB"/>
    <w:rsid w:val="00CC2662"/>
    <w:rsid w:val="00CC3004"/>
    <w:rsid w:val="00CC3806"/>
    <w:rsid w:val="00CC46F9"/>
    <w:rsid w:val="00CC55BE"/>
    <w:rsid w:val="00CD014D"/>
    <w:rsid w:val="00CD2AEE"/>
    <w:rsid w:val="00CD32CE"/>
    <w:rsid w:val="00CD4A4E"/>
    <w:rsid w:val="00CD5FD3"/>
    <w:rsid w:val="00CE08D2"/>
    <w:rsid w:val="00CE2B0E"/>
    <w:rsid w:val="00CE41CB"/>
    <w:rsid w:val="00CE5506"/>
    <w:rsid w:val="00CE581E"/>
    <w:rsid w:val="00CF17B6"/>
    <w:rsid w:val="00CF1A5C"/>
    <w:rsid w:val="00CF2540"/>
    <w:rsid w:val="00CF3BBF"/>
    <w:rsid w:val="00CF51F8"/>
    <w:rsid w:val="00CF5551"/>
    <w:rsid w:val="00CF76DC"/>
    <w:rsid w:val="00D008B5"/>
    <w:rsid w:val="00D01DD2"/>
    <w:rsid w:val="00D03823"/>
    <w:rsid w:val="00D05165"/>
    <w:rsid w:val="00D052AD"/>
    <w:rsid w:val="00D05CD9"/>
    <w:rsid w:val="00D10DEA"/>
    <w:rsid w:val="00D10F22"/>
    <w:rsid w:val="00D11D81"/>
    <w:rsid w:val="00D12B3E"/>
    <w:rsid w:val="00D1459C"/>
    <w:rsid w:val="00D17877"/>
    <w:rsid w:val="00D215F3"/>
    <w:rsid w:val="00D230BE"/>
    <w:rsid w:val="00D24E52"/>
    <w:rsid w:val="00D24EB7"/>
    <w:rsid w:val="00D25A18"/>
    <w:rsid w:val="00D277F8"/>
    <w:rsid w:val="00D30743"/>
    <w:rsid w:val="00D325CA"/>
    <w:rsid w:val="00D34A03"/>
    <w:rsid w:val="00D3666B"/>
    <w:rsid w:val="00D37A0D"/>
    <w:rsid w:val="00D40019"/>
    <w:rsid w:val="00D407B1"/>
    <w:rsid w:val="00D41CBC"/>
    <w:rsid w:val="00D42CE6"/>
    <w:rsid w:val="00D42E58"/>
    <w:rsid w:val="00D43943"/>
    <w:rsid w:val="00D43C6A"/>
    <w:rsid w:val="00D44035"/>
    <w:rsid w:val="00D5114E"/>
    <w:rsid w:val="00D52FD1"/>
    <w:rsid w:val="00D53FCC"/>
    <w:rsid w:val="00D54D3B"/>
    <w:rsid w:val="00D56048"/>
    <w:rsid w:val="00D612F9"/>
    <w:rsid w:val="00D614E3"/>
    <w:rsid w:val="00D617EC"/>
    <w:rsid w:val="00D622D1"/>
    <w:rsid w:val="00D64257"/>
    <w:rsid w:val="00D6465A"/>
    <w:rsid w:val="00D646E9"/>
    <w:rsid w:val="00D66B4A"/>
    <w:rsid w:val="00D67EF2"/>
    <w:rsid w:val="00D70348"/>
    <w:rsid w:val="00D70D0D"/>
    <w:rsid w:val="00D70DB1"/>
    <w:rsid w:val="00D72076"/>
    <w:rsid w:val="00D73023"/>
    <w:rsid w:val="00D73E42"/>
    <w:rsid w:val="00D7414C"/>
    <w:rsid w:val="00D76136"/>
    <w:rsid w:val="00D76F9A"/>
    <w:rsid w:val="00D8205D"/>
    <w:rsid w:val="00D84193"/>
    <w:rsid w:val="00D843FE"/>
    <w:rsid w:val="00D86238"/>
    <w:rsid w:val="00D911A4"/>
    <w:rsid w:val="00D91E54"/>
    <w:rsid w:val="00D93587"/>
    <w:rsid w:val="00D945B3"/>
    <w:rsid w:val="00D94E1E"/>
    <w:rsid w:val="00D95D09"/>
    <w:rsid w:val="00D973C3"/>
    <w:rsid w:val="00DA1803"/>
    <w:rsid w:val="00DA2E20"/>
    <w:rsid w:val="00DA2F5F"/>
    <w:rsid w:val="00DA363E"/>
    <w:rsid w:val="00DA3F52"/>
    <w:rsid w:val="00DA46B3"/>
    <w:rsid w:val="00DA4CD5"/>
    <w:rsid w:val="00DB149C"/>
    <w:rsid w:val="00DB1801"/>
    <w:rsid w:val="00DB2733"/>
    <w:rsid w:val="00DC3289"/>
    <w:rsid w:val="00DD14C8"/>
    <w:rsid w:val="00DD161B"/>
    <w:rsid w:val="00DD5B0A"/>
    <w:rsid w:val="00DD5EF6"/>
    <w:rsid w:val="00DE1E48"/>
    <w:rsid w:val="00DE4BE9"/>
    <w:rsid w:val="00DE5661"/>
    <w:rsid w:val="00DE5D77"/>
    <w:rsid w:val="00DE62CA"/>
    <w:rsid w:val="00DE641A"/>
    <w:rsid w:val="00DE647A"/>
    <w:rsid w:val="00DE64A6"/>
    <w:rsid w:val="00DE67D8"/>
    <w:rsid w:val="00DE6E73"/>
    <w:rsid w:val="00DE700F"/>
    <w:rsid w:val="00DF1BF4"/>
    <w:rsid w:val="00DF3577"/>
    <w:rsid w:val="00DF602A"/>
    <w:rsid w:val="00DF7F07"/>
    <w:rsid w:val="00E01BB5"/>
    <w:rsid w:val="00E02725"/>
    <w:rsid w:val="00E02E53"/>
    <w:rsid w:val="00E04531"/>
    <w:rsid w:val="00E0558F"/>
    <w:rsid w:val="00E06C06"/>
    <w:rsid w:val="00E07687"/>
    <w:rsid w:val="00E107EF"/>
    <w:rsid w:val="00E11258"/>
    <w:rsid w:val="00E11705"/>
    <w:rsid w:val="00E14185"/>
    <w:rsid w:val="00E14884"/>
    <w:rsid w:val="00E149B9"/>
    <w:rsid w:val="00E21E9D"/>
    <w:rsid w:val="00E222AB"/>
    <w:rsid w:val="00E23209"/>
    <w:rsid w:val="00E2370C"/>
    <w:rsid w:val="00E2551F"/>
    <w:rsid w:val="00E3093E"/>
    <w:rsid w:val="00E32296"/>
    <w:rsid w:val="00E32FD4"/>
    <w:rsid w:val="00E3485F"/>
    <w:rsid w:val="00E34E0B"/>
    <w:rsid w:val="00E357D5"/>
    <w:rsid w:val="00E35F47"/>
    <w:rsid w:val="00E36CB5"/>
    <w:rsid w:val="00E3707D"/>
    <w:rsid w:val="00E4097E"/>
    <w:rsid w:val="00E426DC"/>
    <w:rsid w:val="00E43736"/>
    <w:rsid w:val="00E44BAC"/>
    <w:rsid w:val="00E46A90"/>
    <w:rsid w:val="00E50081"/>
    <w:rsid w:val="00E54004"/>
    <w:rsid w:val="00E54176"/>
    <w:rsid w:val="00E55289"/>
    <w:rsid w:val="00E5565B"/>
    <w:rsid w:val="00E56384"/>
    <w:rsid w:val="00E5766D"/>
    <w:rsid w:val="00E60005"/>
    <w:rsid w:val="00E618F6"/>
    <w:rsid w:val="00E61DB9"/>
    <w:rsid w:val="00E63399"/>
    <w:rsid w:val="00E64D98"/>
    <w:rsid w:val="00E6511C"/>
    <w:rsid w:val="00E70638"/>
    <w:rsid w:val="00E70A07"/>
    <w:rsid w:val="00E71A65"/>
    <w:rsid w:val="00E74B1F"/>
    <w:rsid w:val="00E7524B"/>
    <w:rsid w:val="00E761E3"/>
    <w:rsid w:val="00E7667C"/>
    <w:rsid w:val="00E803FA"/>
    <w:rsid w:val="00E81BF4"/>
    <w:rsid w:val="00E83FF5"/>
    <w:rsid w:val="00E84AD4"/>
    <w:rsid w:val="00E861D4"/>
    <w:rsid w:val="00E87F0C"/>
    <w:rsid w:val="00E914A8"/>
    <w:rsid w:val="00E943CD"/>
    <w:rsid w:val="00E95995"/>
    <w:rsid w:val="00E970B3"/>
    <w:rsid w:val="00E97A28"/>
    <w:rsid w:val="00E97A43"/>
    <w:rsid w:val="00EA21B6"/>
    <w:rsid w:val="00EA25FF"/>
    <w:rsid w:val="00EA35CC"/>
    <w:rsid w:val="00EA4671"/>
    <w:rsid w:val="00EA540D"/>
    <w:rsid w:val="00EA56A8"/>
    <w:rsid w:val="00EB0A85"/>
    <w:rsid w:val="00EB39E9"/>
    <w:rsid w:val="00EB7744"/>
    <w:rsid w:val="00EC2842"/>
    <w:rsid w:val="00EC3F33"/>
    <w:rsid w:val="00EC4231"/>
    <w:rsid w:val="00EC4BCD"/>
    <w:rsid w:val="00EC52C4"/>
    <w:rsid w:val="00EC5637"/>
    <w:rsid w:val="00ED0651"/>
    <w:rsid w:val="00ED1B27"/>
    <w:rsid w:val="00ED23D2"/>
    <w:rsid w:val="00ED464A"/>
    <w:rsid w:val="00ED4DA7"/>
    <w:rsid w:val="00ED6F50"/>
    <w:rsid w:val="00ED7391"/>
    <w:rsid w:val="00ED7557"/>
    <w:rsid w:val="00ED7DAD"/>
    <w:rsid w:val="00EE12DC"/>
    <w:rsid w:val="00EE1749"/>
    <w:rsid w:val="00EE1757"/>
    <w:rsid w:val="00EE21D3"/>
    <w:rsid w:val="00EE2C8F"/>
    <w:rsid w:val="00EE4FBF"/>
    <w:rsid w:val="00EE6007"/>
    <w:rsid w:val="00EF05F3"/>
    <w:rsid w:val="00EF09E5"/>
    <w:rsid w:val="00EF1185"/>
    <w:rsid w:val="00EF2D9E"/>
    <w:rsid w:val="00EF332F"/>
    <w:rsid w:val="00EF5C70"/>
    <w:rsid w:val="00F00D16"/>
    <w:rsid w:val="00F00E2B"/>
    <w:rsid w:val="00F0124E"/>
    <w:rsid w:val="00F02CB4"/>
    <w:rsid w:val="00F0443F"/>
    <w:rsid w:val="00F051D1"/>
    <w:rsid w:val="00F0563F"/>
    <w:rsid w:val="00F07432"/>
    <w:rsid w:val="00F075A6"/>
    <w:rsid w:val="00F1388D"/>
    <w:rsid w:val="00F1394C"/>
    <w:rsid w:val="00F13C61"/>
    <w:rsid w:val="00F143BA"/>
    <w:rsid w:val="00F144D8"/>
    <w:rsid w:val="00F16A9C"/>
    <w:rsid w:val="00F16CF9"/>
    <w:rsid w:val="00F23842"/>
    <w:rsid w:val="00F23920"/>
    <w:rsid w:val="00F23B4E"/>
    <w:rsid w:val="00F27DA3"/>
    <w:rsid w:val="00F33971"/>
    <w:rsid w:val="00F36F3A"/>
    <w:rsid w:val="00F37E19"/>
    <w:rsid w:val="00F43803"/>
    <w:rsid w:val="00F44B8A"/>
    <w:rsid w:val="00F45061"/>
    <w:rsid w:val="00F45158"/>
    <w:rsid w:val="00F4541B"/>
    <w:rsid w:val="00F45B65"/>
    <w:rsid w:val="00F46358"/>
    <w:rsid w:val="00F4653D"/>
    <w:rsid w:val="00F47F1B"/>
    <w:rsid w:val="00F50582"/>
    <w:rsid w:val="00F52DE7"/>
    <w:rsid w:val="00F5469E"/>
    <w:rsid w:val="00F54E41"/>
    <w:rsid w:val="00F5752F"/>
    <w:rsid w:val="00F61257"/>
    <w:rsid w:val="00F615CC"/>
    <w:rsid w:val="00F615D4"/>
    <w:rsid w:val="00F63E44"/>
    <w:rsid w:val="00F64034"/>
    <w:rsid w:val="00F65589"/>
    <w:rsid w:val="00F67BBA"/>
    <w:rsid w:val="00F71689"/>
    <w:rsid w:val="00F71B6F"/>
    <w:rsid w:val="00F71C10"/>
    <w:rsid w:val="00F71F50"/>
    <w:rsid w:val="00F72142"/>
    <w:rsid w:val="00F7271C"/>
    <w:rsid w:val="00F75D2E"/>
    <w:rsid w:val="00F80F10"/>
    <w:rsid w:val="00F82F90"/>
    <w:rsid w:val="00F83386"/>
    <w:rsid w:val="00F8370E"/>
    <w:rsid w:val="00F84215"/>
    <w:rsid w:val="00F86262"/>
    <w:rsid w:val="00F87850"/>
    <w:rsid w:val="00F87B1C"/>
    <w:rsid w:val="00F87CBB"/>
    <w:rsid w:val="00F90840"/>
    <w:rsid w:val="00F933C5"/>
    <w:rsid w:val="00F9395A"/>
    <w:rsid w:val="00F93D60"/>
    <w:rsid w:val="00F93DFC"/>
    <w:rsid w:val="00F94701"/>
    <w:rsid w:val="00F97A59"/>
    <w:rsid w:val="00F97F3C"/>
    <w:rsid w:val="00FA09F0"/>
    <w:rsid w:val="00FA0F50"/>
    <w:rsid w:val="00FA3AB8"/>
    <w:rsid w:val="00FA4FED"/>
    <w:rsid w:val="00FA5092"/>
    <w:rsid w:val="00FA7FA5"/>
    <w:rsid w:val="00FB124A"/>
    <w:rsid w:val="00FB1C99"/>
    <w:rsid w:val="00FB2416"/>
    <w:rsid w:val="00FB2421"/>
    <w:rsid w:val="00FB5940"/>
    <w:rsid w:val="00FB6154"/>
    <w:rsid w:val="00FC3352"/>
    <w:rsid w:val="00FC51FD"/>
    <w:rsid w:val="00FC5A19"/>
    <w:rsid w:val="00FC6A25"/>
    <w:rsid w:val="00FD06C2"/>
    <w:rsid w:val="00FD1532"/>
    <w:rsid w:val="00FD5F39"/>
    <w:rsid w:val="00FD6B17"/>
    <w:rsid w:val="00FE0096"/>
    <w:rsid w:val="00FE0FFD"/>
    <w:rsid w:val="00FE153A"/>
    <w:rsid w:val="00FE1F7B"/>
    <w:rsid w:val="00FE2DA6"/>
    <w:rsid w:val="00FE2F72"/>
    <w:rsid w:val="00FE5E72"/>
    <w:rsid w:val="00FE5F5E"/>
    <w:rsid w:val="00FE68B4"/>
    <w:rsid w:val="00FE7740"/>
    <w:rsid w:val="00FF2121"/>
    <w:rsid w:val="00FF2D6A"/>
    <w:rsid w:val="00FF3E37"/>
    <w:rsid w:val="00FF56C8"/>
    <w:rsid w:val="00FF61BB"/>
    <w:rsid w:val="00FF63FF"/>
    <w:rsid w:val="00FF6934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701D3"/>
    <w:pPr>
      <w:spacing w:after="120" w:line="300" w:lineRule="atLeast"/>
    </w:pPr>
    <w:rPr>
      <w:rFonts w:eastAsia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42176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701D3"/>
    <w:pPr>
      <w:keepNext/>
      <w:keepLines/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42176"/>
    <w:rPr>
      <w:rFonts w:eastAsiaTheme="majorEastAsia" w:cstheme="majorBidi"/>
      <w:b/>
      <w:bCs/>
      <w:sz w:val="3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701D3"/>
    <w:rPr>
      <w:rFonts w:eastAsiaTheme="majorEastAsia" w:cstheme="majorBidi"/>
      <w:b/>
      <w:bCs/>
      <w:sz w:val="28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D646E9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8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42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9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9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34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8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1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9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5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7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4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5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8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7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0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1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2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2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79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1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5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8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6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7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6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4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8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7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6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9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3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1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58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6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16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5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0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6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0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1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41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5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9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0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2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65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2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0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61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6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0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3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6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8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7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8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8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6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9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5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3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7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75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3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2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5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71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6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7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1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6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5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5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5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6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0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4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6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1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github.com/mapbox/delaunato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8A9C3-DB7C-4B0C-865E-0D5F56E6D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7</Pages>
  <Words>1799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sng</cp:lastModifiedBy>
  <cp:revision>414</cp:revision>
  <cp:lastPrinted>2021-05-19T10:51:00Z</cp:lastPrinted>
  <dcterms:created xsi:type="dcterms:W3CDTF">2021-03-01T20:30:00Z</dcterms:created>
  <dcterms:modified xsi:type="dcterms:W3CDTF">2021-05-19T10:51:00Z</dcterms:modified>
</cp:coreProperties>
</file>